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8289D" w14:textId="00EC6F99" w:rsidR="00222397" w:rsidRPr="004E5F8D" w:rsidRDefault="004E5F8D" w:rsidP="00A0238F">
      <w:pPr>
        <w:pStyle w:val="Cm"/>
        <w:rPr>
          <w:noProof/>
        </w:rPr>
      </w:pPr>
      <w:r w:rsidRPr="004E5F8D">
        <w:rPr>
          <w:noProof/>
        </w:rPr>
        <w:t>PROJEKTKONCEPCIÓ</w:t>
      </w:r>
    </w:p>
    <w:p w14:paraId="4DE61980" w14:textId="23661E25" w:rsidR="00180873" w:rsidRPr="004E5F8D" w:rsidRDefault="006C7CA0" w:rsidP="004624BF">
      <w:pPr>
        <w:pStyle w:val="Alcm"/>
        <w:rPr>
          <w:noProof/>
        </w:rPr>
      </w:pPr>
      <w:r w:rsidRPr="004E5F8D">
        <w:rPr>
          <w:noProof/>
        </w:rPr>
        <w:t xml:space="preserve">2.3.1 </w:t>
      </w:r>
      <w:r w:rsidR="004E5F8D" w:rsidRPr="004E5F8D">
        <w:rPr>
          <w:noProof/>
        </w:rPr>
        <w:t>–</w:t>
      </w:r>
      <w:r w:rsidRPr="004E5F8D">
        <w:rPr>
          <w:noProof/>
        </w:rPr>
        <w:t xml:space="preserve"> </w:t>
      </w:r>
      <w:r w:rsidR="004E5F8D" w:rsidRPr="004E5F8D">
        <w:rPr>
          <w:noProof/>
        </w:rPr>
        <w:t>Családi és közösségi alapú egészségügyi szolgáltatások</w:t>
      </w:r>
    </w:p>
    <w:p w14:paraId="5D53E1CE" w14:textId="77777777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>Fő 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4E5F8D" w:rsidRPr="004E5F8D" w14:paraId="635115CF" w14:textId="77777777" w:rsidTr="00604753">
        <w:tc>
          <w:tcPr>
            <w:tcW w:w="2552" w:type="dxa"/>
            <w:noWrap/>
            <w:hideMark/>
          </w:tcPr>
          <w:p w14:paraId="760A948B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A projekt címe</w:t>
            </w:r>
          </w:p>
        </w:tc>
        <w:tc>
          <w:tcPr>
            <w:tcW w:w="6515" w:type="dxa"/>
            <w:vAlign w:val="center"/>
          </w:tcPr>
          <w:p w14:paraId="0EF18A3E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0" w:name="Szöveg8"/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  <w:bookmarkEnd w:id="0"/>
          </w:p>
        </w:tc>
      </w:tr>
      <w:tr w:rsidR="004E5F8D" w:rsidRPr="004E5F8D" w14:paraId="47384006" w14:textId="77777777" w:rsidTr="00604753">
        <w:tc>
          <w:tcPr>
            <w:tcW w:w="2552" w:type="dxa"/>
            <w:noWrap/>
          </w:tcPr>
          <w:p w14:paraId="38BE8343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Akció</w:t>
            </w:r>
          </w:p>
        </w:tc>
        <w:tc>
          <w:tcPr>
            <w:tcW w:w="6515" w:type="dxa"/>
            <w:noWrap/>
            <w:vAlign w:val="center"/>
          </w:tcPr>
          <w:p w14:paraId="7FBE6BBD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05B9133E" w14:textId="77777777" w:rsidTr="00604753">
        <w:tc>
          <w:tcPr>
            <w:tcW w:w="2552" w:type="dxa"/>
            <w:noWrap/>
          </w:tcPr>
          <w:p w14:paraId="53FD0483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Intézkedés</w:t>
            </w:r>
          </w:p>
        </w:tc>
        <w:tc>
          <w:tcPr>
            <w:tcW w:w="6515" w:type="dxa"/>
            <w:noWrap/>
            <w:vAlign w:val="center"/>
          </w:tcPr>
          <w:p w14:paraId="2CA309BB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1" w:name="Szöveg9"/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  <w:bookmarkEnd w:id="1"/>
          </w:p>
        </w:tc>
      </w:tr>
    </w:tbl>
    <w:p w14:paraId="2823EFDE" w14:textId="77777777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>Partneradatok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4E5F8D" w:rsidRPr="004E5F8D" w14:paraId="47022200" w14:textId="77777777" w:rsidTr="00604753">
        <w:tc>
          <w:tcPr>
            <w:tcW w:w="2552" w:type="dxa"/>
          </w:tcPr>
          <w:p w14:paraId="05B5CFEC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Vezető partner</w:t>
            </w:r>
          </w:p>
        </w:tc>
        <w:tc>
          <w:tcPr>
            <w:tcW w:w="6515" w:type="dxa"/>
            <w:vAlign w:val="center"/>
          </w:tcPr>
          <w:p w14:paraId="2AF65406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2" w:name="Szöveg10"/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  <w:bookmarkEnd w:id="2"/>
          </w:p>
        </w:tc>
      </w:tr>
      <w:tr w:rsidR="004E5F8D" w:rsidRPr="004E5F8D" w14:paraId="71253BA4" w14:textId="77777777" w:rsidTr="00604753">
        <w:tc>
          <w:tcPr>
            <w:tcW w:w="2552" w:type="dxa"/>
          </w:tcPr>
          <w:p w14:paraId="37DF4034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0AAEDB71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7E1ED67A" w14:textId="77777777" w:rsidTr="00604753">
        <w:tc>
          <w:tcPr>
            <w:tcW w:w="2552" w:type="dxa"/>
          </w:tcPr>
          <w:p w14:paraId="3C6DE842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Weboldal</w:t>
            </w:r>
          </w:p>
        </w:tc>
        <w:tc>
          <w:tcPr>
            <w:tcW w:w="6515" w:type="dxa"/>
            <w:vAlign w:val="center"/>
          </w:tcPr>
          <w:p w14:paraId="5F73F22F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3" w:name="Szöveg7"/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  <w:bookmarkEnd w:id="3"/>
          </w:p>
        </w:tc>
      </w:tr>
    </w:tbl>
    <w:p w14:paraId="00170B9F" w14:textId="77777777" w:rsidR="004E5F8D" w:rsidRPr="004E5F8D" w:rsidRDefault="004E5F8D" w:rsidP="004E5F8D">
      <w:pPr>
        <w:spacing w:after="0" w:line="240" w:lineRule="auto"/>
        <w:rPr>
          <w:noProof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4E5F8D" w:rsidRPr="004E5F8D" w14:paraId="4AB6D18D" w14:textId="77777777" w:rsidTr="00604753">
        <w:tc>
          <w:tcPr>
            <w:tcW w:w="2552" w:type="dxa"/>
            <w:vAlign w:val="center"/>
          </w:tcPr>
          <w:p w14:paraId="0F258BA3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 xml:space="preserve">Partner1 </w:t>
            </w:r>
          </w:p>
        </w:tc>
        <w:tc>
          <w:tcPr>
            <w:tcW w:w="6515" w:type="dxa"/>
            <w:vAlign w:val="center"/>
          </w:tcPr>
          <w:p w14:paraId="2E6A9A86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66695738" w14:textId="77777777" w:rsidTr="00604753">
        <w:tc>
          <w:tcPr>
            <w:tcW w:w="2552" w:type="dxa"/>
          </w:tcPr>
          <w:p w14:paraId="6291F1CD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13F62EAD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53A985BA" w14:textId="77777777" w:rsidTr="00604753">
        <w:tc>
          <w:tcPr>
            <w:tcW w:w="2552" w:type="dxa"/>
          </w:tcPr>
          <w:p w14:paraId="7243FE45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Weboldal</w:t>
            </w:r>
          </w:p>
        </w:tc>
        <w:tc>
          <w:tcPr>
            <w:tcW w:w="6515" w:type="dxa"/>
            <w:vAlign w:val="center"/>
          </w:tcPr>
          <w:p w14:paraId="357E91BB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</w:tbl>
    <w:p w14:paraId="297C25C3" w14:textId="77777777" w:rsidR="004E5F8D" w:rsidRPr="004E5F8D" w:rsidRDefault="004E5F8D" w:rsidP="004E5F8D">
      <w:pPr>
        <w:spacing w:after="0" w:line="240" w:lineRule="auto"/>
        <w:rPr>
          <w:noProof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4E5F8D" w:rsidRPr="004E5F8D" w14:paraId="4214D1A9" w14:textId="77777777" w:rsidTr="00604753">
        <w:tc>
          <w:tcPr>
            <w:tcW w:w="2552" w:type="dxa"/>
            <w:vAlign w:val="center"/>
          </w:tcPr>
          <w:p w14:paraId="1AC1609D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 xml:space="preserve">Partner2 </w:t>
            </w:r>
          </w:p>
        </w:tc>
        <w:tc>
          <w:tcPr>
            <w:tcW w:w="6515" w:type="dxa"/>
            <w:vAlign w:val="center"/>
          </w:tcPr>
          <w:p w14:paraId="07A43869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128854E1" w14:textId="77777777" w:rsidTr="00604753">
        <w:tc>
          <w:tcPr>
            <w:tcW w:w="2552" w:type="dxa"/>
          </w:tcPr>
          <w:p w14:paraId="33BC1F1B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53021910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58834B78" w14:textId="77777777" w:rsidTr="00604753">
        <w:tc>
          <w:tcPr>
            <w:tcW w:w="2552" w:type="dxa"/>
          </w:tcPr>
          <w:p w14:paraId="132CFBF4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Weboldal</w:t>
            </w:r>
          </w:p>
        </w:tc>
        <w:tc>
          <w:tcPr>
            <w:tcW w:w="6515" w:type="dxa"/>
            <w:vAlign w:val="center"/>
          </w:tcPr>
          <w:p w14:paraId="3FCA8CAB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</w:tbl>
    <w:p w14:paraId="3FF32225" w14:textId="77777777" w:rsidR="004E5F8D" w:rsidRPr="004E5F8D" w:rsidRDefault="004E5F8D" w:rsidP="004E5F8D">
      <w:pPr>
        <w:spacing w:after="0" w:line="240" w:lineRule="auto"/>
        <w:rPr>
          <w:noProof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4E5F8D" w:rsidRPr="004E5F8D" w14:paraId="64EDAEDF" w14:textId="77777777" w:rsidTr="00604753">
        <w:tc>
          <w:tcPr>
            <w:tcW w:w="2552" w:type="dxa"/>
            <w:vAlign w:val="center"/>
          </w:tcPr>
          <w:p w14:paraId="6D71C054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 xml:space="preserve">Partner3 </w:t>
            </w:r>
          </w:p>
        </w:tc>
        <w:tc>
          <w:tcPr>
            <w:tcW w:w="6515" w:type="dxa"/>
            <w:vAlign w:val="center"/>
          </w:tcPr>
          <w:p w14:paraId="3FEC3D05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78AA9359" w14:textId="77777777" w:rsidTr="00604753">
        <w:tc>
          <w:tcPr>
            <w:tcW w:w="2552" w:type="dxa"/>
          </w:tcPr>
          <w:p w14:paraId="0D5A9AD9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67F337A5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491841BF" w14:textId="77777777" w:rsidTr="00604753">
        <w:tc>
          <w:tcPr>
            <w:tcW w:w="2552" w:type="dxa"/>
          </w:tcPr>
          <w:p w14:paraId="42E3B870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Weboldal</w:t>
            </w:r>
          </w:p>
        </w:tc>
        <w:tc>
          <w:tcPr>
            <w:tcW w:w="6515" w:type="dxa"/>
            <w:vAlign w:val="center"/>
          </w:tcPr>
          <w:p w14:paraId="35278B50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</w:tbl>
    <w:p w14:paraId="429F1361" w14:textId="77777777" w:rsidR="004E5F8D" w:rsidRPr="004E5F8D" w:rsidRDefault="004E5F8D" w:rsidP="004E5F8D">
      <w:pPr>
        <w:spacing w:after="0" w:line="240" w:lineRule="auto"/>
        <w:rPr>
          <w:noProof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4E5F8D" w:rsidRPr="004E5F8D" w14:paraId="79201319" w14:textId="77777777" w:rsidTr="00604753">
        <w:tc>
          <w:tcPr>
            <w:tcW w:w="2552" w:type="dxa"/>
            <w:vAlign w:val="center"/>
          </w:tcPr>
          <w:p w14:paraId="6BB745A7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 xml:space="preserve">Partner4 </w:t>
            </w:r>
          </w:p>
        </w:tc>
        <w:tc>
          <w:tcPr>
            <w:tcW w:w="6515" w:type="dxa"/>
            <w:vAlign w:val="center"/>
          </w:tcPr>
          <w:p w14:paraId="70F81A91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600E6801" w14:textId="77777777" w:rsidTr="00604753">
        <w:tc>
          <w:tcPr>
            <w:tcW w:w="2552" w:type="dxa"/>
          </w:tcPr>
          <w:p w14:paraId="5E89B1F9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637D7C17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2C781F5D" w14:textId="77777777" w:rsidTr="00604753">
        <w:tc>
          <w:tcPr>
            <w:tcW w:w="2552" w:type="dxa"/>
          </w:tcPr>
          <w:p w14:paraId="23B8CC8D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Weboldal</w:t>
            </w:r>
          </w:p>
        </w:tc>
        <w:tc>
          <w:tcPr>
            <w:tcW w:w="6515" w:type="dxa"/>
            <w:vAlign w:val="center"/>
          </w:tcPr>
          <w:p w14:paraId="038BFD11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</w:tbl>
    <w:p w14:paraId="1757F061" w14:textId="77777777" w:rsidR="004E5F8D" w:rsidRPr="004E5F8D" w:rsidRDefault="004E5F8D" w:rsidP="004E5F8D">
      <w:pPr>
        <w:spacing w:after="0" w:line="240" w:lineRule="auto"/>
        <w:rPr>
          <w:noProof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4E5F8D" w:rsidRPr="004E5F8D" w14:paraId="21405E49" w14:textId="77777777" w:rsidTr="00604753">
        <w:tc>
          <w:tcPr>
            <w:tcW w:w="2552" w:type="dxa"/>
            <w:vAlign w:val="center"/>
          </w:tcPr>
          <w:p w14:paraId="23AD788E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 xml:space="preserve">Partner5 </w:t>
            </w:r>
          </w:p>
        </w:tc>
        <w:tc>
          <w:tcPr>
            <w:tcW w:w="6515" w:type="dxa"/>
            <w:vAlign w:val="center"/>
          </w:tcPr>
          <w:p w14:paraId="50F6A5B8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4B3F49A4" w14:textId="77777777" w:rsidTr="00604753">
        <w:tc>
          <w:tcPr>
            <w:tcW w:w="2552" w:type="dxa"/>
          </w:tcPr>
          <w:p w14:paraId="3D6DD336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NUTS3</w:t>
            </w:r>
          </w:p>
        </w:tc>
        <w:tc>
          <w:tcPr>
            <w:tcW w:w="6515" w:type="dxa"/>
            <w:vAlign w:val="center"/>
          </w:tcPr>
          <w:p w14:paraId="394C9D67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4E5F8D" w:rsidRPr="004E5F8D" w14:paraId="2FCB5F93" w14:textId="77777777" w:rsidTr="00604753">
        <w:tc>
          <w:tcPr>
            <w:tcW w:w="2552" w:type="dxa"/>
          </w:tcPr>
          <w:p w14:paraId="55F8EE85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t>Weboldal</w:t>
            </w:r>
          </w:p>
        </w:tc>
        <w:tc>
          <w:tcPr>
            <w:tcW w:w="6515" w:type="dxa"/>
            <w:vAlign w:val="center"/>
          </w:tcPr>
          <w:p w14:paraId="49E34B45" w14:textId="77777777" w:rsidR="004E5F8D" w:rsidRPr="004E5F8D" w:rsidRDefault="004E5F8D" w:rsidP="00604753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</w:tbl>
    <w:p w14:paraId="11CC7A5B" w14:textId="77777777" w:rsidR="004E5F8D" w:rsidRPr="004E5F8D" w:rsidRDefault="004E5F8D" w:rsidP="004E5F8D">
      <w:pPr>
        <w:pStyle w:val="Cmsor1"/>
        <w:rPr>
          <w:noProof/>
          <w:lang w:val="en-GB"/>
        </w:rPr>
      </w:pPr>
      <w:bookmarkStart w:id="4" w:name="_Hlk204258336"/>
      <w:r w:rsidRPr="004E5F8D">
        <w:rPr>
          <w:noProof/>
          <w:lang w:val="en-GB"/>
        </w:rPr>
        <w:lastRenderedPageBreak/>
        <w:t>Vezetői összefoglaló</w:t>
      </w:r>
      <w:bookmarkEnd w:id="4"/>
    </w:p>
    <w:p w14:paraId="6C7EBEEF" w14:textId="77777777" w:rsidR="004E5F8D" w:rsidRPr="004E5F8D" w:rsidRDefault="004E5F8D" w:rsidP="004E5F8D">
      <w:pPr>
        <w:pStyle w:val="Cmsor4"/>
        <w:rPr>
          <w:i/>
          <w:iCs/>
          <w:noProof/>
        </w:rPr>
      </w:pPr>
      <w:r w:rsidRPr="004E5F8D">
        <w:rPr>
          <w:noProof/>
        </w:rPr>
        <w:t>Foglalja össze röviden a projekt célkitűzéseit, tervezett tevékenységeit és elvárt eredményeit!</w:t>
      </w:r>
    </w:p>
    <w:p w14:paraId="556FDAC6" w14:textId="13999FF4" w:rsidR="004E5F8D" w:rsidRPr="004E5F8D" w:rsidRDefault="006035F2" w:rsidP="004E5F8D">
      <w:pPr>
        <w:pStyle w:val="Description"/>
        <w:rPr>
          <w:noProof/>
        </w:rPr>
      </w:pPr>
      <w:r w:rsidRPr="00E3417F">
        <w:t xml:space="preserve">A </w:t>
      </w:r>
      <w:r>
        <w:t xml:space="preserve">Vezetői összefoglaló </w:t>
      </w:r>
      <w:r w:rsidRPr="00E3417F">
        <w:t>nem helyzetelemzés</w:t>
      </w:r>
      <w:r>
        <w:t>, hanem a projekt tartalmi lényegének bemutatása</w:t>
      </w:r>
      <w:r w:rsidRPr="00E3417F">
        <w:t>.</w:t>
      </w:r>
      <w:r>
        <w:t xml:space="preserve"> Koncentráljon a célkitűzésekre, a tervezett tevékenységekre</w:t>
      </w:r>
      <w:r w:rsidRPr="00E3417F">
        <w:t xml:space="preserve"> és</w:t>
      </w:r>
      <w:r>
        <w:t xml:space="preserve"> a</w:t>
      </w:r>
      <w:r w:rsidRPr="00E3417F">
        <w:t xml:space="preserve"> várható eredményekre. A kivonat célja, hogy az értékelő </w:t>
      </w:r>
      <w:r>
        <w:t xml:space="preserve">gyorsan átlássa a projekt főbb elemeit és ezáltal könnyebben értelmezhesse a pályázat további fejezeteit. </w:t>
      </w:r>
      <w:r w:rsidRPr="00E3417F">
        <w:t>(Legfeljebb 3 000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29F0B13F">
          <v:rect id="_x0000_i1025" style="width:0;height:1.5pt" o:hralign="center" o:hrstd="t" o:hr="t" fillcolor="#a0a0a0" stroked="f"/>
        </w:pict>
      </w:r>
    </w:p>
    <w:p w14:paraId="5005AE77" w14:textId="3032B2C9" w:rsidR="00DB5E99" w:rsidRPr="004E5F8D" w:rsidRDefault="00DB5E99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47AB6C49" w14:textId="77777777" w:rsidR="00F709D9" w:rsidRPr="004E5F8D" w:rsidRDefault="00F709D9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3CB50FF2" w14:textId="14A2026C" w:rsidR="00F709D9" w:rsidRPr="004E5F8D" w:rsidRDefault="007D6A7F" w:rsidP="004624BF">
      <w:pPr>
        <w:pStyle w:val="Cmsor1"/>
        <w:rPr>
          <w:noProof/>
          <w:lang w:val="en-GB"/>
        </w:rPr>
      </w:pPr>
      <w:r w:rsidRPr="004E5F8D">
        <w:rPr>
          <w:noProof/>
          <w:lang w:val="en-GB"/>
        </w:rPr>
        <w:lastRenderedPageBreak/>
        <w:t>R</w:t>
      </w:r>
      <w:r w:rsidR="00972D37" w:rsidRPr="004E5F8D">
        <w:rPr>
          <w:noProof/>
          <w:lang w:val="en-GB"/>
        </w:rPr>
        <w:t>elevanc</w:t>
      </w:r>
      <w:r w:rsidR="00926288">
        <w:rPr>
          <w:noProof/>
          <w:lang w:val="en-GB"/>
        </w:rPr>
        <w:t>ia</w:t>
      </w:r>
    </w:p>
    <w:p w14:paraId="4675BC92" w14:textId="079A2278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 xml:space="preserve">Általánosságban </w:t>
      </w:r>
      <w:r w:rsidR="00C503C2">
        <w:rPr>
          <w:noProof/>
        </w:rPr>
        <w:t>i</w:t>
      </w:r>
      <w:r w:rsidR="00310724">
        <w:rPr>
          <w:noProof/>
        </w:rPr>
        <w:t>smertesse</w:t>
      </w:r>
      <w:r w:rsidRPr="004E5F8D">
        <w:rPr>
          <w:noProof/>
        </w:rPr>
        <w:t xml:space="preserve"> a családi és közösségi alapú egészségügyi szolgáltatások szerepét és jelentőségét</w:t>
      </w:r>
      <w:r w:rsidR="00132F02">
        <w:rPr>
          <w:noProof/>
        </w:rPr>
        <w:t>!</w:t>
      </w:r>
    </w:p>
    <w:p w14:paraId="2DD01A70" w14:textId="3F290C5E" w:rsidR="004E5F8D" w:rsidRPr="004E5F8D" w:rsidRDefault="004E5F8D" w:rsidP="004E5F8D">
      <w:pPr>
        <w:pStyle w:val="Description"/>
        <w:rPr>
          <w:noProof/>
        </w:rPr>
      </w:pPr>
      <w:r w:rsidRPr="004E5F8D">
        <w:rPr>
          <w:noProof/>
        </w:rPr>
        <w:t>Magyarázza el, mit jelen</w:t>
      </w:r>
      <w:r w:rsidR="0047322E">
        <w:rPr>
          <w:noProof/>
        </w:rPr>
        <w:t>tenek</w:t>
      </w:r>
      <w:r w:rsidRPr="004E5F8D">
        <w:rPr>
          <w:noProof/>
        </w:rPr>
        <w:t xml:space="preserve"> a családi és közösségi alapú egészségügyi szolgáltatások és miért fontos</w:t>
      </w:r>
      <w:r w:rsidR="0047322E">
        <w:rPr>
          <w:noProof/>
        </w:rPr>
        <w:t>ak</w:t>
      </w:r>
      <w:r w:rsidR="00132F02">
        <w:rPr>
          <w:noProof/>
        </w:rPr>
        <w:t xml:space="preserve">! </w:t>
      </w:r>
      <w:r w:rsidRPr="004E5F8D">
        <w:rPr>
          <w:noProof/>
        </w:rPr>
        <w:t>(Legfeljebb 1500 karakter)</w:t>
      </w:r>
      <w:r w:rsidRPr="004E5F8D">
        <w:rPr>
          <w:noProof/>
        </w:rPr>
        <w:br/>
      </w:r>
      <w:r w:rsidR="00027D95">
        <w:rPr>
          <w:noProof/>
        </w:rPr>
        <w:pict w14:anchorId="5115A55D">
          <v:rect id="_x0000_i1026" style="width:0;height:1.5pt" o:hralign="center" o:hrstd="t" o:hr="t" fillcolor="#a0a0a0" stroked="f"/>
        </w:pict>
      </w:r>
    </w:p>
    <w:p w14:paraId="3C8A2F9C" w14:textId="608FA9F1" w:rsidR="00E9349E" w:rsidRPr="004E5F8D" w:rsidRDefault="00551ECD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6B44A9AC" w14:textId="24CC4386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 xml:space="preserve">Adja meg a projekt célkitűzéseit! (több válasz is </w:t>
      </w:r>
      <w:r w:rsidR="00132F02">
        <w:rPr>
          <w:noProof/>
        </w:rPr>
        <w:t>lehetséges</w:t>
      </w:r>
      <w:r w:rsidRPr="004E5F8D">
        <w:rPr>
          <w:noProof/>
        </w:rPr>
        <w:t>)</w:t>
      </w:r>
    </w:p>
    <w:p w14:paraId="004B853C" w14:textId="104F2395" w:rsidR="00670E27" w:rsidRPr="00926288" w:rsidRDefault="00670E27" w:rsidP="00670E27">
      <w:pPr>
        <w:ind w:left="705" w:hanging="345"/>
        <w:rPr>
          <w:noProof/>
        </w:rPr>
      </w:pPr>
      <w:r w:rsidRPr="004E5F8D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5F8D">
        <w:rPr>
          <w:noProof/>
        </w:rPr>
        <w:instrText xml:space="preserve"> FORMCHECKBOX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Pr="004E5F8D">
        <w:rPr>
          <w:noProof/>
        </w:rPr>
        <w:fldChar w:fldCharType="end"/>
      </w:r>
      <w:r w:rsidRPr="004E5F8D">
        <w:rPr>
          <w:noProof/>
        </w:rPr>
        <w:tab/>
      </w:r>
      <w:r w:rsidR="0047322E" w:rsidRPr="00926288">
        <w:rPr>
          <w:noProof/>
        </w:rPr>
        <w:t>A családalapú egészségügyi ellátás előmozdítása, amelyet az alábbi jellemzők határoznak meg:</w:t>
      </w:r>
    </w:p>
    <w:p w14:paraId="16E8E28A" w14:textId="2084CAFF" w:rsidR="00670E27" w:rsidRPr="00926288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="0047322E" w:rsidRPr="00926288">
        <w:rPr>
          <w:noProof/>
        </w:rPr>
        <w:t>holisztikus ellátás a család minden tagja számára, minden életkorban</w:t>
      </w:r>
    </w:p>
    <w:p w14:paraId="1C365602" w14:textId="216C5182" w:rsidR="00670E27" w:rsidRPr="00926288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47322E" w:rsidRPr="00926288">
        <w:rPr>
          <w:noProof/>
        </w:rPr>
        <w:t>megelőzés és korai beavatkozás, például védőoltások</w:t>
      </w:r>
    </w:p>
    <w:p w14:paraId="6B8E4757" w14:textId="537FBCE5" w:rsidR="00670E27" w:rsidRPr="00926288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="0047322E" w:rsidRPr="00926288">
        <w:rPr>
          <w:noProof/>
        </w:rPr>
        <w:t>anyai és gyermekegészségügyi szolgáltatások</w:t>
      </w:r>
    </w:p>
    <w:p w14:paraId="4C53D2C9" w14:textId="75931F7E" w:rsidR="00670E27" w:rsidRPr="00926288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47322E" w:rsidRPr="00926288">
        <w:rPr>
          <w:noProof/>
        </w:rPr>
        <w:t>a családi egységhez igazított egészségügyi oktatás</w:t>
      </w:r>
    </w:p>
    <w:p w14:paraId="1E575842" w14:textId="4A0D8874" w:rsidR="00670E27" w:rsidRPr="00926288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47322E" w:rsidRPr="00926288">
        <w:rPr>
          <w:noProof/>
        </w:rPr>
        <w:t>támogatás a krónikus betegségek otthoni környezetben történő kezeléséhez</w:t>
      </w:r>
      <w:r w:rsidR="005B70BF" w:rsidRPr="00926288">
        <w:rPr>
          <w:noProof/>
        </w:rPr>
        <w:t>.</w:t>
      </w:r>
    </w:p>
    <w:p w14:paraId="2A51119B" w14:textId="18991358" w:rsidR="00402682" w:rsidRPr="00926288" w:rsidRDefault="004F4F61" w:rsidP="000C0DB4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="0047322E" w:rsidRPr="00926288">
        <w:rPr>
          <w:noProof/>
        </w:rPr>
        <w:t>A közösségi alapú egészségügyi szolgáltatások előmozdítása:</w:t>
      </w:r>
    </w:p>
    <w:p w14:paraId="3C23E178" w14:textId="7D60E240" w:rsidR="00670E27" w:rsidRPr="00926288" w:rsidRDefault="00402682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="00670E27" w:rsidRPr="00926288">
        <w:rPr>
          <w:noProof/>
        </w:rPr>
        <w:tab/>
      </w:r>
      <w:r w:rsidR="0047322E" w:rsidRPr="00926288">
        <w:rPr>
          <w:noProof/>
        </w:rPr>
        <w:t>olyan közösségi egészségügyi dolgozók vagy önkéntesek bevonásával, akik képzést kaptak az alapellátás területén</w:t>
      </w:r>
    </w:p>
    <w:p w14:paraId="785BE9D5" w14:textId="5BDB8B5F" w:rsidR="00670E27" w:rsidRPr="00926288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47322E" w:rsidRPr="00926288">
        <w:rPr>
          <w:noProof/>
        </w:rPr>
        <w:t>közegészségügyi programok révén, mint például oltási kampányok, higiéniai és járványügyi védekezés</w:t>
      </w:r>
    </w:p>
    <w:p w14:paraId="04566B1F" w14:textId="7E16C850" w:rsidR="00670E27" w:rsidRPr="00926288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47322E" w:rsidRPr="00926288">
        <w:rPr>
          <w:noProof/>
        </w:rPr>
        <w:t>egészségfejlesztő tevékenységek, például figyelemfelkeltő kampányok, szűrővizsgálatok és táplálkozási programok</w:t>
      </w:r>
    </w:p>
    <w:p w14:paraId="69C34E77" w14:textId="36254F96" w:rsidR="00670E27" w:rsidRPr="004E5F8D" w:rsidRDefault="00670E27" w:rsidP="00670E27">
      <w:pPr>
        <w:ind w:left="1398" w:hanging="345"/>
        <w:rPr>
          <w:noProof/>
        </w:rPr>
      </w:pPr>
      <w:r w:rsidRPr="00926288">
        <w:rPr>
          <w:noProof/>
        </w:rPr>
        <w:t xml:space="preserve"> </w:t>
      </w: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5B70BF" w:rsidRPr="00926288">
        <w:rPr>
          <w:noProof/>
        </w:rPr>
        <w:t>a méltányosságra összpontosítva, az alulellátott és sérülékeny csoportok elérésére törekedve</w:t>
      </w:r>
      <w:r w:rsidRPr="00926288">
        <w:rPr>
          <w:noProof/>
        </w:rPr>
        <w:t>.</w:t>
      </w:r>
    </w:p>
    <w:p w14:paraId="6B2506DA" w14:textId="77777777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>Mutassa be, hogyan illeszkednek a projekt céljai a pályázati felhívás céljaihoz!</w:t>
      </w:r>
    </w:p>
    <w:p w14:paraId="0684C2B3" w14:textId="4B472932" w:rsidR="004E5F8D" w:rsidRPr="004E5F8D" w:rsidRDefault="006035F2" w:rsidP="004E5F8D">
      <w:pPr>
        <w:pStyle w:val="Description"/>
        <w:rPr>
          <w:noProof/>
        </w:rPr>
      </w:pPr>
      <w:r w:rsidRPr="00E3417F">
        <w:t>Ismertesse, hogyan járulnak hozzá a projekt célkitűzései a pályázati felhívás</w:t>
      </w:r>
      <w:r>
        <w:t>ban megfogalmazott szakmai célokhoz és elvárt eredményekhez!</w:t>
      </w:r>
      <w:r w:rsidRPr="00E3417F">
        <w:t xml:space="preserve"> Mutassa be, </w:t>
      </w:r>
      <w:r>
        <w:t xml:space="preserve">milyen módon támogatja a projekt a programterületen elérni kívánt szemléletformáló és hosszú távú változásokat! </w:t>
      </w:r>
      <w:r w:rsidRPr="00E3417F">
        <w:t>(Legfeljebb 1 500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3CBAF3BA">
          <v:rect id="_x0000_i1027" style="width:0;height:1.5pt" o:hralign="center" o:hrstd="t" o:hr="t" fillcolor="#a0a0a0" stroked="f"/>
        </w:pict>
      </w:r>
    </w:p>
    <w:p w14:paraId="53DF9B21" w14:textId="63C777D4" w:rsidR="00551ECD" w:rsidRPr="004E5F8D" w:rsidRDefault="00BA5FD0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40C08568" w14:textId="77777777" w:rsidR="004E5F8D" w:rsidRPr="004E5F8D" w:rsidRDefault="004E5F8D" w:rsidP="004E5F8D">
      <w:pPr>
        <w:pStyle w:val="Cmsor4"/>
        <w:rPr>
          <w:noProof/>
        </w:rPr>
      </w:pPr>
      <w:bookmarkStart w:id="5" w:name="_Hlk204258525"/>
      <w:r w:rsidRPr="004E5F8D">
        <w:rPr>
          <w:noProof/>
        </w:rPr>
        <w:t>Ismertesse, hogyan illeszkedik a projekt az uniós és nemzeti stratégiákba!</w:t>
      </w:r>
    </w:p>
    <w:p w14:paraId="34CAC4E4" w14:textId="325FF8A1" w:rsidR="004E5F8D" w:rsidRPr="004E5F8D" w:rsidRDefault="006035F2" w:rsidP="004E5F8D">
      <w:pPr>
        <w:pStyle w:val="Description"/>
        <w:rPr>
          <w:noProof/>
        </w:rPr>
      </w:pPr>
      <w:r w:rsidRPr="002D2519">
        <w:t xml:space="preserve">Nevezze meg a vonatkozó uniós és nemzeti szakpolitikák vagy stratégiák legfontosabb </w:t>
      </w:r>
      <w:r>
        <w:t>célkitűzéseit és irányelveit!</w:t>
      </w:r>
      <w:r w:rsidRPr="00E3417F">
        <w:t xml:space="preserve"> Ismertesse, hogy ezek közül melyeket támogat</w:t>
      </w:r>
      <w:r>
        <w:t xml:space="preserve"> vagy segít megvalósítani</w:t>
      </w:r>
      <w:r w:rsidRPr="00E3417F">
        <w:t xml:space="preserve"> a projekt</w:t>
      </w:r>
      <w:r>
        <w:t>!</w:t>
      </w:r>
      <w:r w:rsidRPr="00E3417F">
        <w:t xml:space="preserve"> (Legfeljebb 1 </w:t>
      </w:r>
      <w:r w:rsidRPr="00E3417F">
        <w:lastRenderedPageBreak/>
        <w:t>500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4AB299BB">
          <v:rect id="_x0000_i1028" style="width:0;height:1.5pt" o:hralign="center" o:hrstd="t" o:hr="t" fillcolor="#a0a0a0" stroked="f"/>
        </w:pict>
      </w:r>
    </w:p>
    <w:bookmarkEnd w:id="5"/>
    <w:p w14:paraId="0284FE9E" w14:textId="1FF996E9" w:rsidR="004F4F61" w:rsidRPr="004E5F8D" w:rsidRDefault="00A0238F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00C22DB1" w14:textId="77777777" w:rsidR="004E5F8D" w:rsidRPr="004E5F8D" w:rsidRDefault="004E5F8D" w:rsidP="004E5F8D">
      <w:pPr>
        <w:pStyle w:val="Cmsor4"/>
        <w:rPr>
          <w:noProof/>
        </w:rPr>
      </w:pPr>
      <w:bookmarkStart w:id="6" w:name="_Hlk204258538"/>
      <w:r w:rsidRPr="004E5F8D">
        <w:rPr>
          <w:noProof/>
        </w:rPr>
        <w:t>Ismertesse, hogyan illeszkedik a projekt az érintett területi stratégiákhoz!</w:t>
      </w:r>
    </w:p>
    <w:p w14:paraId="345F8909" w14:textId="5F120950" w:rsidR="004E5F8D" w:rsidRPr="004E5F8D" w:rsidRDefault="006035F2" w:rsidP="004E5F8D">
      <w:pPr>
        <w:pStyle w:val="Description"/>
        <w:rPr>
          <w:noProof/>
        </w:rPr>
      </w:pPr>
      <w:r w:rsidRPr="00E3417F">
        <w:t>Nevezze meg annak a NUTS3 szintű régiónak a legfontosabb</w:t>
      </w:r>
      <w:r>
        <w:t xml:space="preserve"> vonatkozó</w:t>
      </w:r>
      <w:r w:rsidRPr="00E3417F">
        <w:t xml:space="preserve"> stratégiai cél</w:t>
      </w:r>
      <w:r>
        <w:t>kitűzéseit</w:t>
      </w:r>
      <w:r w:rsidRPr="00E3417F">
        <w:t xml:space="preserve">, </w:t>
      </w:r>
      <w:r>
        <w:t>amelyben</w:t>
      </w:r>
      <w:r w:rsidRPr="00E3417F">
        <w:t xml:space="preserve"> a projekt megvalósul</w:t>
      </w:r>
      <w:r>
        <w:t xml:space="preserve">! </w:t>
      </w:r>
      <w:r w:rsidRPr="00E3417F">
        <w:t>Ismertesse, hogy ezek közül mely cél</w:t>
      </w:r>
      <w:r>
        <w:t>kitűzéseket</w:t>
      </w:r>
      <w:r w:rsidRPr="00E3417F">
        <w:t xml:space="preserve"> támogatja a projekt</w:t>
      </w:r>
      <w:r>
        <w:t>!</w:t>
      </w:r>
      <w:r w:rsidRPr="00E3417F">
        <w:t xml:space="preserve"> (Legfeljebb 1 500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5EE7E17C">
          <v:rect id="_x0000_i1029" style="width:0;height:1.5pt" o:hralign="center" o:hrstd="t" o:hr="t" fillcolor="#a0a0a0" stroked="f"/>
        </w:pict>
      </w:r>
    </w:p>
    <w:bookmarkEnd w:id="6"/>
    <w:p w14:paraId="6EA56653" w14:textId="050F2ECF" w:rsidR="002E272F" w:rsidRPr="004E5F8D" w:rsidRDefault="008D57F2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1668B2C7" w14:textId="77777777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>Ismertesse, hogyan épít a projekt a korábbi eredményekre!</w:t>
      </w:r>
    </w:p>
    <w:p w14:paraId="062DF1BD" w14:textId="7ADC0A4D" w:rsidR="00A223B4" w:rsidRPr="004E5F8D" w:rsidRDefault="005B70BF" w:rsidP="004E5F8D">
      <w:pPr>
        <w:pStyle w:val="Description"/>
        <w:rPr>
          <w:noProof/>
        </w:rPr>
      </w:pPr>
      <w:bookmarkStart w:id="7" w:name="_Hlk204330737"/>
      <w:r w:rsidRPr="005B70BF">
        <w:rPr>
          <w:noProof/>
        </w:rPr>
        <w:t xml:space="preserve">Nevezze meg a legfontosabb közelmúltbeli fejlesztési tevékenységeket abban a NUTS3 </w:t>
      </w:r>
      <w:r w:rsidR="00542AAA">
        <w:rPr>
          <w:noProof/>
        </w:rPr>
        <w:t>régióban</w:t>
      </w:r>
      <w:r w:rsidRPr="005B70BF">
        <w:rPr>
          <w:noProof/>
        </w:rPr>
        <w:t>, ahol a projekt megvalósu</w:t>
      </w:r>
      <w:bookmarkEnd w:id="7"/>
      <w:r w:rsidR="00132F02">
        <w:rPr>
          <w:noProof/>
        </w:rPr>
        <w:t>!</w:t>
      </w:r>
      <w:r w:rsidR="004E5F8D" w:rsidRPr="004E5F8D">
        <w:rPr>
          <w:noProof/>
        </w:rPr>
        <w:t>. Mutassa be, hogy a projekt hogyan épít ezekre a korábban elért eredményekre</w:t>
      </w:r>
      <w:r w:rsidR="006035F2">
        <w:rPr>
          <w:noProof/>
        </w:rPr>
        <w:t xml:space="preserve"> és tapasztalatokra</w:t>
      </w:r>
      <w:r w:rsidR="00132F02">
        <w:rPr>
          <w:noProof/>
        </w:rPr>
        <w:t>!</w:t>
      </w:r>
      <w:r w:rsidR="004E5F8D" w:rsidRPr="004E5F8D">
        <w:rPr>
          <w:noProof/>
        </w:rPr>
        <w:t xml:space="preserve"> (Legfeljebb 1 500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02F1EEF4">
          <v:rect id="_x0000_i1030" style="width:0;height:1.5pt" o:hralign="center" o:hrstd="t" o:hr="t" fillcolor="#a0a0a0" stroked="f"/>
        </w:pict>
      </w:r>
    </w:p>
    <w:p w14:paraId="079343F6" w14:textId="2389DF11" w:rsidR="00A223B4" w:rsidRPr="004E5F8D" w:rsidRDefault="00A223B4" w:rsidP="00926288">
      <w:pPr>
        <w:ind w:left="357"/>
        <w:jc w:val="both"/>
        <w:rPr>
          <w:b/>
          <w:bCs/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  <w:r w:rsidRPr="004E5F8D">
        <w:rPr>
          <w:noProof/>
        </w:rPr>
        <w:br w:type="page"/>
      </w:r>
    </w:p>
    <w:p w14:paraId="7337FCCE" w14:textId="77777777" w:rsidR="004E5F8D" w:rsidRPr="004E5F8D" w:rsidRDefault="004E5F8D" w:rsidP="004E5F8D">
      <w:pPr>
        <w:pStyle w:val="Cmsor1"/>
        <w:rPr>
          <w:noProof/>
          <w:lang w:val="en-GB"/>
        </w:rPr>
      </w:pPr>
      <w:r w:rsidRPr="004E5F8D">
        <w:rPr>
          <w:noProof/>
          <w:lang w:val="en-GB"/>
        </w:rPr>
        <w:lastRenderedPageBreak/>
        <w:t>Célcsoportok</w:t>
      </w:r>
    </w:p>
    <w:p w14:paraId="197AD613" w14:textId="77777777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>Jelölje meg a projekt elsődleges célcsoportjait! (több válasz is lehetséges)</w:t>
      </w:r>
    </w:p>
    <w:p w14:paraId="7CC53349" w14:textId="00658472" w:rsidR="00670E27" w:rsidRPr="00926288" w:rsidRDefault="00670E27" w:rsidP="00670E27">
      <w:pPr>
        <w:ind w:left="705" w:hanging="345"/>
        <w:rPr>
          <w:noProof/>
        </w:rPr>
      </w:pPr>
      <w:r w:rsidRPr="004E5F8D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4E5F8D">
        <w:rPr>
          <w:noProof/>
        </w:rPr>
        <w:instrText xml:space="preserve"> FORMCHECKBOX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Pr="004E5F8D">
        <w:rPr>
          <w:noProof/>
        </w:rPr>
        <w:fldChar w:fldCharType="end"/>
      </w:r>
      <w:r w:rsidRPr="004E5F8D">
        <w:rPr>
          <w:noProof/>
        </w:rPr>
        <w:tab/>
      </w:r>
      <w:r w:rsidRPr="004E5F8D">
        <w:rPr>
          <w:noProof/>
        </w:rPr>
        <w:tab/>
      </w:r>
      <w:bookmarkStart w:id="8" w:name="_Hlk204330762"/>
      <w:r w:rsidR="005B70BF" w:rsidRPr="00926288">
        <w:rPr>
          <w:noProof/>
        </w:rPr>
        <w:t>egészségügyi szolgáltatók (akár magán-, akár állami finanszírozásúak)</w:t>
      </w:r>
      <w:bookmarkEnd w:id="8"/>
    </w:p>
    <w:p w14:paraId="344D81D7" w14:textId="114F3D87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bookmarkStart w:id="9" w:name="_Hlk204330770"/>
      <w:r w:rsidR="005B70BF" w:rsidRPr="00926288">
        <w:rPr>
          <w:noProof/>
        </w:rPr>
        <w:t>orvosok és egészségügyi szakdolgozók</w:t>
      </w:r>
      <w:bookmarkEnd w:id="9"/>
    </w:p>
    <w:p w14:paraId="1C7AD492" w14:textId="3926C315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bookmarkStart w:id="10" w:name="_Hlk204330779"/>
      <w:r w:rsidR="005B70BF" w:rsidRPr="00926288">
        <w:rPr>
          <w:noProof/>
        </w:rPr>
        <w:t>betegek és krónikus betegek</w:t>
      </w:r>
      <w:bookmarkEnd w:id="10"/>
    </w:p>
    <w:p w14:paraId="2F39B91C" w14:textId="75B7512A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bookmarkStart w:id="11" w:name="_Hlk204330786"/>
      <w:r w:rsidR="005B70BF" w:rsidRPr="00926288">
        <w:rPr>
          <w:noProof/>
        </w:rPr>
        <w:t>idősek</w:t>
      </w:r>
      <w:bookmarkEnd w:id="11"/>
    </w:p>
    <w:p w14:paraId="547F395E" w14:textId="7C4AE5D9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bookmarkStart w:id="12" w:name="_Hlk204330792"/>
      <w:r w:rsidR="005B70BF" w:rsidRPr="00926288">
        <w:rPr>
          <w:noProof/>
        </w:rPr>
        <w:t>súlyosan hátrányos helyzetű emberek</w:t>
      </w:r>
      <w:bookmarkEnd w:id="12"/>
    </w:p>
    <w:p w14:paraId="5B5015E6" w14:textId="7B9998E0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bookmarkStart w:id="13" w:name="_Hlk204330800"/>
      <w:r w:rsidR="005B70BF" w:rsidRPr="00926288">
        <w:rPr>
          <w:noProof/>
        </w:rPr>
        <w:t>marginalizált közösségek</w:t>
      </w:r>
      <w:bookmarkEnd w:id="13"/>
    </w:p>
    <w:p w14:paraId="5084E3FA" w14:textId="642D9E82" w:rsidR="00670E27" w:rsidRPr="004E5F8D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bookmarkStart w:id="14" w:name="_Hlk204330806"/>
      <w:r w:rsidR="005B70BF" w:rsidRPr="00926288">
        <w:rPr>
          <w:noProof/>
        </w:rPr>
        <w:t>egyéb</w:t>
      </w:r>
      <w:bookmarkEnd w:id="14"/>
    </w:p>
    <w:p w14:paraId="2C74667B" w14:textId="77777777" w:rsidR="004E5F8D" w:rsidRPr="004E5F8D" w:rsidRDefault="004E5F8D" w:rsidP="004E5F8D">
      <w:pPr>
        <w:pStyle w:val="Cmsor4"/>
        <w:rPr>
          <w:noProof/>
        </w:rPr>
      </w:pPr>
      <w:r w:rsidRPr="004E5F8D">
        <w:rPr>
          <w:noProof/>
        </w:rPr>
        <w:t>Ismertesse, hogyan részesülnek az elsődleges célcsoportok a projekt eredményeiből!</w:t>
      </w:r>
    </w:p>
    <w:p w14:paraId="088C39D4" w14:textId="668423C8" w:rsidR="004E5F8D" w:rsidRPr="004E5F8D" w:rsidRDefault="004E5F8D" w:rsidP="004E5F8D">
      <w:pPr>
        <w:pStyle w:val="Description"/>
        <w:rPr>
          <w:noProof/>
        </w:rPr>
      </w:pPr>
      <w:r w:rsidRPr="004E5F8D">
        <w:rPr>
          <w:noProof/>
        </w:rPr>
        <w:t>Mutassa be, hogyan válaszolnak a projekt eredményei a célcsoportok igényeire</w:t>
      </w:r>
      <w:r w:rsidR="00132F02">
        <w:rPr>
          <w:noProof/>
        </w:rPr>
        <w:t>!</w:t>
      </w:r>
      <w:r w:rsidRPr="004E5F8D">
        <w:rPr>
          <w:noProof/>
        </w:rPr>
        <w:t xml:space="preserve"> (Legfeljebb 1500 karakter)</w:t>
      </w:r>
      <w:r w:rsidRPr="004E5F8D">
        <w:rPr>
          <w:noProof/>
        </w:rPr>
        <w:br/>
      </w:r>
      <w:r w:rsidR="00027D95">
        <w:rPr>
          <w:noProof/>
        </w:rPr>
        <w:pict w14:anchorId="31C34D2C">
          <v:rect id="_x0000_i1031" style="width:0;height:1.5pt" o:hralign="center" o:hrstd="t" o:hr="t" fillcolor="#a0a0a0" stroked="f"/>
        </w:pict>
      </w:r>
    </w:p>
    <w:p w14:paraId="72BBFF66" w14:textId="1B35B068" w:rsidR="00CC7668" w:rsidRPr="004E5F8D" w:rsidRDefault="00CC7668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480BDD6B" w14:textId="77777777" w:rsidR="00CC7668" w:rsidRPr="004E5F8D" w:rsidRDefault="00CC7668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63184B1A" w14:textId="13024CE1" w:rsidR="00E9349E" w:rsidRPr="004E5F8D" w:rsidRDefault="00AC535B" w:rsidP="004624BF">
      <w:pPr>
        <w:pStyle w:val="Cmsor1"/>
        <w:rPr>
          <w:noProof/>
          <w:lang w:val="en-GB"/>
        </w:rPr>
      </w:pPr>
      <w:r w:rsidRPr="004E5F8D">
        <w:rPr>
          <w:noProof/>
          <w:lang w:val="en-GB"/>
        </w:rPr>
        <w:lastRenderedPageBreak/>
        <w:t>Probl</w:t>
      </w:r>
      <w:r w:rsidR="00926288">
        <w:rPr>
          <w:noProof/>
          <w:lang w:val="en-GB"/>
        </w:rPr>
        <w:t>émák</w:t>
      </w:r>
    </w:p>
    <w:p w14:paraId="1049E59F" w14:textId="765D9A93" w:rsidR="004E5F8D" w:rsidRPr="004E5F8D" w:rsidRDefault="00310724" w:rsidP="004E5F8D">
      <w:pPr>
        <w:pStyle w:val="Cmsor4"/>
        <w:rPr>
          <w:noProof/>
        </w:rPr>
      </w:pPr>
      <w:r>
        <w:rPr>
          <w:noProof/>
        </w:rPr>
        <w:t>Ismertesse</w:t>
      </w:r>
      <w:r w:rsidR="004E5F8D" w:rsidRPr="004E5F8D">
        <w:rPr>
          <w:noProof/>
        </w:rPr>
        <w:t xml:space="preserve"> a célcsoportot érintő legfontosabb társadalmi-gazdasági problémákat</w:t>
      </w:r>
      <w:r w:rsidR="00132F02">
        <w:rPr>
          <w:noProof/>
        </w:rPr>
        <w:t>!</w:t>
      </w:r>
    </w:p>
    <w:p w14:paraId="4473DF28" w14:textId="1B3F93D0" w:rsidR="00381DD9" w:rsidRPr="004E5F8D" w:rsidRDefault="00310724" w:rsidP="004E5F8D">
      <w:pPr>
        <w:pStyle w:val="Description"/>
        <w:rPr>
          <w:noProof/>
          <w:szCs w:val="22"/>
        </w:rPr>
      </w:pPr>
      <w:r>
        <w:rPr>
          <w:noProof/>
        </w:rPr>
        <w:t>Ismertesse</w:t>
      </w:r>
      <w:r w:rsidR="004E5F8D" w:rsidRPr="004E5F8D">
        <w:rPr>
          <w:noProof/>
        </w:rPr>
        <w:t xml:space="preserve"> a célcsoportot negatívan befolyásoló külső tényezőke</w:t>
      </w:r>
      <w:r w:rsidR="00132F02">
        <w:rPr>
          <w:noProof/>
        </w:rPr>
        <w:t>t!</w:t>
      </w:r>
      <w:r w:rsidR="004E5F8D" w:rsidRPr="004E5F8D">
        <w:rPr>
          <w:noProof/>
        </w:rPr>
        <w:t xml:space="preserve"> (</w:t>
      </w:r>
      <w:r w:rsidR="00612C9E">
        <w:rPr>
          <w:noProof/>
        </w:rPr>
        <w:t>Legfeljebb</w:t>
      </w:r>
      <w:r w:rsidR="004E5F8D" w:rsidRPr="004E5F8D">
        <w:rPr>
          <w:noProof/>
        </w:rPr>
        <w:t xml:space="preserve"> 1500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306E3DE9">
          <v:rect id="_x0000_i1032" style="width:0;height:1.5pt" o:hralign="center" o:hrstd="t" o:hr="t" fillcolor="#a0a0a0" stroked="f"/>
        </w:pict>
      </w:r>
    </w:p>
    <w:p w14:paraId="6969D421" w14:textId="7579D614" w:rsidR="00381DD9" w:rsidRPr="004E5F8D" w:rsidRDefault="00381DD9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71907EF3" w14:textId="7116510D" w:rsidR="004E5F8D" w:rsidRPr="004E5F8D" w:rsidRDefault="00310724" w:rsidP="004E5F8D">
      <w:pPr>
        <w:pStyle w:val="Cmsor4"/>
        <w:rPr>
          <w:noProof/>
        </w:rPr>
      </w:pPr>
      <w:r>
        <w:rPr>
          <w:noProof/>
        </w:rPr>
        <w:t>Ismertesse</w:t>
      </w:r>
      <w:r w:rsidR="004E5F8D" w:rsidRPr="004E5F8D">
        <w:rPr>
          <w:noProof/>
        </w:rPr>
        <w:t xml:space="preserve"> a célcsoportot érintő családi és közösségi alapú egészségügyi intézményrendszer legfontosabb problémáit</w:t>
      </w:r>
      <w:r w:rsidR="00132F02">
        <w:rPr>
          <w:noProof/>
        </w:rPr>
        <w:t>!</w:t>
      </w:r>
    </w:p>
    <w:p w14:paraId="4F631A13" w14:textId="3B6D4BB1" w:rsidR="004E5F8D" w:rsidRPr="004E5F8D" w:rsidRDefault="00310724" w:rsidP="004E5F8D">
      <w:pPr>
        <w:pStyle w:val="Description"/>
        <w:rPr>
          <w:noProof/>
        </w:rPr>
      </w:pPr>
      <w:r>
        <w:rPr>
          <w:noProof/>
        </w:rPr>
        <w:t>Ismertesse</w:t>
      </w:r>
      <w:r w:rsidR="004E5F8D" w:rsidRPr="004E5F8D">
        <w:rPr>
          <w:noProof/>
        </w:rPr>
        <w:t xml:space="preserve"> a célcsoportot negatívan befolyásoló belső tényezőket</w:t>
      </w:r>
      <w:r w:rsidR="00E45E5E">
        <w:rPr>
          <w:noProof/>
        </w:rPr>
        <w:t>!</w:t>
      </w:r>
      <w:r w:rsidR="004E5F8D" w:rsidRPr="004E5F8D">
        <w:rPr>
          <w:noProof/>
        </w:rPr>
        <w:t xml:space="preserve"> </w:t>
      </w:r>
      <w:r w:rsidR="00132F02">
        <w:rPr>
          <w:noProof/>
        </w:rPr>
        <w:t>Mutassa be</w:t>
      </w:r>
      <w:r w:rsidR="00132F02" w:rsidRPr="004E5F8D">
        <w:rPr>
          <w:noProof/>
        </w:rPr>
        <w:t xml:space="preserve"> </w:t>
      </w:r>
      <w:r w:rsidR="004E5F8D" w:rsidRPr="004E5F8D">
        <w:rPr>
          <w:noProof/>
        </w:rPr>
        <w:t>a családi és közösségi alapú egészségügyi szolgáltatások terén felmerülő legfontosabb intézményi és működési problémákat</w:t>
      </w:r>
      <w:r w:rsidR="00E45E5E">
        <w:rPr>
          <w:noProof/>
        </w:rPr>
        <w:t>!</w:t>
      </w:r>
      <w:r w:rsidR="004E5F8D" w:rsidRPr="004E5F8D">
        <w:rPr>
          <w:noProof/>
        </w:rPr>
        <w:t xml:space="preserve"> (</w:t>
      </w:r>
      <w:r w:rsidR="00612C9E">
        <w:rPr>
          <w:noProof/>
        </w:rPr>
        <w:t>Legfeljebb</w:t>
      </w:r>
      <w:r w:rsidR="004E5F8D" w:rsidRPr="004E5F8D">
        <w:rPr>
          <w:noProof/>
        </w:rPr>
        <w:t xml:space="preserve"> 1500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5DE33C63">
          <v:rect id="_x0000_i1033" style="width:0;height:1.5pt" o:hralign="center" o:hrstd="t" o:hr="t" fillcolor="#a0a0a0" stroked="f"/>
        </w:pict>
      </w:r>
    </w:p>
    <w:p w14:paraId="741D96DC" w14:textId="6025AC3E" w:rsidR="00491932" w:rsidRPr="004E5F8D" w:rsidRDefault="00491932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027FCA3E" w14:textId="6AFD92C6" w:rsidR="004E5F8D" w:rsidRPr="004E5F8D" w:rsidRDefault="00310724" w:rsidP="004E5F8D">
      <w:pPr>
        <w:pStyle w:val="Cmsor4"/>
        <w:rPr>
          <w:noProof/>
        </w:rPr>
      </w:pPr>
      <w:r>
        <w:rPr>
          <w:noProof/>
        </w:rPr>
        <w:t>Ismertesse</w:t>
      </w:r>
      <w:r w:rsidR="004E5F8D" w:rsidRPr="004E5F8D">
        <w:rPr>
          <w:noProof/>
        </w:rPr>
        <w:t xml:space="preserve"> a célcsoportot érintő infrastrukturális háttérrel kapcsolatos legfontosabb problémákat</w:t>
      </w:r>
      <w:r w:rsidR="00E45E5E">
        <w:rPr>
          <w:noProof/>
        </w:rPr>
        <w:t>!</w:t>
      </w:r>
    </w:p>
    <w:p w14:paraId="7B7E629E" w14:textId="4BF4A5B8" w:rsidR="004E5F8D" w:rsidRPr="004E5F8D" w:rsidRDefault="00310724" w:rsidP="004E5F8D">
      <w:pPr>
        <w:pStyle w:val="Description"/>
        <w:rPr>
          <w:noProof/>
        </w:rPr>
      </w:pPr>
      <w:r>
        <w:rPr>
          <w:noProof/>
        </w:rPr>
        <w:t>Ismertesse</w:t>
      </w:r>
      <w:r w:rsidR="004E5F8D" w:rsidRPr="004E5F8D">
        <w:rPr>
          <w:noProof/>
        </w:rPr>
        <w:t xml:space="preserve"> azokat az infrastrukturális tényezőket, amelyek negatívan befolyásolják a célcsoportot</w:t>
      </w:r>
      <w:r w:rsidR="00E45E5E">
        <w:rPr>
          <w:noProof/>
        </w:rPr>
        <w:t>!</w:t>
      </w:r>
      <w:r w:rsidR="004E5F8D" w:rsidRPr="004E5F8D">
        <w:rPr>
          <w:noProof/>
        </w:rPr>
        <w:t xml:space="preserve"> </w:t>
      </w:r>
      <w:r w:rsidR="00132F02">
        <w:rPr>
          <w:noProof/>
        </w:rPr>
        <w:t>Mutassa be</w:t>
      </w:r>
      <w:r w:rsidR="00132F02" w:rsidRPr="004E5F8D">
        <w:rPr>
          <w:noProof/>
        </w:rPr>
        <w:t xml:space="preserve"> </w:t>
      </w:r>
      <w:r w:rsidR="004E5F8D" w:rsidRPr="004E5F8D">
        <w:rPr>
          <w:noProof/>
        </w:rPr>
        <w:t>a családi és közösségi alapú egészségügyi szolgáltatások infrastrukturális hátterének szintje és minősége által okozott legfontosabb problémákat</w:t>
      </w:r>
      <w:r w:rsidR="00E45E5E">
        <w:rPr>
          <w:noProof/>
        </w:rPr>
        <w:t>!</w:t>
      </w:r>
      <w:r w:rsidR="004E5F8D" w:rsidRPr="004E5F8D">
        <w:rPr>
          <w:noProof/>
        </w:rPr>
        <w:t xml:space="preserve"> (</w:t>
      </w:r>
      <w:r w:rsidR="00612C9E">
        <w:rPr>
          <w:noProof/>
        </w:rPr>
        <w:t>Legfeljebb</w:t>
      </w:r>
      <w:r w:rsidR="004E5F8D" w:rsidRPr="004E5F8D">
        <w:rPr>
          <w:noProof/>
        </w:rPr>
        <w:t xml:space="preserve"> 1500 karakter)</w:t>
      </w:r>
      <w:r w:rsidR="004E5F8D" w:rsidRPr="004E5F8D">
        <w:rPr>
          <w:noProof/>
        </w:rPr>
        <w:br/>
      </w:r>
      <w:r w:rsidR="00027D95">
        <w:rPr>
          <w:noProof/>
        </w:rPr>
        <w:pict w14:anchorId="5DC5A60B">
          <v:rect id="_x0000_i1034" style="width:0;height:1.5pt" o:hralign="center" o:hrstd="t" o:hr="t" fillcolor="#a0a0a0" stroked="f"/>
        </w:pict>
      </w:r>
    </w:p>
    <w:p w14:paraId="47C1F4DF" w14:textId="141E3C01" w:rsidR="00551ECD" w:rsidRPr="004E5F8D" w:rsidRDefault="00C14A96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474E9956" w14:textId="77777777" w:rsidR="00EB1A84" w:rsidRPr="004E5F8D" w:rsidRDefault="00EB1A84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15112BBF" w14:textId="238F5EAC" w:rsidR="00EB1A84" w:rsidRPr="004E5F8D" w:rsidRDefault="002A6C0E" w:rsidP="004624BF">
      <w:pPr>
        <w:pStyle w:val="Cmsor1"/>
        <w:rPr>
          <w:noProof/>
          <w:lang w:val="en-GB"/>
        </w:rPr>
      </w:pPr>
      <w:r w:rsidRPr="004E5F8D">
        <w:rPr>
          <w:noProof/>
          <w:lang w:val="en-GB"/>
        </w:rPr>
        <w:lastRenderedPageBreak/>
        <w:t>Partner</w:t>
      </w:r>
      <w:r w:rsidR="004E5F8D">
        <w:rPr>
          <w:noProof/>
          <w:lang w:val="en-GB"/>
        </w:rPr>
        <w:t>ek</w:t>
      </w:r>
    </w:p>
    <w:p w14:paraId="1CB06A7F" w14:textId="77777777" w:rsidR="004E5F8D" w:rsidRPr="00E0296E" w:rsidRDefault="004E5F8D" w:rsidP="004E5F8D">
      <w:pPr>
        <w:pStyle w:val="Cmsor4"/>
        <w:rPr>
          <w:lang w:val="hu-HU"/>
        </w:rPr>
      </w:pPr>
      <w:r w:rsidRPr="00E0296E">
        <w:rPr>
          <w:lang w:val="hu-HU"/>
        </w:rPr>
        <w:t>Mutassa be a projektpartnereket!</w:t>
      </w:r>
    </w:p>
    <w:p w14:paraId="36F258AA" w14:textId="7AE8C129" w:rsidR="004E5F8D" w:rsidRPr="00E0296E" w:rsidRDefault="004E5F8D" w:rsidP="004E5F8D">
      <w:pPr>
        <w:pStyle w:val="Description"/>
        <w:rPr>
          <w:lang w:val="hu-HU"/>
        </w:rPr>
      </w:pPr>
      <w:r w:rsidRPr="00E0296E">
        <w:rPr>
          <w:lang w:val="hu-HU"/>
        </w:rPr>
        <w:t>Ismertesse a projektpartnerek szakmai tapasztalatait és jelenlegi tevékenységeit! (Partnerenként legfeljebb 1 500 karakter)</w:t>
      </w:r>
      <w:r w:rsidRPr="00E0296E">
        <w:rPr>
          <w:lang w:val="hu-HU"/>
        </w:rPr>
        <w:br/>
      </w:r>
      <w:r w:rsidR="00027D95">
        <w:rPr>
          <w:lang w:val="hu-HU"/>
        </w:rPr>
        <w:pict w14:anchorId="1C30F194">
          <v:rect id="_x0000_i1035" style="width:0;height:1.5pt" o:hralign="center" o:hrstd="t" o:hr="t" fillcolor="#a0a0a0" stroked="f"/>
        </w:pict>
      </w:r>
    </w:p>
    <w:p w14:paraId="0A403306" w14:textId="77777777" w:rsidR="004E5F8D" w:rsidRPr="00E0296E" w:rsidRDefault="004E5F8D" w:rsidP="004E5F8D">
      <w:pPr>
        <w:pStyle w:val="Cmsor5"/>
      </w:pPr>
      <w:r w:rsidRPr="00E0296E">
        <w:t>Vezető Partner</w:t>
      </w:r>
    </w:p>
    <w:p w14:paraId="78B8BA39" w14:textId="45DC9CC2" w:rsidR="00C14A96" w:rsidRPr="004E5F8D" w:rsidRDefault="00C14A96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61CD16D7" w14:textId="75B48F21" w:rsidR="00C14A96" w:rsidRPr="004E5F8D" w:rsidRDefault="00C14A96" w:rsidP="004624BF">
      <w:pPr>
        <w:pStyle w:val="Cmsor5"/>
        <w:rPr>
          <w:noProof/>
          <w:lang w:val="en-GB"/>
        </w:rPr>
      </w:pPr>
      <w:r w:rsidRPr="004E5F8D">
        <w:rPr>
          <w:noProof/>
          <w:lang w:val="en-GB"/>
        </w:rPr>
        <w:t>P</w:t>
      </w:r>
      <w:r w:rsidR="004624BF" w:rsidRPr="004E5F8D">
        <w:rPr>
          <w:noProof/>
          <w:lang w:val="en-GB"/>
        </w:rPr>
        <w:t>artner</w:t>
      </w:r>
      <w:r w:rsidRPr="004E5F8D">
        <w:rPr>
          <w:noProof/>
          <w:lang w:val="en-GB"/>
        </w:rPr>
        <w:t>1</w:t>
      </w:r>
    </w:p>
    <w:p w14:paraId="13F212F2" w14:textId="44E2E098" w:rsidR="00C14A96" w:rsidRPr="004E5F8D" w:rsidRDefault="00C14A96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48CD836A" w14:textId="48E9EC7A" w:rsidR="00C14A96" w:rsidRPr="004E5F8D" w:rsidRDefault="00C14A96" w:rsidP="004624BF">
      <w:pPr>
        <w:pStyle w:val="Cmsor5"/>
        <w:rPr>
          <w:noProof/>
          <w:lang w:val="en-GB"/>
        </w:rPr>
      </w:pPr>
      <w:r w:rsidRPr="004E5F8D">
        <w:rPr>
          <w:noProof/>
          <w:lang w:val="en-GB"/>
        </w:rPr>
        <w:t>P</w:t>
      </w:r>
      <w:r w:rsidR="004624BF" w:rsidRPr="004E5F8D">
        <w:rPr>
          <w:noProof/>
          <w:lang w:val="en-GB"/>
        </w:rPr>
        <w:t>artner</w:t>
      </w:r>
      <w:r w:rsidRPr="004E5F8D">
        <w:rPr>
          <w:noProof/>
          <w:lang w:val="en-GB"/>
        </w:rPr>
        <w:t>2</w:t>
      </w:r>
    </w:p>
    <w:p w14:paraId="0F374783" w14:textId="1E8882FF" w:rsidR="00C14A96" w:rsidRPr="004E5F8D" w:rsidRDefault="00C14A96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56BF2370" w14:textId="7DB5822C" w:rsidR="00C14A96" w:rsidRPr="004E5F8D" w:rsidRDefault="00C14A96" w:rsidP="004624BF">
      <w:pPr>
        <w:pStyle w:val="Cmsor5"/>
        <w:rPr>
          <w:noProof/>
          <w:lang w:val="en-GB"/>
        </w:rPr>
      </w:pPr>
      <w:r w:rsidRPr="004E5F8D">
        <w:rPr>
          <w:noProof/>
          <w:lang w:val="en-GB"/>
        </w:rPr>
        <w:t>P</w:t>
      </w:r>
      <w:r w:rsidR="004624BF" w:rsidRPr="004E5F8D">
        <w:rPr>
          <w:noProof/>
          <w:lang w:val="en-GB"/>
        </w:rPr>
        <w:t>artner</w:t>
      </w:r>
      <w:r w:rsidRPr="004E5F8D">
        <w:rPr>
          <w:noProof/>
          <w:lang w:val="en-GB"/>
        </w:rPr>
        <w:t>3</w:t>
      </w:r>
    </w:p>
    <w:p w14:paraId="7DBF5806" w14:textId="7E889A2D" w:rsidR="00C14A96" w:rsidRPr="004E5F8D" w:rsidRDefault="00C14A96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30A0E44D" w14:textId="4A86BD73" w:rsidR="00C14A96" w:rsidRPr="004E5F8D" w:rsidRDefault="00C14A96" w:rsidP="004624BF">
      <w:pPr>
        <w:pStyle w:val="Cmsor5"/>
        <w:rPr>
          <w:noProof/>
          <w:lang w:val="en-GB"/>
        </w:rPr>
      </w:pPr>
      <w:r w:rsidRPr="004E5F8D">
        <w:rPr>
          <w:noProof/>
          <w:lang w:val="en-GB"/>
        </w:rPr>
        <w:t>P</w:t>
      </w:r>
      <w:r w:rsidR="004624BF" w:rsidRPr="004E5F8D">
        <w:rPr>
          <w:noProof/>
          <w:lang w:val="en-GB"/>
        </w:rPr>
        <w:t>artner</w:t>
      </w:r>
      <w:r w:rsidRPr="004E5F8D">
        <w:rPr>
          <w:noProof/>
          <w:lang w:val="en-GB"/>
        </w:rPr>
        <w:t>4</w:t>
      </w:r>
    </w:p>
    <w:p w14:paraId="27633D35" w14:textId="0B2041CA" w:rsidR="00C14A96" w:rsidRPr="004E5F8D" w:rsidRDefault="00C14A96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252FEEED" w14:textId="44D30F35" w:rsidR="00C14A96" w:rsidRPr="004E5F8D" w:rsidRDefault="00C14A96" w:rsidP="004624BF">
      <w:pPr>
        <w:pStyle w:val="Cmsor5"/>
        <w:rPr>
          <w:noProof/>
          <w:lang w:val="en-GB"/>
        </w:rPr>
      </w:pPr>
      <w:r w:rsidRPr="004E5F8D">
        <w:rPr>
          <w:noProof/>
          <w:lang w:val="en-GB"/>
        </w:rPr>
        <w:t>P</w:t>
      </w:r>
      <w:r w:rsidR="004624BF" w:rsidRPr="004E5F8D">
        <w:rPr>
          <w:noProof/>
          <w:lang w:val="en-GB"/>
        </w:rPr>
        <w:t>artner</w:t>
      </w:r>
      <w:r w:rsidRPr="004E5F8D">
        <w:rPr>
          <w:noProof/>
          <w:lang w:val="en-GB"/>
        </w:rPr>
        <w:t>5</w:t>
      </w:r>
    </w:p>
    <w:p w14:paraId="3AEDB751" w14:textId="31282B0F" w:rsidR="0078531F" w:rsidRPr="004E5F8D" w:rsidRDefault="00C14A96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455C346E" w14:textId="77777777" w:rsidR="004E5F8D" w:rsidRPr="00E0296E" w:rsidRDefault="004E5F8D" w:rsidP="004E5F8D">
      <w:pPr>
        <w:pStyle w:val="Cmsor5"/>
      </w:pPr>
      <w:bookmarkStart w:id="15" w:name="_Hlk204258964"/>
      <w:r w:rsidRPr="00E0296E">
        <w:t>Költségvetés nélküli partner 1</w:t>
      </w:r>
    </w:p>
    <w:bookmarkEnd w:id="15"/>
    <w:p w14:paraId="57F07032" w14:textId="16E8F509" w:rsidR="002C7114" w:rsidRPr="004E5F8D" w:rsidRDefault="002C7114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3EBBC905" w14:textId="2F7FC0B4" w:rsidR="002C7114" w:rsidRPr="004E5F8D" w:rsidRDefault="004E5F8D" w:rsidP="004E5F8D">
      <w:pPr>
        <w:pStyle w:val="Cmsor5"/>
      </w:pPr>
      <w:r w:rsidRPr="00E0296E">
        <w:t xml:space="preserve">Költségvetés nélküli partner </w:t>
      </w:r>
      <w:r>
        <w:t>2</w:t>
      </w:r>
    </w:p>
    <w:p w14:paraId="4F57A811" w14:textId="422ACD70" w:rsidR="002C7114" w:rsidRPr="004E5F8D" w:rsidRDefault="002C7114" w:rsidP="00926288">
      <w:pPr>
        <w:ind w:left="708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566A1B24" w14:textId="77777777" w:rsidR="0078531F" w:rsidRPr="004E5F8D" w:rsidRDefault="0078531F">
      <w:pPr>
        <w:spacing w:after="0" w:line="240" w:lineRule="auto"/>
        <w:rPr>
          <w:noProof/>
        </w:rPr>
      </w:pPr>
      <w:r w:rsidRPr="004E5F8D">
        <w:rPr>
          <w:noProof/>
        </w:rPr>
        <w:br w:type="page"/>
      </w:r>
    </w:p>
    <w:p w14:paraId="2154F88E" w14:textId="77777777" w:rsidR="004E5F8D" w:rsidRPr="00E0296E" w:rsidRDefault="004E5F8D" w:rsidP="004E5F8D">
      <w:pPr>
        <w:pStyle w:val="Cmsor1"/>
      </w:pPr>
      <w:bookmarkStart w:id="16" w:name="_Hlk202460365"/>
      <w:r w:rsidRPr="00E0296E">
        <w:lastRenderedPageBreak/>
        <w:t>Megvalósítás</w:t>
      </w:r>
    </w:p>
    <w:p w14:paraId="53D0111D" w14:textId="03865119" w:rsidR="004E5F8D" w:rsidRPr="00926288" w:rsidRDefault="004E5F8D" w:rsidP="004E5F8D">
      <w:pPr>
        <w:pStyle w:val="Cmsor4"/>
        <w:rPr>
          <w:lang w:val="hu-HU"/>
        </w:rPr>
      </w:pPr>
      <w:r w:rsidRPr="00926288">
        <w:rPr>
          <w:lang w:val="hu-HU"/>
        </w:rPr>
        <w:t xml:space="preserve">Jelölje meg a projekt fő tevékenységeit! (több válasz is </w:t>
      </w:r>
      <w:r w:rsidR="00E45E5E">
        <w:rPr>
          <w:lang w:val="hu-HU"/>
        </w:rPr>
        <w:t>lehetséges</w:t>
      </w:r>
      <w:r w:rsidRPr="00926288">
        <w:rPr>
          <w:lang w:val="hu-HU"/>
        </w:rPr>
        <w:t>)</w:t>
      </w:r>
    </w:p>
    <w:p w14:paraId="1624A4F2" w14:textId="0CF394EE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9F0ADE" w:rsidRPr="00926288">
        <w:rPr>
          <w:noProof/>
        </w:rPr>
        <w:t>Határon átnyúló intézményi együttműködés erősítése az érintett szervezetek és intézmények között</w:t>
      </w:r>
    </w:p>
    <w:p w14:paraId="16D8A28C" w14:textId="37913007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9F0ADE" w:rsidRPr="00926288">
        <w:rPr>
          <w:noProof/>
        </w:rPr>
        <w:t>E-befogadás és e-egészségügy népszerűsítése, valamint a meglévő technológiai és IKT innovációk alkalmazása</w:t>
      </w:r>
    </w:p>
    <w:p w14:paraId="0FE0850B" w14:textId="15F752A9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9F0ADE" w:rsidRPr="00926288">
        <w:rPr>
          <w:noProof/>
        </w:rPr>
        <w:t>Innovatív, közösségalapú egészségügyi szolgáltatások bevezetése</w:t>
      </w:r>
      <w:r w:rsidR="009F0ADE" w:rsidRPr="00926288" w:rsidDel="009F0ADE">
        <w:rPr>
          <w:noProof/>
        </w:rPr>
        <w:t xml:space="preserve"> </w:t>
      </w:r>
    </w:p>
    <w:p w14:paraId="335CA29B" w14:textId="5692C614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9F0ADE" w:rsidRPr="00926288">
        <w:rPr>
          <w:noProof/>
        </w:rPr>
        <w:t>Közös programok kidolgozása a krónikus és idős betegek hosszú távú ellátásának elősegítésére, valamint innovatív terápiás módszerek bevezetése az idősebb felnőttek motoros, szenzoros és kognitív készségeinek fejlesztésére</w:t>
      </w:r>
      <w:r w:rsidR="009F0ADE" w:rsidRPr="00926288" w:rsidDel="009F0ADE">
        <w:rPr>
          <w:noProof/>
        </w:rPr>
        <w:t xml:space="preserve"> </w:t>
      </w:r>
    </w:p>
    <w:p w14:paraId="03D6E336" w14:textId="52E1E9F9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9F0ADE" w:rsidRPr="00926288">
        <w:rPr>
          <w:noProof/>
        </w:rPr>
        <w:t>Tudásmegosztási és oktatási tevékenységek a lakosság egészségügyi ismereteinek javítása céljából, valamint figyelemfelkeltő kampányok a betegségmegelőzés, a korai diagnózis és a rehabilitáció terén</w:t>
      </w:r>
      <w:r w:rsidR="00132F02">
        <w:rPr>
          <w:noProof/>
        </w:rPr>
        <w:t>.</w:t>
      </w:r>
    </w:p>
    <w:p w14:paraId="65D74C5B" w14:textId="3FD9D0A5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9F0ADE" w:rsidRPr="00926288">
        <w:rPr>
          <w:noProof/>
        </w:rPr>
        <w:t>Ösztönző és motivációs programok az egészségügyi szakemberhiány csökkentése érdekében, ezáltal javítva az ellátáshoz való hozzáférést a határ mindkét oldalán</w:t>
      </w:r>
    </w:p>
    <w:p w14:paraId="6C776953" w14:textId="222625F5" w:rsidR="00670E27" w:rsidRPr="00926288" w:rsidRDefault="00670E27" w:rsidP="00670E27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Pr="00926288">
        <w:rPr>
          <w:noProof/>
        </w:rPr>
        <w:tab/>
      </w:r>
      <w:r w:rsidR="009F0ADE" w:rsidRPr="00926288">
        <w:rPr>
          <w:noProof/>
        </w:rPr>
        <w:t>Javítani azokat a szolgáltatásokat, amelyek lehetővé teszik az egészségügyi intézményeken kívül dolgozók számára, hogy egyéni, családi vagy közösségi szinten nyújtsák szolgáltatásaikat</w:t>
      </w:r>
      <w:r w:rsidR="009F0ADE" w:rsidRPr="00926288" w:rsidDel="009F0ADE">
        <w:rPr>
          <w:noProof/>
        </w:rPr>
        <w:t xml:space="preserve"> </w:t>
      </w:r>
    </w:p>
    <w:p w14:paraId="2C795AED" w14:textId="2C8ADD94" w:rsidR="0034098F" w:rsidRPr="004E5F8D" w:rsidRDefault="0034098F" w:rsidP="00F45185">
      <w:pPr>
        <w:ind w:left="705" w:hanging="345"/>
        <w:rPr>
          <w:noProof/>
        </w:rPr>
      </w:pPr>
      <w:r w:rsidRPr="00926288">
        <w:rPr>
          <w:noProof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288">
        <w:rPr>
          <w:noProof/>
        </w:rPr>
        <w:instrText xml:space="preserve"> FORMCHECKBOX </w:instrText>
      </w:r>
      <w:r w:rsidRPr="00926288">
        <w:rPr>
          <w:noProof/>
        </w:rPr>
      </w:r>
      <w:r w:rsidRPr="00926288">
        <w:rPr>
          <w:noProof/>
        </w:rPr>
        <w:fldChar w:fldCharType="separate"/>
      </w:r>
      <w:r w:rsidRPr="00926288">
        <w:rPr>
          <w:noProof/>
        </w:rPr>
        <w:fldChar w:fldCharType="end"/>
      </w:r>
      <w:r w:rsidRPr="00926288">
        <w:rPr>
          <w:noProof/>
        </w:rPr>
        <w:tab/>
      </w:r>
      <w:r w:rsidR="009F0ADE" w:rsidRPr="00926288">
        <w:rPr>
          <w:noProof/>
        </w:rPr>
        <w:t>Egyéb</w:t>
      </w:r>
    </w:p>
    <w:bookmarkEnd w:id="16"/>
    <w:p w14:paraId="328D74C7" w14:textId="77777777" w:rsidR="0034098F" w:rsidRPr="004E5F8D" w:rsidRDefault="0034098F">
      <w:pPr>
        <w:spacing w:after="0" w:line="240" w:lineRule="auto"/>
        <w:rPr>
          <w:b/>
          <w:bCs/>
          <w:noProof/>
        </w:rPr>
      </w:pPr>
      <w:r w:rsidRPr="004E5F8D">
        <w:rPr>
          <w:noProof/>
        </w:rPr>
        <w:br w:type="page"/>
      </w:r>
    </w:p>
    <w:p w14:paraId="6D2E294E" w14:textId="77777777" w:rsidR="004E5F8D" w:rsidRPr="00E0296E" w:rsidRDefault="004E5F8D" w:rsidP="004E5F8D">
      <w:pPr>
        <w:pStyle w:val="Cmsor4"/>
        <w:rPr>
          <w:lang w:val="hu-HU"/>
        </w:rPr>
      </w:pPr>
      <w:r w:rsidRPr="00E0296E">
        <w:rPr>
          <w:lang w:val="hu-HU"/>
        </w:rPr>
        <w:lastRenderedPageBreak/>
        <w:t>Ismertesse, hogyan működtek együtt a projektpartnerek az előkészítési szakaszban! (Legfeljebb 1 500 karakter)</w:t>
      </w:r>
    </w:p>
    <w:p w14:paraId="55D3E0A9" w14:textId="6B158D3A" w:rsidR="00FA0360" w:rsidRPr="004E5F8D" w:rsidRDefault="00FA0360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5DA24C92" w14:textId="77777777" w:rsidR="004E5F8D" w:rsidRPr="00E0296E" w:rsidRDefault="004E5F8D" w:rsidP="004E5F8D">
      <w:pPr>
        <w:pStyle w:val="Cmsor4"/>
        <w:rPr>
          <w:lang w:val="hu-HU"/>
        </w:rPr>
      </w:pPr>
      <w:r w:rsidRPr="00E0296E">
        <w:rPr>
          <w:lang w:val="hu-HU"/>
        </w:rPr>
        <w:t>Ismertesse, hogyan vonták be a különböző célcsoportokat a projekt tervezésébe!</w:t>
      </w:r>
    </w:p>
    <w:p w14:paraId="366068CA" w14:textId="39CFE50C" w:rsidR="004E5F8D" w:rsidRPr="00E0296E" w:rsidRDefault="004E5F8D" w:rsidP="004E5F8D">
      <w:pPr>
        <w:pStyle w:val="Description"/>
        <w:rPr>
          <w:lang w:val="hu-HU"/>
        </w:rPr>
      </w:pPr>
      <w:r w:rsidRPr="00E0296E">
        <w:rPr>
          <w:lang w:val="hu-HU"/>
        </w:rPr>
        <w:t xml:space="preserve">A célcsoportok bevonása a projekttervezésbe </w:t>
      </w:r>
      <w:r w:rsidR="006035F2">
        <w:rPr>
          <w:lang w:val="hu-HU"/>
        </w:rPr>
        <w:t>elengedhetetlen</w:t>
      </w:r>
      <w:r w:rsidR="006035F2" w:rsidRPr="00E0296E">
        <w:rPr>
          <w:lang w:val="hu-HU"/>
        </w:rPr>
        <w:t xml:space="preserve"> </w:t>
      </w:r>
      <w:r w:rsidRPr="00E0296E">
        <w:rPr>
          <w:lang w:val="hu-HU"/>
        </w:rPr>
        <w:t xml:space="preserve">a sikeres megvalósításhoz. Ismertesse, hogyan történt a célcsoportok bevonása a tervezés során, és mutassa be, milyen módon járultak hozzá a benyújtott pályázat </w:t>
      </w:r>
      <w:r w:rsidR="006035F2">
        <w:rPr>
          <w:lang w:val="hu-HU"/>
        </w:rPr>
        <w:t>végleges tartalmához</w:t>
      </w:r>
      <w:r w:rsidR="00E45E5E">
        <w:rPr>
          <w:lang w:val="hu-HU"/>
        </w:rPr>
        <w:t>!</w:t>
      </w:r>
      <w:r w:rsidRPr="00E0296E">
        <w:rPr>
          <w:lang w:val="hu-HU"/>
        </w:rPr>
        <w:t xml:space="preserve"> (Legfeljebb 1 500 karakter)</w:t>
      </w:r>
      <w:r w:rsidRPr="00E0296E">
        <w:rPr>
          <w:lang w:val="hu-HU"/>
        </w:rPr>
        <w:br/>
      </w:r>
      <w:r w:rsidR="00027D95">
        <w:rPr>
          <w:lang w:val="hu-HU"/>
        </w:rPr>
        <w:pict w14:anchorId="0170C0D5">
          <v:rect id="_x0000_i1036" style="width:0;height:1.5pt" o:hralign="center" o:hrstd="t" o:hr="t" fillcolor="#a0a0a0" stroked="f"/>
        </w:pict>
      </w:r>
    </w:p>
    <w:p w14:paraId="4240D59A" w14:textId="4019E917" w:rsidR="00FA0360" w:rsidRPr="004E5F8D" w:rsidRDefault="00FA0360" w:rsidP="00926288">
      <w:pPr>
        <w:ind w:left="357"/>
        <w:jc w:val="both"/>
        <w:rPr>
          <w:b/>
          <w:bCs/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698A6954" w14:textId="77777777" w:rsidR="004E5F8D" w:rsidRPr="00E0296E" w:rsidRDefault="004E5F8D" w:rsidP="004E5F8D">
      <w:pPr>
        <w:pStyle w:val="Cmsor4"/>
        <w:rPr>
          <w:lang w:val="hu-HU"/>
        </w:rPr>
      </w:pPr>
      <w:r w:rsidRPr="00E0296E">
        <w:rPr>
          <w:lang w:val="hu-HU"/>
        </w:rPr>
        <w:t>Mutasson be egy jó gyakorlatot, amely inspirációt adott a projekthez! (opcionális)</w:t>
      </w:r>
    </w:p>
    <w:p w14:paraId="0F0789C4" w14:textId="7792D8FE" w:rsidR="00CC7668" w:rsidRPr="004E5F8D" w:rsidRDefault="004E5F8D" w:rsidP="004E5F8D">
      <w:pPr>
        <w:pStyle w:val="Description"/>
        <w:rPr>
          <w:b/>
          <w:bCs/>
          <w:noProof/>
        </w:rPr>
      </w:pPr>
      <w:r w:rsidRPr="00E0296E">
        <w:rPr>
          <w:lang w:val="hu-HU"/>
        </w:rPr>
        <w:t>Ha van ilyen, ismertesse azt a jó példát, amely inspirációként szolgált a projekttervezés során, vagy amelyet a partnerek át kívánnak venni</w:t>
      </w:r>
      <w:r w:rsidR="00E45E5E">
        <w:rPr>
          <w:lang w:val="hu-HU"/>
        </w:rPr>
        <w:t>!</w:t>
      </w:r>
      <w:r w:rsidRPr="00E0296E">
        <w:rPr>
          <w:lang w:val="hu-HU"/>
        </w:rPr>
        <w:t xml:space="preserve"> (Legfeljebb 1 500 karakter)</w:t>
      </w:r>
      <w:r w:rsidRPr="00E0296E">
        <w:rPr>
          <w:lang w:val="hu-HU"/>
        </w:rPr>
        <w:br/>
      </w:r>
      <w:r w:rsidR="00027D95">
        <w:rPr>
          <w:lang w:val="hu-HU"/>
        </w:rPr>
        <w:pict w14:anchorId="689CFC5D">
          <v:rect id="_x0000_i1037" style="width:0;height:1.5pt" o:hralign="center" o:hrstd="t" o:hr="t" fillcolor="#a0a0a0" stroked="f"/>
        </w:pict>
      </w:r>
    </w:p>
    <w:p w14:paraId="4B61C8EF" w14:textId="06AAB840" w:rsidR="00CC7668" w:rsidRPr="004E5F8D" w:rsidRDefault="00CC7668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01666626" w14:textId="77777777" w:rsidR="00CC7668" w:rsidRPr="004E5F8D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4119E76B" w14:textId="77777777" w:rsidR="004E5F8D" w:rsidRPr="00E0296E" w:rsidRDefault="004E5F8D" w:rsidP="004E5F8D">
      <w:pPr>
        <w:pStyle w:val="Cmsor4"/>
        <w:rPr>
          <w:lang w:val="hu-HU"/>
        </w:rPr>
      </w:pPr>
      <w:r w:rsidRPr="00E0296E">
        <w:rPr>
          <w:lang w:val="hu-HU"/>
        </w:rPr>
        <w:lastRenderedPageBreak/>
        <w:t>Ismertesse a projekt megvalósításának menetét!</w:t>
      </w:r>
    </w:p>
    <w:p w14:paraId="19CFC3F9" w14:textId="76618C33" w:rsidR="004E5F8D" w:rsidRPr="00E0296E" w:rsidRDefault="004E5F8D" w:rsidP="004E5F8D">
      <w:pPr>
        <w:pStyle w:val="Description"/>
        <w:rPr>
          <w:lang w:val="hu-HU"/>
        </w:rPr>
      </w:pPr>
      <w:r w:rsidRPr="00E0296E">
        <w:rPr>
          <w:lang w:val="hu-HU"/>
        </w:rPr>
        <w:t>Ismertesse a projekt fő</w:t>
      </w:r>
      <w:r w:rsidR="006035F2">
        <w:rPr>
          <w:lang w:val="hu-HU"/>
        </w:rPr>
        <w:t>bb</w:t>
      </w:r>
      <w:r w:rsidRPr="00E0296E">
        <w:rPr>
          <w:lang w:val="hu-HU"/>
        </w:rPr>
        <w:t xml:space="preserve"> tevékenységeit és feladatait </w:t>
      </w:r>
      <w:r w:rsidR="006035F2">
        <w:rPr>
          <w:lang w:val="hu-HU"/>
        </w:rPr>
        <w:t xml:space="preserve">logikus, </w:t>
      </w:r>
      <w:r w:rsidRPr="00E0296E">
        <w:rPr>
          <w:lang w:val="hu-HU"/>
        </w:rPr>
        <w:t xml:space="preserve">időrendi sorrendben, kiemelve a </w:t>
      </w:r>
      <w:r w:rsidR="006035F2">
        <w:rPr>
          <w:lang w:val="hu-HU"/>
        </w:rPr>
        <w:t xml:space="preserve">legfontosabb </w:t>
      </w:r>
      <w:r w:rsidRPr="00E0296E">
        <w:rPr>
          <w:lang w:val="hu-HU"/>
        </w:rPr>
        <w:t>mérföldköveket</w:t>
      </w:r>
      <w:r w:rsidR="006035F2">
        <w:rPr>
          <w:lang w:val="hu-HU"/>
        </w:rPr>
        <w:t xml:space="preserve">, valamint </w:t>
      </w:r>
      <w:r w:rsidR="006035F2">
        <w:t>az egyes partnerek szerepét és felelősségi körét a megvalósítás során</w:t>
      </w:r>
      <w:r w:rsidR="00E45E5E">
        <w:rPr>
          <w:lang w:val="hu-HU"/>
        </w:rPr>
        <w:t>!</w:t>
      </w:r>
      <w:r w:rsidRPr="00E0296E">
        <w:rPr>
          <w:lang w:val="hu-HU"/>
        </w:rPr>
        <w:t xml:space="preserve"> (Legfeljebb 3 000 karakter)</w:t>
      </w:r>
      <w:r w:rsidRPr="00E0296E">
        <w:rPr>
          <w:lang w:val="hu-HU"/>
        </w:rPr>
        <w:br/>
      </w:r>
      <w:r w:rsidR="00027D95">
        <w:rPr>
          <w:lang w:val="hu-HU"/>
        </w:rPr>
        <w:pict w14:anchorId="37D9FF0A">
          <v:rect id="_x0000_i1038" style="width:0;height:1.5pt" o:hralign="center" o:hrstd="t" o:hr="t" fillcolor="#a0a0a0" stroked="f"/>
        </w:pict>
      </w:r>
    </w:p>
    <w:p w14:paraId="2B8A565F" w14:textId="09326D47" w:rsidR="00F45185" w:rsidRDefault="0034098F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7D25F34A" w14:textId="77777777" w:rsidR="0085058A" w:rsidRDefault="0085058A">
      <w:pPr>
        <w:spacing w:after="0" w:line="240" w:lineRule="auto"/>
        <w:rPr>
          <w:b/>
          <w:bCs/>
          <w:lang w:val="hu-HU"/>
        </w:rPr>
      </w:pPr>
      <w:r>
        <w:rPr>
          <w:lang w:val="hu-HU"/>
        </w:rPr>
        <w:br w:type="page"/>
      </w:r>
    </w:p>
    <w:p w14:paraId="01564A27" w14:textId="040B5102" w:rsidR="004E5F8D" w:rsidRPr="00E0296E" w:rsidRDefault="00310724" w:rsidP="0085058A">
      <w:pPr>
        <w:pStyle w:val="Cmsor4"/>
        <w:rPr>
          <w:lang w:val="hu-HU"/>
        </w:rPr>
      </w:pPr>
      <w:r>
        <w:rPr>
          <w:lang w:val="hu-HU"/>
        </w:rPr>
        <w:lastRenderedPageBreak/>
        <w:t>Ismertesse</w:t>
      </w:r>
      <w:r w:rsidR="004E5F8D" w:rsidRPr="00E0296E">
        <w:rPr>
          <w:lang w:val="hu-HU"/>
        </w:rPr>
        <w:t>, hogy a célcsoportok hogyan fognak részt venni a projekt megvalósításában!</w:t>
      </w:r>
    </w:p>
    <w:p w14:paraId="66676E77" w14:textId="174C88F9" w:rsidR="004E5F8D" w:rsidRPr="00E0296E" w:rsidRDefault="004E5F8D" w:rsidP="004E5F8D">
      <w:pPr>
        <w:pStyle w:val="Description"/>
        <w:rPr>
          <w:lang w:val="hu-HU"/>
        </w:rPr>
      </w:pPr>
      <w:r w:rsidRPr="00E0296E">
        <w:rPr>
          <w:lang w:val="hu-HU"/>
        </w:rPr>
        <w:t xml:space="preserve">A célcsoport bevonása a projekt megvalósításába elengedhetetlen a projekt sikeréhez. </w:t>
      </w:r>
      <w:r w:rsidR="00310724">
        <w:rPr>
          <w:lang w:val="hu-HU"/>
        </w:rPr>
        <w:t>Ismertesse</w:t>
      </w:r>
      <w:r w:rsidRPr="00E0296E">
        <w:rPr>
          <w:lang w:val="hu-HU"/>
        </w:rPr>
        <w:t>, hogy a célcsoportok hogyan fognak részt venni a projekt megvalósításában, és milyen hozzájárulást fognak nyújtani az eredményekhez</w:t>
      </w:r>
      <w:r w:rsidR="00E45E5E">
        <w:rPr>
          <w:lang w:val="hu-HU"/>
        </w:rPr>
        <w:t>!</w:t>
      </w:r>
      <w:r w:rsidRPr="00E0296E">
        <w:rPr>
          <w:lang w:val="hu-HU"/>
        </w:rPr>
        <w:t xml:space="preserve"> (</w:t>
      </w:r>
      <w:r w:rsidR="00612C9E">
        <w:rPr>
          <w:lang w:val="hu-HU"/>
        </w:rPr>
        <w:t>Legfeljebb</w:t>
      </w:r>
      <w:r w:rsidRPr="00E0296E">
        <w:rPr>
          <w:lang w:val="hu-HU"/>
        </w:rPr>
        <w:t xml:space="preserve"> 1500 karakter)</w:t>
      </w:r>
      <w:r w:rsidRPr="00E0296E">
        <w:rPr>
          <w:lang w:val="hu-HU"/>
        </w:rPr>
        <w:br/>
      </w:r>
      <w:r w:rsidR="00027D95">
        <w:rPr>
          <w:lang w:val="hu-HU"/>
        </w:rPr>
        <w:pict w14:anchorId="18549EA1">
          <v:rect id="_x0000_i1039" style="width:0;height:1.5pt" o:hralign="center" o:hrstd="t" o:hr="t" fillcolor="#a0a0a0" stroked="f"/>
        </w:pict>
      </w:r>
    </w:p>
    <w:p w14:paraId="701D7F9B" w14:textId="40299DE7" w:rsidR="00F45185" w:rsidRPr="004E5F8D" w:rsidRDefault="00F85D09" w:rsidP="00926288">
      <w:pPr>
        <w:ind w:left="357"/>
        <w:jc w:val="both"/>
        <w:rPr>
          <w:b/>
          <w:bCs/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2D4A41DA" w14:textId="2C6CA1A8" w:rsidR="004E5F8D" w:rsidRPr="00E0296E" w:rsidRDefault="00310724" w:rsidP="004E5F8D">
      <w:pPr>
        <w:pStyle w:val="Cmsor4"/>
        <w:rPr>
          <w:lang w:val="hu-HU"/>
        </w:rPr>
      </w:pPr>
      <w:r>
        <w:rPr>
          <w:lang w:val="hu-HU"/>
        </w:rPr>
        <w:t>Ismertesse</w:t>
      </w:r>
      <w:r w:rsidR="004E5F8D" w:rsidRPr="00E0296E">
        <w:rPr>
          <w:lang w:val="hu-HU"/>
        </w:rPr>
        <w:t>, hogyan fognak a projektpartnerek együttműködni a projekt megvalósítási szakaszában! (</w:t>
      </w:r>
      <w:r w:rsidR="00612C9E">
        <w:rPr>
          <w:lang w:val="hu-HU"/>
        </w:rPr>
        <w:t>Legfeljebb</w:t>
      </w:r>
      <w:r w:rsidR="004E5F8D" w:rsidRPr="00E0296E">
        <w:rPr>
          <w:lang w:val="hu-HU"/>
        </w:rPr>
        <w:t xml:space="preserve"> 1500 karakter)</w:t>
      </w:r>
    </w:p>
    <w:p w14:paraId="1732680A" w14:textId="4AE56C8C" w:rsidR="00CC7668" w:rsidRPr="004E5F8D" w:rsidRDefault="00CC7668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03CE0A40" w14:textId="77777777" w:rsidR="00CC7668" w:rsidRPr="004E5F8D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46AF9825" w14:textId="5E2BDEF1" w:rsidR="004E5F8D" w:rsidRPr="00E0296E" w:rsidRDefault="00310724" w:rsidP="004E5F8D">
      <w:pPr>
        <w:pStyle w:val="Cmsor4"/>
        <w:rPr>
          <w:lang w:val="hu-HU"/>
        </w:rPr>
      </w:pPr>
      <w:r>
        <w:rPr>
          <w:lang w:val="hu-HU"/>
        </w:rPr>
        <w:lastRenderedPageBreak/>
        <w:t>Ismertesse</w:t>
      </w:r>
      <w:r w:rsidR="004E5F8D" w:rsidRPr="00E0296E">
        <w:rPr>
          <w:lang w:val="hu-HU"/>
        </w:rPr>
        <w:t xml:space="preserve"> a projekt innovatív jellegét!</w:t>
      </w:r>
    </w:p>
    <w:p w14:paraId="596CA512" w14:textId="2A0AB884" w:rsidR="004E5F8D" w:rsidRPr="00E0296E" w:rsidRDefault="00AB51C7" w:rsidP="004E5F8D">
      <w:pPr>
        <w:pStyle w:val="Description"/>
        <w:rPr>
          <w:lang w:val="hu-HU"/>
        </w:rPr>
      </w:pPr>
      <w:r w:rsidRPr="0019085C">
        <w:t xml:space="preserve">Ismertesse a projekt </w:t>
      </w:r>
      <w:r>
        <w:t xml:space="preserve">újszerű, </w:t>
      </w:r>
      <w:r w:rsidRPr="0019085C">
        <w:t>innovatív elemeit</w:t>
      </w:r>
      <w:r>
        <w:t>, amelyek kiemelkednek a jelenlegi gyakorlatból</w:t>
      </w:r>
      <w:r w:rsidRPr="0019085C">
        <w:t>! Ha a projekt</w:t>
      </w:r>
      <w:r>
        <w:t xml:space="preserve"> a partnerek által kifejlesztett új megoldásokat, módszertani vagy technológiai újításokat tartalmaz, ismertesse, hogy a projekt eredménye milyen hasznosítási szakaszba jut el a megvalósítás végére,</w:t>
      </w:r>
      <w:r w:rsidRPr="0019085C">
        <w:t xml:space="preserve"> pl.: kísérleti projekt, </w:t>
      </w:r>
      <w:r>
        <w:t>továbbfejlesztésre alkalmas kezdeményezés vagy skálázható modell!</w:t>
      </w:r>
      <w:r w:rsidRPr="0019085C">
        <w:t xml:space="preserve"> (</w:t>
      </w:r>
      <w:r>
        <w:t>Legfeljebb</w:t>
      </w:r>
      <w:r w:rsidRPr="0019085C">
        <w:t xml:space="preserve"> 1500 karakter)</w:t>
      </w:r>
      <w:r>
        <w:t xml:space="preserve"> </w:t>
      </w:r>
      <w:r w:rsidR="004E5F8D" w:rsidRPr="00E0296E">
        <w:rPr>
          <w:lang w:val="hu-HU"/>
        </w:rPr>
        <w:br/>
      </w:r>
      <w:r w:rsidR="00027D95">
        <w:rPr>
          <w:lang w:val="hu-HU"/>
        </w:rPr>
        <w:pict w14:anchorId="6C52FC8D">
          <v:rect id="_x0000_i1040" style="width:0;height:1.5pt" o:hralign="center" o:hrstd="t" o:hr="t" fillcolor="#a0a0a0" stroked="f"/>
        </w:pict>
      </w:r>
    </w:p>
    <w:p w14:paraId="668449C9" w14:textId="70233CC7" w:rsidR="00F45185" w:rsidRPr="004E5F8D" w:rsidRDefault="008D57F2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0CD80C82" w14:textId="77777777" w:rsidR="004E5F8D" w:rsidRPr="00E0296E" w:rsidRDefault="004E5F8D" w:rsidP="004E5F8D">
      <w:pPr>
        <w:pStyle w:val="Cmsor4"/>
        <w:rPr>
          <w:lang w:val="hu-HU"/>
        </w:rPr>
      </w:pPr>
      <w:r w:rsidRPr="00E0296E">
        <w:rPr>
          <w:lang w:val="hu-HU"/>
        </w:rPr>
        <w:t>Sorolja fel a tervezett beruházások pontos helyszínét (lista)!</w:t>
      </w:r>
    </w:p>
    <w:p w14:paraId="3B5C8485" w14:textId="20BA999B" w:rsidR="003E65CA" w:rsidRPr="00E0296E" w:rsidRDefault="003E65CA" w:rsidP="003E65CA">
      <w:pPr>
        <w:pStyle w:val="Description"/>
        <w:rPr>
          <w:lang w:val="hu-HU"/>
        </w:rPr>
      </w:pPr>
      <w:r w:rsidRPr="00E0296E">
        <w:rPr>
          <w:lang w:val="hu-HU"/>
        </w:rPr>
        <w:t xml:space="preserve">Ha a </w:t>
      </w:r>
      <w:r w:rsidR="002803C4">
        <w:rPr>
          <w:lang w:val="hu-HU"/>
        </w:rPr>
        <w:t>pályázat</w:t>
      </w:r>
      <w:r w:rsidR="002803C4" w:rsidRPr="00E0296E">
        <w:rPr>
          <w:lang w:val="hu-HU"/>
        </w:rPr>
        <w:t xml:space="preserve"> </w:t>
      </w:r>
      <w:r w:rsidRPr="00E0296E">
        <w:rPr>
          <w:lang w:val="hu-HU"/>
        </w:rPr>
        <w:t>nagy</w:t>
      </w:r>
      <w:r>
        <w:rPr>
          <w:lang w:val="hu-HU"/>
        </w:rPr>
        <w:t xml:space="preserve"> értékű </w:t>
      </w:r>
      <w:r w:rsidR="00AB51C7">
        <w:rPr>
          <w:lang w:val="hu-HU"/>
        </w:rPr>
        <w:t>berendezések beszerzését</w:t>
      </w:r>
      <w:r w:rsidRPr="00E0296E">
        <w:rPr>
          <w:lang w:val="hu-HU"/>
        </w:rPr>
        <w:t xml:space="preserve"> is tartalmazza, kérjük, adja meg a</w:t>
      </w:r>
      <w:r>
        <w:rPr>
          <w:lang w:val="hu-HU"/>
        </w:rPr>
        <w:t xml:space="preserve">z eszközök </w:t>
      </w:r>
      <w:r w:rsidRPr="00E0296E">
        <w:rPr>
          <w:lang w:val="hu-HU"/>
        </w:rPr>
        <w:t xml:space="preserve">telepítésének pontos </w:t>
      </w:r>
      <w:r w:rsidR="00AB51C7">
        <w:rPr>
          <w:lang w:val="hu-HU"/>
        </w:rPr>
        <w:t>címét</w:t>
      </w:r>
      <w:r w:rsidR="00E26FDE">
        <w:rPr>
          <w:lang w:val="hu-HU"/>
        </w:rPr>
        <w:t>!</w:t>
      </w:r>
      <w:r w:rsidRPr="00E0296E">
        <w:rPr>
          <w:lang w:val="hu-HU"/>
        </w:rPr>
        <w:t xml:space="preserve"> </w:t>
      </w:r>
      <w:r w:rsidR="00AB51C7">
        <w:rPr>
          <w:lang w:val="hu-HU"/>
        </w:rPr>
        <w:t>Amennyiben</w:t>
      </w:r>
      <w:r w:rsidR="00AB51C7" w:rsidRPr="00E0296E">
        <w:rPr>
          <w:lang w:val="hu-HU"/>
        </w:rPr>
        <w:t xml:space="preserve"> </w:t>
      </w:r>
      <w:r w:rsidRPr="00E0296E">
        <w:rPr>
          <w:lang w:val="hu-HU"/>
        </w:rPr>
        <w:t xml:space="preserve">a </w:t>
      </w:r>
      <w:r w:rsidR="002803C4">
        <w:rPr>
          <w:lang w:val="hu-HU"/>
        </w:rPr>
        <w:t>pályázat</w:t>
      </w:r>
      <w:r w:rsidR="002803C4" w:rsidRPr="00E0296E">
        <w:rPr>
          <w:lang w:val="hu-HU"/>
        </w:rPr>
        <w:t xml:space="preserve"> </w:t>
      </w:r>
      <w:r w:rsidRPr="00E0296E">
        <w:rPr>
          <w:lang w:val="hu-HU"/>
        </w:rPr>
        <w:t>építési vagy felújítási munkákat is tartalmaz, kérjük, adja meg az érintett ingatlanok pontos helyét</w:t>
      </w:r>
      <w:r w:rsidR="00AB51C7">
        <w:rPr>
          <w:lang w:val="hu-HU"/>
        </w:rPr>
        <w:t>!</w:t>
      </w:r>
    </w:p>
    <w:p w14:paraId="200A73D0" w14:textId="399058B6" w:rsidR="0078531F" w:rsidRPr="004E5F8D" w:rsidRDefault="00D26D67" w:rsidP="00926288">
      <w:pPr>
        <w:pStyle w:val="Listaszerbekezds"/>
        <w:numPr>
          <w:ilvl w:val="0"/>
          <w:numId w:val="46"/>
        </w:numPr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16F16763" w14:textId="77777777" w:rsidR="00262FC1" w:rsidRPr="004E5F8D" w:rsidRDefault="00262FC1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7D146541" w14:textId="77777777" w:rsidR="004E5F8D" w:rsidRPr="00E0296E" w:rsidRDefault="004E5F8D" w:rsidP="004E5F8D">
      <w:pPr>
        <w:pStyle w:val="Cmsor1"/>
      </w:pPr>
      <w:r w:rsidRPr="00E0296E">
        <w:lastRenderedPageBreak/>
        <w:t>Eredmények</w:t>
      </w:r>
    </w:p>
    <w:p w14:paraId="127D5D23" w14:textId="0FFFDDC4" w:rsidR="004E5F8D" w:rsidRPr="00E0296E" w:rsidRDefault="004E5F8D" w:rsidP="004E5F8D">
      <w:pPr>
        <w:pStyle w:val="Cmsor4"/>
        <w:rPr>
          <w:lang w:val="hu-HU"/>
        </w:rPr>
      </w:pPr>
      <w:bookmarkStart w:id="17" w:name="_Hlk204263948"/>
      <w:r w:rsidRPr="00E0296E">
        <w:rPr>
          <w:lang w:val="hu-HU"/>
        </w:rPr>
        <w:t>Ismertesse a projekt rövid</w:t>
      </w:r>
      <w:r w:rsidR="00B6572A">
        <w:rPr>
          <w:lang w:val="hu-HU"/>
        </w:rPr>
        <w:t xml:space="preserve"> </w:t>
      </w:r>
      <w:r w:rsidRPr="00E0296E">
        <w:rPr>
          <w:lang w:val="hu-HU"/>
        </w:rPr>
        <w:t xml:space="preserve">távú eredményeit! </w:t>
      </w:r>
    </w:p>
    <w:p w14:paraId="6E6AB831" w14:textId="786F043A" w:rsidR="004E5F8D" w:rsidRPr="00E0296E" w:rsidRDefault="00310724" w:rsidP="004E5F8D">
      <w:pPr>
        <w:pStyle w:val="Description"/>
        <w:rPr>
          <w:lang w:val="hu-HU"/>
        </w:rPr>
      </w:pPr>
      <w:r>
        <w:rPr>
          <w:lang w:val="hu-HU"/>
        </w:rPr>
        <w:t>Ismertesse</w:t>
      </w:r>
      <w:r w:rsidR="004E5F8D" w:rsidRPr="00E0296E">
        <w:rPr>
          <w:lang w:val="hu-HU"/>
        </w:rPr>
        <w:t xml:space="preserve"> a projekt megvalósítása során</w:t>
      </w:r>
      <w:r w:rsidR="00AB51C7">
        <w:rPr>
          <w:lang w:val="hu-HU"/>
        </w:rPr>
        <w:t>, valamint</w:t>
      </w:r>
      <w:r w:rsidR="004E5F8D" w:rsidRPr="00E0296E">
        <w:rPr>
          <w:lang w:val="hu-HU"/>
        </w:rPr>
        <w:t xml:space="preserve"> közvetlenül a</w:t>
      </w:r>
      <w:r w:rsidR="00AB51C7">
        <w:rPr>
          <w:lang w:val="hu-HU"/>
        </w:rPr>
        <w:t xml:space="preserve"> lezárást</w:t>
      </w:r>
      <w:r w:rsidR="004E5F8D" w:rsidRPr="00E0296E">
        <w:rPr>
          <w:lang w:val="hu-HU"/>
        </w:rPr>
        <w:t xml:space="preserve"> követően </w:t>
      </w:r>
      <w:r w:rsidR="00AB51C7">
        <w:rPr>
          <w:lang w:val="hu-HU"/>
        </w:rPr>
        <w:t>várható</w:t>
      </w:r>
      <w:r w:rsidR="00AB51C7" w:rsidRPr="00E0296E">
        <w:rPr>
          <w:lang w:val="hu-HU"/>
        </w:rPr>
        <w:t xml:space="preserve"> </w:t>
      </w:r>
      <w:r w:rsidR="004E5F8D" w:rsidRPr="00E0296E">
        <w:rPr>
          <w:lang w:val="hu-HU"/>
        </w:rPr>
        <w:t xml:space="preserve">eredményeket és </w:t>
      </w:r>
      <w:r w:rsidR="00AB51C7">
        <w:rPr>
          <w:lang w:val="hu-HU"/>
        </w:rPr>
        <w:t xml:space="preserve">az azokkal járó </w:t>
      </w:r>
      <w:r w:rsidR="004E5F8D" w:rsidRPr="00E0296E">
        <w:rPr>
          <w:lang w:val="hu-HU"/>
        </w:rPr>
        <w:t>rövid távú hatás</w:t>
      </w:r>
      <w:r w:rsidR="00AB51C7">
        <w:rPr>
          <w:lang w:val="hu-HU"/>
        </w:rPr>
        <w:t>oka</w:t>
      </w:r>
      <w:r w:rsidR="002803C4">
        <w:rPr>
          <w:lang w:val="hu-HU"/>
        </w:rPr>
        <w:t>t</w:t>
      </w:r>
      <w:r w:rsidR="00E45E5E">
        <w:rPr>
          <w:lang w:val="hu-HU"/>
        </w:rPr>
        <w:t>!</w:t>
      </w:r>
      <w:r w:rsidR="004E5F8D" w:rsidRPr="00E0296E">
        <w:rPr>
          <w:lang w:val="hu-HU"/>
        </w:rPr>
        <w:t xml:space="preserve"> (</w:t>
      </w:r>
      <w:r w:rsidR="00612C9E">
        <w:rPr>
          <w:lang w:val="hu-HU"/>
        </w:rPr>
        <w:t>Legfeljebb</w:t>
      </w:r>
      <w:r w:rsidR="004E5F8D" w:rsidRPr="00E0296E">
        <w:rPr>
          <w:lang w:val="hu-HU"/>
        </w:rPr>
        <w:t xml:space="preserve"> 1500 karakter)</w:t>
      </w:r>
      <w:r w:rsidR="004E5F8D" w:rsidRPr="00E0296E">
        <w:rPr>
          <w:lang w:val="hu-HU"/>
        </w:rPr>
        <w:br/>
      </w:r>
      <w:r w:rsidR="00027D95">
        <w:rPr>
          <w:lang w:val="hu-HU"/>
        </w:rPr>
        <w:pict w14:anchorId="79A654E9">
          <v:rect id="_x0000_i1041" style="width:0;height:1.5pt" o:hralign="center" o:hrstd="t" o:hr="t" fillcolor="#a0a0a0" stroked="f"/>
        </w:pict>
      </w:r>
    </w:p>
    <w:bookmarkEnd w:id="17"/>
    <w:p w14:paraId="763B38DA" w14:textId="53FA5441" w:rsidR="00545FEA" w:rsidRPr="004E5F8D" w:rsidRDefault="00D26D67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36D796A3" w14:textId="62C2F7C6" w:rsidR="004E5F8D" w:rsidRPr="00E0296E" w:rsidRDefault="004E5F8D" w:rsidP="004E5F8D">
      <w:pPr>
        <w:pStyle w:val="Cmsor4"/>
        <w:rPr>
          <w:lang w:val="hu-HU"/>
        </w:rPr>
      </w:pPr>
      <w:bookmarkStart w:id="18" w:name="_Hlk204263955"/>
      <w:r w:rsidRPr="00E0296E">
        <w:rPr>
          <w:lang w:val="hu-HU"/>
        </w:rPr>
        <w:t xml:space="preserve">Ismertesse a projekt </w:t>
      </w:r>
      <w:r>
        <w:rPr>
          <w:lang w:val="hu-HU"/>
        </w:rPr>
        <w:t>hosszú</w:t>
      </w:r>
      <w:r w:rsidR="00B6572A">
        <w:rPr>
          <w:lang w:val="hu-HU"/>
        </w:rPr>
        <w:t xml:space="preserve"> </w:t>
      </w:r>
      <w:r w:rsidRPr="00E0296E">
        <w:rPr>
          <w:lang w:val="hu-HU"/>
        </w:rPr>
        <w:t>távú eredményeit!</w:t>
      </w:r>
    </w:p>
    <w:p w14:paraId="07BAB9D2" w14:textId="128F264C" w:rsidR="004E5F8D" w:rsidRPr="00E0296E" w:rsidRDefault="00AB51C7" w:rsidP="004E5F8D">
      <w:pPr>
        <w:pStyle w:val="Description"/>
        <w:rPr>
          <w:lang w:val="hu-HU"/>
        </w:rPr>
      </w:pPr>
      <w:r>
        <w:t>Ismertesse</w:t>
      </w:r>
      <w:r w:rsidRPr="001B26CC">
        <w:t xml:space="preserve"> a</w:t>
      </w:r>
      <w:r>
        <w:t>zokat a hosszú távú hatásokat és eredményeket, amelyek a projekt megvalósításást követő első év során már érzékelhetők, illetve mérhetők lesznek</w:t>
      </w:r>
      <w:r w:rsidR="00E45E5E">
        <w:rPr>
          <w:lang w:val="hu-HU"/>
        </w:rPr>
        <w:t>!</w:t>
      </w:r>
      <w:r w:rsidR="004E5F8D" w:rsidRPr="00E0296E">
        <w:rPr>
          <w:lang w:val="hu-HU"/>
        </w:rPr>
        <w:t xml:space="preserve"> (</w:t>
      </w:r>
      <w:r w:rsidR="00612C9E">
        <w:rPr>
          <w:lang w:val="hu-HU"/>
        </w:rPr>
        <w:t>Legfeljebb</w:t>
      </w:r>
      <w:r w:rsidR="004E5F8D" w:rsidRPr="00E0296E">
        <w:rPr>
          <w:lang w:val="hu-HU"/>
        </w:rPr>
        <w:t xml:space="preserve"> 1500 karakter)</w:t>
      </w:r>
      <w:r w:rsidR="004E5F8D" w:rsidRPr="00E0296E">
        <w:rPr>
          <w:lang w:val="hu-HU"/>
        </w:rPr>
        <w:br/>
      </w:r>
      <w:r w:rsidR="00027D95">
        <w:rPr>
          <w:lang w:val="hu-HU"/>
        </w:rPr>
        <w:pict w14:anchorId="6C6D4406">
          <v:rect id="_x0000_i1042" style="width:0;height:1.5pt" o:hralign="center" o:hrstd="t" o:hr="t" fillcolor="#a0a0a0" stroked="f"/>
        </w:pict>
      </w:r>
    </w:p>
    <w:bookmarkEnd w:id="18"/>
    <w:p w14:paraId="19C59ACD" w14:textId="2BA79815" w:rsidR="00D26D67" w:rsidRPr="004E5F8D" w:rsidRDefault="00D26D67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14D25C77" w14:textId="5D326C50" w:rsidR="004E5F8D" w:rsidRPr="00E0296E" w:rsidRDefault="00310724" w:rsidP="004E5F8D">
      <w:pPr>
        <w:pStyle w:val="Cmsor4"/>
        <w:rPr>
          <w:lang w:val="hu-HU"/>
        </w:rPr>
      </w:pPr>
      <w:bookmarkStart w:id="19" w:name="_Hlk204263966"/>
      <w:r>
        <w:rPr>
          <w:lang w:val="hu-HU"/>
        </w:rPr>
        <w:t>Ismertesse</w:t>
      </w:r>
      <w:r w:rsidR="004E5F8D" w:rsidRPr="00E0296E">
        <w:rPr>
          <w:lang w:val="hu-HU"/>
        </w:rPr>
        <w:t>, hogy a projekt infrastrukturális elemei hogyan járulnak hozzá a projekt összességében elért eredményéhez! (</w:t>
      </w:r>
      <w:r w:rsidR="00612C9E">
        <w:rPr>
          <w:lang w:val="hu-HU"/>
        </w:rPr>
        <w:t>Legfeljebb</w:t>
      </w:r>
      <w:r w:rsidR="004E5F8D" w:rsidRPr="00E0296E">
        <w:rPr>
          <w:lang w:val="hu-HU"/>
        </w:rPr>
        <w:t xml:space="preserve"> 1500 karakter)</w:t>
      </w:r>
    </w:p>
    <w:bookmarkEnd w:id="19"/>
    <w:p w14:paraId="1C1030D6" w14:textId="209287C9" w:rsidR="00545FEA" w:rsidRPr="004E5F8D" w:rsidRDefault="00A95018" w:rsidP="00926288">
      <w:pPr>
        <w:ind w:left="357"/>
        <w:jc w:val="both"/>
        <w:rPr>
          <w:b/>
          <w:bCs/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735B1AA0" w14:textId="76E0FCD5" w:rsidR="004E5F8D" w:rsidRPr="00E0296E" w:rsidRDefault="004E5F8D" w:rsidP="00604753">
      <w:pPr>
        <w:pStyle w:val="Cmsor4"/>
        <w:rPr>
          <w:lang w:val="hu-HU"/>
        </w:rPr>
      </w:pPr>
      <w:bookmarkStart w:id="20" w:name="_Hlk204263985"/>
      <w:r w:rsidRPr="00E0296E">
        <w:rPr>
          <w:lang w:val="hu-HU"/>
        </w:rPr>
        <w:t xml:space="preserve">Határozza meg azokat a hatásmutatókat, amelyek a legjobban </w:t>
      </w:r>
      <w:r w:rsidR="00AB51C7">
        <w:rPr>
          <w:lang w:val="hu-HU"/>
        </w:rPr>
        <w:t>jellemzik</w:t>
      </w:r>
      <w:r w:rsidR="00AB51C7" w:rsidRPr="00E0296E">
        <w:rPr>
          <w:lang w:val="hu-HU"/>
        </w:rPr>
        <w:t xml:space="preserve"> </w:t>
      </w:r>
      <w:r w:rsidRPr="00E0296E">
        <w:rPr>
          <w:lang w:val="hu-HU"/>
        </w:rPr>
        <w:t>a projekt várható eredményét!</w:t>
      </w:r>
    </w:p>
    <w:p w14:paraId="09196B48" w14:textId="1B83F9AC" w:rsidR="004E5F8D" w:rsidRPr="00736B3F" w:rsidRDefault="00AB51C7" w:rsidP="004E5F8D">
      <w:pPr>
        <w:pStyle w:val="Description"/>
        <w:rPr>
          <w:noProof/>
        </w:rPr>
      </w:pPr>
      <w:r>
        <w:rPr>
          <w:lang w:val="hu-HU"/>
        </w:rPr>
        <w:t>Nevezze</w:t>
      </w:r>
      <w:r w:rsidRPr="00E0296E">
        <w:rPr>
          <w:lang w:val="hu-HU"/>
        </w:rPr>
        <w:t xml:space="preserve"> </w:t>
      </w:r>
      <w:r w:rsidR="004E5F8D" w:rsidRPr="00E0296E">
        <w:rPr>
          <w:lang w:val="hu-HU"/>
        </w:rPr>
        <w:t>meg a projekt várható kimeneteleit és eredményeit</w:t>
      </w:r>
      <w:r>
        <w:rPr>
          <w:lang w:val="hu-HU"/>
        </w:rPr>
        <w:t xml:space="preserve"> számszerűen</w:t>
      </w:r>
      <w:r w:rsidR="004E5F8D" w:rsidRPr="00E0296E">
        <w:rPr>
          <w:lang w:val="hu-HU"/>
        </w:rPr>
        <w:t xml:space="preserve"> leíró mutatókat, és </w:t>
      </w:r>
      <w:r>
        <w:rPr>
          <w:lang w:val="hu-HU"/>
        </w:rPr>
        <w:t>adja</w:t>
      </w:r>
      <w:r w:rsidRPr="00E0296E">
        <w:rPr>
          <w:lang w:val="hu-HU"/>
        </w:rPr>
        <w:t xml:space="preserve"> </w:t>
      </w:r>
      <w:r w:rsidR="004E5F8D" w:rsidRPr="00E0296E">
        <w:rPr>
          <w:lang w:val="hu-HU"/>
        </w:rPr>
        <w:t>meg az</w:t>
      </w:r>
      <w:r>
        <w:rPr>
          <w:lang w:val="hu-HU"/>
        </w:rPr>
        <w:t xml:space="preserve"> ezekhez kapcsolódó </w:t>
      </w:r>
      <w:r w:rsidR="004E5F8D" w:rsidRPr="00E0296E">
        <w:rPr>
          <w:lang w:val="hu-HU"/>
        </w:rPr>
        <w:t>célértéke</w:t>
      </w:r>
      <w:r>
        <w:rPr>
          <w:lang w:val="hu-HU"/>
        </w:rPr>
        <w:t>ket</w:t>
      </w:r>
      <w:r w:rsidR="004E5F8D" w:rsidRPr="00E0296E">
        <w:rPr>
          <w:lang w:val="hu-HU"/>
        </w:rPr>
        <w:t>, amelyeket a projekt megvalósítását követő első évben el kell érni</w:t>
      </w:r>
      <w:r>
        <w:rPr>
          <w:lang w:val="hu-HU"/>
        </w:rPr>
        <w:t>!</w:t>
      </w:r>
      <w:r w:rsidR="004E5F8D" w:rsidRPr="00E0296E">
        <w:rPr>
          <w:lang w:val="hu-HU"/>
        </w:rPr>
        <w:br/>
      </w:r>
      <w:bookmarkEnd w:id="20"/>
      <w:r w:rsidR="00027D95">
        <w:rPr>
          <w:lang w:val="hu-HU"/>
        </w:rPr>
        <w:pict w14:anchorId="0CECCC02">
          <v:rect id="_x0000_i1043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4E5F8D" w:rsidRPr="004E5F8D" w14:paraId="2ECA08E7" w14:textId="77777777" w:rsidTr="006523C2">
        <w:tc>
          <w:tcPr>
            <w:tcW w:w="6662" w:type="dxa"/>
            <w:vAlign w:val="center"/>
          </w:tcPr>
          <w:p w14:paraId="58CC9F6C" w14:textId="20371B5A" w:rsidR="004E5F8D" w:rsidRPr="004E5F8D" w:rsidRDefault="004E5F8D" w:rsidP="004E5F8D">
            <w:pPr>
              <w:pStyle w:val="Nincstrkz"/>
              <w:rPr>
                <w:b/>
                <w:bCs/>
                <w:noProof/>
                <w:lang w:val="en-GB"/>
              </w:rPr>
            </w:pPr>
            <w:r w:rsidRPr="00E0296E">
              <w:rPr>
                <w:b/>
                <w:bCs/>
              </w:rPr>
              <w:t>Indikátor</w:t>
            </w:r>
          </w:p>
        </w:tc>
        <w:tc>
          <w:tcPr>
            <w:tcW w:w="2121" w:type="dxa"/>
            <w:vAlign w:val="center"/>
          </w:tcPr>
          <w:p w14:paraId="3D0CCABA" w14:textId="761DCA53" w:rsidR="004E5F8D" w:rsidRPr="004E5F8D" w:rsidRDefault="004E5F8D" w:rsidP="004E5F8D">
            <w:pPr>
              <w:pStyle w:val="Nincstrkz"/>
              <w:rPr>
                <w:b/>
                <w:bCs/>
                <w:noProof/>
                <w:lang w:val="en-GB"/>
              </w:rPr>
            </w:pPr>
            <w:r w:rsidRPr="00E0296E">
              <w:rPr>
                <w:b/>
                <w:bCs/>
              </w:rPr>
              <w:t>Célérték</w:t>
            </w:r>
          </w:p>
        </w:tc>
      </w:tr>
      <w:tr w:rsidR="006523C2" w:rsidRPr="004E5F8D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6523C2" w:rsidRPr="004E5F8D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6523C2" w:rsidRPr="004E5F8D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6523C2" w:rsidRPr="004E5F8D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4E5F8D" w:rsidRDefault="006523C2" w:rsidP="008D57F2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FA0360" w:rsidRPr="004E5F8D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4E5F8D" w:rsidRDefault="00FA0360" w:rsidP="00FA0360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4E5F8D" w:rsidRDefault="00FA0360" w:rsidP="00FA0360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FA0360" w:rsidRPr="004E5F8D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4E5F8D" w:rsidRDefault="00FA0360" w:rsidP="00FA0360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4E5F8D" w:rsidRDefault="00FA0360" w:rsidP="00FA0360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  <w:tr w:rsidR="00FA0360" w:rsidRPr="004E5F8D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4E5F8D" w:rsidRDefault="00FA0360" w:rsidP="00FA0360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4E5F8D" w:rsidRDefault="00FA0360" w:rsidP="00FA0360">
            <w:pPr>
              <w:pStyle w:val="Nincstrkz"/>
              <w:rPr>
                <w:noProof/>
                <w:lang w:val="en-GB"/>
              </w:rPr>
            </w:pPr>
            <w:r w:rsidRPr="004E5F8D">
              <w:rPr>
                <w:noProof/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4E5F8D">
              <w:rPr>
                <w:noProof/>
                <w:lang w:val="en-GB"/>
              </w:rPr>
              <w:instrText xml:space="preserve"> FORMTEXT </w:instrText>
            </w:r>
            <w:r w:rsidRPr="004E5F8D">
              <w:rPr>
                <w:noProof/>
                <w:lang w:val="en-GB"/>
              </w:rPr>
            </w:r>
            <w:r w:rsidRPr="004E5F8D">
              <w:rPr>
                <w:noProof/>
                <w:lang w:val="en-GB"/>
              </w:rPr>
              <w:fldChar w:fldCharType="separate"/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t> </w:t>
            </w:r>
            <w:r w:rsidRPr="004E5F8D">
              <w:rPr>
                <w:noProof/>
                <w:lang w:val="en-GB"/>
              </w:rPr>
              <w:fldChar w:fldCharType="end"/>
            </w:r>
          </w:p>
        </w:tc>
      </w:tr>
    </w:tbl>
    <w:p w14:paraId="284FF67F" w14:textId="77777777" w:rsidR="00972D37" w:rsidRPr="004E5F8D" w:rsidRDefault="00972D37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4C7611C9" w14:textId="77777777" w:rsidR="004E5F8D" w:rsidRPr="00E0296E" w:rsidRDefault="004E5F8D" w:rsidP="004E5F8D">
      <w:pPr>
        <w:pStyle w:val="Cmsor1"/>
      </w:pPr>
      <w:bookmarkStart w:id="21" w:name="_Hlk204264005"/>
      <w:r w:rsidRPr="00E0296E">
        <w:lastRenderedPageBreak/>
        <w:t>Fenntarthatóság</w:t>
      </w:r>
    </w:p>
    <w:p w14:paraId="68952F4C" w14:textId="049A282B" w:rsidR="004E5F8D" w:rsidRPr="00E0296E" w:rsidRDefault="00310724" w:rsidP="004E5F8D">
      <w:pPr>
        <w:pStyle w:val="Cmsor4"/>
        <w:rPr>
          <w:lang w:val="hu-HU"/>
        </w:rPr>
      </w:pPr>
      <w:bookmarkStart w:id="22" w:name="_Hlk204260556"/>
      <w:r>
        <w:rPr>
          <w:lang w:val="hu-HU"/>
        </w:rPr>
        <w:t>Ismertesse</w:t>
      </w:r>
      <w:r w:rsidR="004E5F8D" w:rsidRPr="00E0296E">
        <w:rPr>
          <w:lang w:val="hu-HU"/>
        </w:rPr>
        <w:t>, hogy a partnerek hogyan biztosítják a projekt eredményeinek haszn</w:t>
      </w:r>
      <w:r w:rsidR="004E5F8D">
        <w:rPr>
          <w:lang w:val="hu-HU"/>
        </w:rPr>
        <w:t xml:space="preserve">osulását </w:t>
      </w:r>
      <w:r w:rsidR="004E5F8D" w:rsidRPr="00E0296E">
        <w:rPr>
          <w:lang w:val="hu-HU"/>
        </w:rPr>
        <w:t>a projekt megvalósítása után</w:t>
      </w:r>
      <w:r w:rsidR="00E45E5E">
        <w:rPr>
          <w:lang w:val="hu-HU"/>
        </w:rPr>
        <w:t>!</w:t>
      </w:r>
      <w:r w:rsidR="004E5F8D" w:rsidRPr="00E0296E">
        <w:rPr>
          <w:lang w:val="hu-HU"/>
        </w:rPr>
        <w:t xml:space="preserve"> (Legfeljebb 3000 karakter)</w:t>
      </w:r>
    </w:p>
    <w:bookmarkEnd w:id="21"/>
    <w:bookmarkEnd w:id="22"/>
    <w:p w14:paraId="1E6E1A3E" w14:textId="72D87BAC" w:rsidR="007D6A7F" w:rsidRPr="004E5F8D" w:rsidRDefault="00A57E10" w:rsidP="00926288">
      <w:pPr>
        <w:ind w:left="357"/>
        <w:jc w:val="both"/>
        <w:rPr>
          <w:noProof/>
        </w:rPr>
      </w:pPr>
      <w:r w:rsidRPr="004E5F8D">
        <w:rPr>
          <w:b/>
          <w:bCs/>
          <w:noProof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4E5F8D">
        <w:rPr>
          <w:b/>
          <w:bCs/>
          <w:noProof/>
        </w:rPr>
        <w:instrText xml:space="preserve"> FORMTEXT </w:instrText>
      </w:r>
      <w:r w:rsidRPr="004E5F8D">
        <w:rPr>
          <w:b/>
          <w:bCs/>
          <w:noProof/>
        </w:rPr>
      </w:r>
      <w:r w:rsidRPr="004E5F8D">
        <w:rPr>
          <w:b/>
          <w:bCs/>
          <w:noProof/>
        </w:rPr>
        <w:fldChar w:fldCharType="separate"/>
      </w:r>
      <w:r w:rsidR="00926288">
        <w:rPr>
          <w:b/>
          <w:bCs/>
          <w:noProof/>
        </w:rPr>
        <w:t> </w:t>
      </w:r>
      <w:r w:rsidR="00926288">
        <w:rPr>
          <w:b/>
          <w:bCs/>
          <w:noProof/>
        </w:rPr>
        <w:t> </w:t>
      </w:r>
      <w:r w:rsidR="00926288">
        <w:rPr>
          <w:b/>
          <w:bCs/>
          <w:noProof/>
        </w:rPr>
        <w:t> </w:t>
      </w:r>
      <w:r w:rsidR="00926288">
        <w:rPr>
          <w:b/>
          <w:bCs/>
          <w:noProof/>
        </w:rPr>
        <w:t> </w:t>
      </w:r>
      <w:r w:rsidR="00926288">
        <w:rPr>
          <w:b/>
          <w:bCs/>
          <w:noProof/>
        </w:rPr>
        <w:t> </w:t>
      </w:r>
      <w:r w:rsidRPr="004E5F8D">
        <w:rPr>
          <w:b/>
          <w:bCs/>
          <w:noProof/>
        </w:rPr>
        <w:fldChar w:fldCharType="end"/>
      </w:r>
    </w:p>
    <w:p w14:paraId="53EDD8E4" w14:textId="77777777" w:rsidR="007D6A7F" w:rsidRPr="004E5F8D" w:rsidRDefault="007D6A7F">
      <w:pPr>
        <w:spacing w:after="0" w:line="240" w:lineRule="auto"/>
        <w:rPr>
          <w:rFonts w:ascii="Bahnschrift SemiBold SemiConden" w:hAnsi="Bahnschrift SemiBold SemiConden" w:cs="Times New Roman"/>
          <w:noProof/>
          <w:color w:val="003399"/>
          <w:sz w:val="32"/>
          <w:szCs w:val="26"/>
          <w:lang w:eastAsia="hu-HU"/>
        </w:rPr>
      </w:pPr>
      <w:r w:rsidRPr="004E5F8D">
        <w:rPr>
          <w:noProof/>
        </w:rPr>
        <w:br w:type="page"/>
      </w:r>
    </w:p>
    <w:p w14:paraId="6F5722D8" w14:textId="12C84757" w:rsidR="004E5F8D" w:rsidRPr="00E0296E" w:rsidRDefault="00310724" w:rsidP="004E5F8D">
      <w:pPr>
        <w:pStyle w:val="Cmsor4"/>
        <w:rPr>
          <w:lang w:val="hu-HU"/>
        </w:rPr>
      </w:pPr>
      <w:bookmarkStart w:id="23" w:name="_Hlk204264081"/>
      <w:r>
        <w:rPr>
          <w:lang w:val="hu-HU"/>
        </w:rPr>
        <w:lastRenderedPageBreak/>
        <w:t>Ismertesse</w:t>
      </w:r>
      <w:r w:rsidR="004E5F8D" w:rsidRPr="00E0296E">
        <w:rPr>
          <w:lang w:val="hu-HU"/>
        </w:rPr>
        <w:t>, hogyan fognak a projektpartnerek együttműködni a projekt megvalósítása után! (</w:t>
      </w:r>
      <w:r w:rsidR="00612C9E">
        <w:rPr>
          <w:lang w:val="hu-HU"/>
        </w:rPr>
        <w:t>Legfeljebb</w:t>
      </w:r>
      <w:r w:rsidR="004E5F8D" w:rsidRPr="00E0296E">
        <w:rPr>
          <w:lang w:val="hu-HU"/>
        </w:rPr>
        <w:t xml:space="preserve"> 1500 karakter)</w:t>
      </w:r>
    </w:p>
    <w:bookmarkEnd w:id="23"/>
    <w:p w14:paraId="42C4584F" w14:textId="6A489857" w:rsidR="00CC7668" w:rsidRPr="004E5F8D" w:rsidRDefault="00CC7668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017C93F0" w14:textId="22A33AA7" w:rsidR="00CC7668" w:rsidRDefault="00CC7668" w:rsidP="00CC7668">
      <w:pPr>
        <w:spacing w:after="0" w:line="240" w:lineRule="auto"/>
        <w:rPr>
          <w:noProof/>
        </w:rPr>
      </w:pPr>
    </w:p>
    <w:p w14:paraId="284E0E5D" w14:textId="77777777" w:rsidR="00132F02" w:rsidRPr="00E3417F" w:rsidRDefault="00132F02" w:rsidP="00132F02">
      <w:pPr>
        <w:pStyle w:val="Cmsor1"/>
      </w:pPr>
      <w:r>
        <w:t>Tájékoztatás és nyilvánosság biztosítása</w:t>
      </w:r>
    </w:p>
    <w:p w14:paraId="3D6EF699" w14:textId="4CDEE8A5" w:rsidR="004E5F8D" w:rsidRPr="00E0296E" w:rsidRDefault="00310724" w:rsidP="004E5F8D">
      <w:pPr>
        <w:pStyle w:val="Cmsor4"/>
        <w:rPr>
          <w:lang w:val="hu-HU"/>
        </w:rPr>
      </w:pPr>
      <w:bookmarkStart w:id="24" w:name="_Hlk204264090"/>
      <w:r>
        <w:rPr>
          <w:lang w:val="hu-HU"/>
        </w:rPr>
        <w:t>Ismertesse</w:t>
      </w:r>
      <w:r w:rsidR="004E5F8D" w:rsidRPr="00E0296E">
        <w:rPr>
          <w:lang w:val="hu-HU"/>
        </w:rPr>
        <w:t>, hogyan szándékozik nyilvánosságra hozni a projekt eredményeit a célcsoportok, a helyi közösségek és más ágazati szereplők számára! (Legfeljebb 2000 karakter)</w:t>
      </w:r>
    </w:p>
    <w:bookmarkEnd w:id="24"/>
    <w:p w14:paraId="152E4F71" w14:textId="08412A46" w:rsidR="000C0DB4" w:rsidRPr="004E5F8D" w:rsidRDefault="000C0DB4" w:rsidP="00926288">
      <w:pPr>
        <w:ind w:left="357"/>
        <w:jc w:val="both"/>
        <w:rPr>
          <w:noProof/>
        </w:rPr>
      </w:pPr>
      <w:r w:rsidRPr="004E5F8D">
        <w:rPr>
          <w:noProof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4E5F8D">
        <w:rPr>
          <w:noProof/>
        </w:rPr>
        <w:instrText xml:space="preserve"> FORMTEXT </w:instrText>
      </w:r>
      <w:r w:rsidRPr="004E5F8D">
        <w:rPr>
          <w:noProof/>
        </w:rPr>
      </w:r>
      <w:r w:rsidRPr="004E5F8D">
        <w:rPr>
          <w:noProof/>
        </w:rPr>
        <w:fldChar w:fldCharType="separate"/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="00926288">
        <w:rPr>
          <w:noProof/>
        </w:rPr>
        <w:t> </w:t>
      </w:r>
      <w:r w:rsidRPr="004E5F8D">
        <w:rPr>
          <w:noProof/>
        </w:rPr>
        <w:fldChar w:fldCharType="end"/>
      </w:r>
    </w:p>
    <w:p w14:paraId="56A88419" w14:textId="1346BD4D" w:rsidR="007D6A7F" w:rsidRPr="004E5F8D" w:rsidRDefault="007D6A7F" w:rsidP="000C0DB4">
      <w:pPr>
        <w:rPr>
          <w:noProof/>
        </w:rPr>
      </w:pPr>
    </w:p>
    <w:sectPr w:rsidR="007D6A7F" w:rsidRPr="004E5F8D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1EBB5" w14:textId="77777777" w:rsidR="00B23195" w:rsidRDefault="00B23195" w:rsidP="00AC208D">
      <w:pPr>
        <w:spacing w:after="0" w:line="240" w:lineRule="auto"/>
      </w:pPr>
      <w:r>
        <w:separator/>
      </w:r>
    </w:p>
    <w:p w14:paraId="5EFC61A8" w14:textId="77777777" w:rsidR="00B23195" w:rsidRDefault="00B23195"/>
  </w:endnote>
  <w:endnote w:type="continuationSeparator" w:id="0">
    <w:p w14:paraId="680E60FC" w14:textId="77777777" w:rsidR="00B23195" w:rsidRDefault="00B23195" w:rsidP="00AC208D">
      <w:pPr>
        <w:spacing w:after="0" w:line="240" w:lineRule="auto"/>
      </w:pPr>
      <w:r>
        <w:continuationSeparator/>
      </w:r>
    </w:p>
    <w:p w14:paraId="0AAB9F1B" w14:textId="77777777" w:rsidR="00B23195" w:rsidRDefault="00B231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4E09C19A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</w:t>
        </w:r>
        <w:r w:rsidR="0042379F">
          <w:rPr>
            <w:rStyle w:val="Hiperhivatkozs"/>
            <w:color w:val="46BEAA"/>
            <w:sz w:val="16"/>
          </w:rPr>
          <w:t>interreghusk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4AA75" w14:textId="77777777" w:rsidR="00B23195" w:rsidRDefault="00B23195" w:rsidP="00AC208D">
      <w:pPr>
        <w:spacing w:after="0" w:line="240" w:lineRule="auto"/>
      </w:pPr>
      <w:r>
        <w:separator/>
      </w:r>
    </w:p>
    <w:p w14:paraId="230C2A90" w14:textId="77777777" w:rsidR="00B23195" w:rsidRDefault="00B23195"/>
  </w:footnote>
  <w:footnote w:type="continuationSeparator" w:id="0">
    <w:p w14:paraId="67AE62E4" w14:textId="77777777" w:rsidR="00B23195" w:rsidRDefault="00B23195" w:rsidP="00AC208D">
      <w:pPr>
        <w:spacing w:after="0" w:line="240" w:lineRule="auto"/>
      </w:pPr>
      <w:r>
        <w:continuationSeparator/>
      </w:r>
    </w:p>
    <w:p w14:paraId="2814B226" w14:textId="77777777" w:rsidR="00B23195" w:rsidRDefault="00B231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Default="00805810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DAD23712"/>
    <w:lvl w:ilvl="0" w:tplc="0B8AF61E">
      <w:start w:val="1"/>
      <w:numFmt w:val="decimal"/>
      <w:pStyle w:val="Cmsor4"/>
      <w:lvlText w:val="%1)"/>
      <w:lvlJc w:val="left"/>
      <w:pPr>
        <w:ind w:left="4472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123F9"/>
    <w:rsid w:val="00013AA1"/>
    <w:rsid w:val="000168BA"/>
    <w:rsid w:val="000178C8"/>
    <w:rsid w:val="000209CF"/>
    <w:rsid w:val="00022FCC"/>
    <w:rsid w:val="00026173"/>
    <w:rsid w:val="00027D95"/>
    <w:rsid w:val="00035B30"/>
    <w:rsid w:val="00042C7C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357F"/>
    <w:rsid w:val="0007612C"/>
    <w:rsid w:val="00081AF2"/>
    <w:rsid w:val="00084663"/>
    <w:rsid w:val="000919D9"/>
    <w:rsid w:val="00095062"/>
    <w:rsid w:val="00097DDF"/>
    <w:rsid w:val="000A0150"/>
    <w:rsid w:val="000B306A"/>
    <w:rsid w:val="000B5986"/>
    <w:rsid w:val="000C0DB4"/>
    <w:rsid w:val="00100436"/>
    <w:rsid w:val="00100CEA"/>
    <w:rsid w:val="00115778"/>
    <w:rsid w:val="00127696"/>
    <w:rsid w:val="00132F02"/>
    <w:rsid w:val="00142656"/>
    <w:rsid w:val="00152801"/>
    <w:rsid w:val="0015407B"/>
    <w:rsid w:val="0016118E"/>
    <w:rsid w:val="00161EEB"/>
    <w:rsid w:val="00162FF4"/>
    <w:rsid w:val="00164596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B2226"/>
    <w:rsid w:val="001C041F"/>
    <w:rsid w:val="001C065A"/>
    <w:rsid w:val="001C11CE"/>
    <w:rsid w:val="001D1268"/>
    <w:rsid w:val="001D365D"/>
    <w:rsid w:val="001E0DBA"/>
    <w:rsid w:val="0020749F"/>
    <w:rsid w:val="00214ABA"/>
    <w:rsid w:val="00222397"/>
    <w:rsid w:val="00222756"/>
    <w:rsid w:val="00223067"/>
    <w:rsid w:val="00244054"/>
    <w:rsid w:val="00250728"/>
    <w:rsid w:val="00262703"/>
    <w:rsid w:val="00262FC1"/>
    <w:rsid w:val="00263D6F"/>
    <w:rsid w:val="0026605A"/>
    <w:rsid w:val="002803C4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2F7515"/>
    <w:rsid w:val="003032A4"/>
    <w:rsid w:val="00310724"/>
    <w:rsid w:val="00315F0F"/>
    <w:rsid w:val="00321A5E"/>
    <w:rsid w:val="00333D06"/>
    <w:rsid w:val="0033540C"/>
    <w:rsid w:val="0034098F"/>
    <w:rsid w:val="0034245C"/>
    <w:rsid w:val="00342EA9"/>
    <w:rsid w:val="003508A1"/>
    <w:rsid w:val="0035493C"/>
    <w:rsid w:val="003562F0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95019"/>
    <w:rsid w:val="003A42E2"/>
    <w:rsid w:val="003C1DD3"/>
    <w:rsid w:val="003C62A9"/>
    <w:rsid w:val="003C7248"/>
    <w:rsid w:val="003D14DF"/>
    <w:rsid w:val="003E0877"/>
    <w:rsid w:val="003E20AE"/>
    <w:rsid w:val="003E33C6"/>
    <w:rsid w:val="003E3A24"/>
    <w:rsid w:val="003E65CA"/>
    <w:rsid w:val="003E6ECF"/>
    <w:rsid w:val="00402682"/>
    <w:rsid w:val="00412884"/>
    <w:rsid w:val="0042379F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322E"/>
    <w:rsid w:val="004745A8"/>
    <w:rsid w:val="00491932"/>
    <w:rsid w:val="00493F3F"/>
    <w:rsid w:val="004A0E37"/>
    <w:rsid w:val="004A6FA0"/>
    <w:rsid w:val="004B3AE1"/>
    <w:rsid w:val="004B6F6F"/>
    <w:rsid w:val="004C1FD5"/>
    <w:rsid w:val="004C5572"/>
    <w:rsid w:val="004C5D21"/>
    <w:rsid w:val="004E0196"/>
    <w:rsid w:val="004E01F4"/>
    <w:rsid w:val="004E17AC"/>
    <w:rsid w:val="004E5F8D"/>
    <w:rsid w:val="004F4F61"/>
    <w:rsid w:val="004F7A32"/>
    <w:rsid w:val="00502004"/>
    <w:rsid w:val="005042C3"/>
    <w:rsid w:val="00505157"/>
    <w:rsid w:val="00510948"/>
    <w:rsid w:val="005159F0"/>
    <w:rsid w:val="00523C11"/>
    <w:rsid w:val="00532714"/>
    <w:rsid w:val="005338F3"/>
    <w:rsid w:val="00535978"/>
    <w:rsid w:val="00542AAA"/>
    <w:rsid w:val="005447E0"/>
    <w:rsid w:val="00545FEA"/>
    <w:rsid w:val="00546991"/>
    <w:rsid w:val="00551ECD"/>
    <w:rsid w:val="00554A4B"/>
    <w:rsid w:val="005712D0"/>
    <w:rsid w:val="0057371D"/>
    <w:rsid w:val="00575CD1"/>
    <w:rsid w:val="00582132"/>
    <w:rsid w:val="00591190"/>
    <w:rsid w:val="005A7034"/>
    <w:rsid w:val="005A7EFA"/>
    <w:rsid w:val="005B0C8A"/>
    <w:rsid w:val="005B307E"/>
    <w:rsid w:val="005B40CA"/>
    <w:rsid w:val="005B70BF"/>
    <w:rsid w:val="005D3D9C"/>
    <w:rsid w:val="005E10C9"/>
    <w:rsid w:val="005E450D"/>
    <w:rsid w:val="0060007C"/>
    <w:rsid w:val="006035F2"/>
    <w:rsid w:val="00612C9E"/>
    <w:rsid w:val="00621890"/>
    <w:rsid w:val="0062758D"/>
    <w:rsid w:val="00632482"/>
    <w:rsid w:val="006343F6"/>
    <w:rsid w:val="00650376"/>
    <w:rsid w:val="006523C2"/>
    <w:rsid w:val="00653BE7"/>
    <w:rsid w:val="006604C2"/>
    <w:rsid w:val="00662041"/>
    <w:rsid w:val="00670E27"/>
    <w:rsid w:val="006743DD"/>
    <w:rsid w:val="00676215"/>
    <w:rsid w:val="006A18CD"/>
    <w:rsid w:val="006B2159"/>
    <w:rsid w:val="006B327E"/>
    <w:rsid w:val="006C28A9"/>
    <w:rsid w:val="006C7CA0"/>
    <w:rsid w:val="006C7E27"/>
    <w:rsid w:val="006D318E"/>
    <w:rsid w:val="006F4F33"/>
    <w:rsid w:val="00701421"/>
    <w:rsid w:val="007209EF"/>
    <w:rsid w:val="00722871"/>
    <w:rsid w:val="007249AA"/>
    <w:rsid w:val="00727F03"/>
    <w:rsid w:val="0073437D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7554"/>
    <w:rsid w:val="007C0BED"/>
    <w:rsid w:val="007C25FD"/>
    <w:rsid w:val="007C5BFB"/>
    <w:rsid w:val="007C740C"/>
    <w:rsid w:val="007D24D5"/>
    <w:rsid w:val="007D3E95"/>
    <w:rsid w:val="007D422D"/>
    <w:rsid w:val="007D6A7F"/>
    <w:rsid w:val="007D6C21"/>
    <w:rsid w:val="007F698F"/>
    <w:rsid w:val="00800FA5"/>
    <w:rsid w:val="00800FDB"/>
    <w:rsid w:val="0080418B"/>
    <w:rsid w:val="00805810"/>
    <w:rsid w:val="00812D71"/>
    <w:rsid w:val="00826A87"/>
    <w:rsid w:val="00826EA3"/>
    <w:rsid w:val="0084290B"/>
    <w:rsid w:val="0084312E"/>
    <w:rsid w:val="0085058A"/>
    <w:rsid w:val="00861461"/>
    <w:rsid w:val="008635E2"/>
    <w:rsid w:val="008762D7"/>
    <w:rsid w:val="008770F3"/>
    <w:rsid w:val="00886299"/>
    <w:rsid w:val="00887FAA"/>
    <w:rsid w:val="00892ACC"/>
    <w:rsid w:val="008D57F2"/>
    <w:rsid w:val="008E00D6"/>
    <w:rsid w:val="00906DAE"/>
    <w:rsid w:val="00910A46"/>
    <w:rsid w:val="00911AC3"/>
    <w:rsid w:val="00917DE0"/>
    <w:rsid w:val="00926288"/>
    <w:rsid w:val="0093301F"/>
    <w:rsid w:val="0093552F"/>
    <w:rsid w:val="00947CDB"/>
    <w:rsid w:val="009516B3"/>
    <w:rsid w:val="00951E4D"/>
    <w:rsid w:val="009531C2"/>
    <w:rsid w:val="009561A3"/>
    <w:rsid w:val="00972D37"/>
    <w:rsid w:val="00973F24"/>
    <w:rsid w:val="00981CAE"/>
    <w:rsid w:val="0098598E"/>
    <w:rsid w:val="0099510F"/>
    <w:rsid w:val="009A098F"/>
    <w:rsid w:val="009B17DF"/>
    <w:rsid w:val="009B2185"/>
    <w:rsid w:val="009C0B05"/>
    <w:rsid w:val="009D5EDC"/>
    <w:rsid w:val="009D7474"/>
    <w:rsid w:val="009E12A2"/>
    <w:rsid w:val="009E5EF3"/>
    <w:rsid w:val="009F0ADE"/>
    <w:rsid w:val="00A01EC4"/>
    <w:rsid w:val="00A0238F"/>
    <w:rsid w:val="00A05C0E"/>
    <w:rsid w:val="00A07DE1"/>
    <w:rsid w:val="00A223B4"/>
    <w:rsid w:val="00A247BB"/>
    <w:rsid w:val="00A36723"/>
    <w:rsid w:val="00A57412"/>
    <w:rsid w:val="00A57E10"/>
    <w:rsid w:val="00A641EB"/>
    <w:rsid w:val="00A667F9"/>
    <w:rsid w:val="00A715D5"/>
    <w:rsid w:val="00A943EB"/>
    <w:rsid w:val="00A95018"/>
    <w:rsid w:val="00A95525"/>
    <w:rsid w:val="00AA462B"/>
    <w:rsid w:val="00AA602F"/>
    <w:rsid w:val="00AA7426"/>
    <w:rsid w:val="00AB51C7"/>
    <w:rsid w:val="00AB5B41"/>
    <w:rsid w:val="00AC208D"/>
    <w:rsid w:val="00AC535B"/>
    <w:rsid w:val="00AC66DB"/>
    <w:rsid w:val="00AD1358"/>
    <w:rsid w:val="00AD167B"/>
    <w:rsid w:val="00AE07FD"/>
    <w:rsid w:val="00AE1DF5"/>
    <w:rsid w:val="00AF56EA"/>
    <w:rsid w:val="00B032BE"/>
    <w:rsid w:val="00B13CF9"/>
    <w:rsid w:val="00B15037"/>
    <w:rsid w:val="00B17858"/>
    <w:rsid w:val="00B20EDA"/>
    <w:rsid w:val="00B23195"/>
    <w:rsid w:val="00B24B2B"/>
    <w:rsid w:val="00B365CF"/>
    <w:rsid w:val="00B421E1"/>
    <w:rsid w:val="00B61FB9"/>
    <w:rsid w:val="00B656C3"/>
    <w:rsid w:val="00B6572A"/>
    <w:rsid w:val="00B66DDB"/>
    <w:rsid w:val="00B7044B"/>
    <w:rsid w:val="00B8690B"/>
    <w:rsid w:val="00BA5FD0"/>
    <w:rsid w:val="00BA6D68"/>
    <w:rsid w:val="00BC0638"/>
    <w:rsid w:val="00BC3F1E"/>
    <w:rsid w:val="00BC7014"/>
    <w:rsid w:val="00BC7A25"/>
    <w:rsid w:val="00BD530D"/>
    <w:rsid w:val="00BE2BF3"/>
    <w:rsid w:val="00BE3286"/>
    <w:rsid w:val="00BE6BB3"/>
    <w:rsid w:val="00BF1CDF"/>
    <w:rsid w:val="00C022BE"/>
    <w:rsid w:val="00C14A96"/>
    <w:rsid w:val="00C26F6B"/>
    <w:rsid w:val="00C40569"/>
    <w:rsid w:val="00C4446B"/>
    <w:rsid w:val="00C4638A"/>
    <w:rsid w:val="00C503C2"/>
    <w:rsid w:val="00C54711"/>
    <w:rsid w:val="00C57F55"/>
    <w:rsid w:val="00C64CC5"/>
    <w:rsid w:val="00C6642D"/>
    <w:rsid w:val="00C66EEE"/>
    <w:rsid w:val="00C719CC"/>
    <w:rsid w:val="00C727FA"/>
    <w:rsid w:val="00C7373E"/>
    <w:rsid w:val="00C74FF5"/>
    <w:rsid w:val="00C82270"/>
    <w:rsid w:val="00C87DB1"/>
    <w:rsid w:val="00C97BBE"/>
    <w:rsid w:val="00CB0878"/>
    <w:rsid w:val="00CB1CEF"/>
    <w:rsid w:val="00CB22FC"/>
    <w:rsid w:val="00CB4B0D"/>
    <w:rsid w:val="00CB57C1"/>
    <w:rsid w:val="00CC1F2A"/>
    <w:rsid w:val="00CC5D74"/>
    <w:rsid w:val="00CC7668"/>
    <w:rsid w:val="00CD76E0"/>
    <w:rsid w:val="00CE6FDE"/>
    <w:rsid w:val="00CF1718"/>
    <w:rsid w:val="00CF7758"/>
    <w:rsid w:val="00CF7A15"/>
    <w:rsid w:val="00D01AA4"/>
    <w:rsid w:val="00D033A1"/>
    <w:rsid w:val="00D07D5B"/>
    <w:rsid w:val="00D1228C"/>
    <w:rsid w:val="00D26D67"/>
    <w:rsid w:val="00D328A0"/>
    <w:rsid w:val="00D353F0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152F"/>
    <w:rsid w:val="00DB22DF"/>
    <w:rsid w:val="00DB56D3"/>
    <w:rsid w:val="00DB5E99"/>
    <w:rsid w:val="00DB6397"/>
    <w:rsid w:val="00DB78BD"/>
    <w:rsid w:val="00DD37A7"/>
    <w:rsid w:val="00DE2BF6"/>
    <w:rsid w:val="00E02355"/>
    <w:rsid w:val="00E1123A"/>
    <w:rsid w:val="00E14945"/>
    <w:rsid w:val="00E14FAA"/>
    <w:rsid w:val="00E26303"/>
    <w:rsid w:val="00E2674D"/>
    <w:rsid w:val="00E26FDE"/>
    <w:rsid w:val="00E3776A"/>
    <w:rsid w:val="00E42EBC"/>
    <w:rsid w:val="00E45E5E"/>
    <w:rsid w:val="00E52179"/>
    <w:rsid w:val="00E620C5"/>
    <w:rsid w:val="00E658D8"/>
    <w:rsid w:val="00E72105"/>
    <w:rsid w:val="00E8361D"/>
    <w:rsid w:val="00E86888"/>
    <w:rsid w:val="00E9349E"/>
    <w:rsid w:val="00E9393C"/>
    <w:rsid w:val="00E94031"/>
    <w:rsid w:val="00EA2E28"/>
    <w:rsid w:val="00EB1A84"/>
    <w:rsid w:val="00EB26C7"/>
    <w:rsid w:val="00EC711A"/>
    <w:rsid w:val="00ED4DE6"/>
    <w:rsid w:val="00ED6C5D"/>
    <w:rsid w:val="00EE302F"/>
    <w:rsid w:val="00EF326D"/>
    <w:rsid w:val="00F0348B"/>
    <w:rsid w:val="00F13CB2"/>
    <w:rsid w:val="00F2417C"/>
    <w:rsid w:val="00F24719"/>
    <w:rsid w:val="00F2796F"/>
    <w:rsid w:val="00F32404"/>
    <w:rsid w:val="00F3641B"/>
    <w:rsid w:val="00F37E9A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68B3"/>
    <w:rsid w:val="00F85D09"/>
    <w:rsid w:val="00FA0360"/>
    <w:rsid w:val="00FA1900"/>
    <w:rsid w:val="00FA1AC3"/>
    <w:rsid w:val="00FB1261"/>
    <w:rsid w:val="00FD1227"/>
    <w:rsid w:val="00FE76F1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60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3</TotalTime>
  <Pages>15</Pages>
  <Words>1468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Concept</vt:lpstr>
    </vt:vector>
  </TitlesOfParts>
  <Company>HP Inc.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Biriki Arianna</cp:lastModifiedBy>
  <cp:revision>5</cp:revision>
  <dcterms:created xsi:type="dcterms:W3CDTF">2025-08-01T08:36:00Z</dcterms:created>
  <dcterms:modified xsi:type="dcterms:W3CDTF">2025-08-01T08:47:00Z</dcterms:modified>
</cp:coreProperties>
</file>