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1918E" w14:textId="77777777" w:rsidR="00AE57B4" w:rsidRPr="00AE57B4" w:rsidRDefault="00AE57B4" w:rsidP="00AE57B4">
      <w:pPr>
        <w:pStyle w:val="Cm"/>
      </w:pPr>
      <w:r w:rsidRPr="00AE57B4">
        <w:t>KONCEPCIA PROJEKTU</w:t>
      </w:r>
    </w:p>
    <w:p w14:paraId="4DE61980" w14:textId="7E84831B" w:rsidR="00180873" w:rsidRPr="00AE57B4" w:rsidRDefault="006C7CA0" w:rsidP="004624BF">
      <w:pPr>
        <w:pStyle w:val="Alcm"/>
      </w:pPr>
      <w:r w:rsidRPr="00AE57B4">
        <w:t xml:space="preserve">2.3.1 </w:t>
      </w:r>
      <w:r w:rsidR="004E5F8D" w:rsidRPr="00AE57B4">
        <w:t>–</w:t>
      </w:r>
      <w:r w:rsidRPr="00AE57B4">
        <w:t xml:space="preserve"> </w:t>
      </w:r>
      <w:r w:rsidR="00AE57B4" w:rsidRPr="00AE57B4">
        <w:t>Rodinné a komunitné zdravotnícke služby</w:t>
      </w:r>
    </w:p>
    <w:p w14:paraId="6F571D84" w14:textId="77777777" w:rsidR="00AE57B4" w:rsidRPr="00AE57B4" w:rsidRDefault="00AE57B4" w:rsidP="00AE57B4">
      <w:pPr>
        <w:pStyle w:val="Cmsor4"/>
      </w:pPr>
      <w:bookmarkStart w:id="0" w:name="_Hlk204258336"/>
      <w:r w:rsidRPr="00AE57B4">
        <w:t>Základné údaje</w:t>
      </w: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AE57B4" w:rsidRPr="00AE57B4" w14:paraId="77A2F7C6" w14:textId="77777777" w:rsidTr="00B66D2B">
        <w:tc>
          <w:tcPr>
            <w:tcW w:w="2552" w:type="dxa"/>
            <w:noWrap/>
            <w:hideMark/>
          </w:tcPr>
          <w:p w14:paraId="7C14397A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t>Názov projektu</w:t>
            </w:r>
          </w:p>
        </w:tc>
        <w:tc>
          <w:tcPr>
            <w:tcW w:w="6515" w:type="dxa"/>
            <w:vAlign w:val="center"/>
          </w:tcPr>
          <w:p w14:paraId="2EEDE625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bookmarkStart w:id="1" w:name="Szöveg8"/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  <w:bookmarkEnd w:id="1"/>
          </w:p>
        </w:tc>
      </w:tr>
      <w:tr w:rsidR="00AE57B4" w:rsidRPr="00AE57B4" w14:paraId="24ACC7EA" w14:textId="77777777" w:rsidTr="00B66D2B">
        <w:tc>
          <w:tcPr>
            <w:tcW w:w="2552" w:type="dxa"/>
            <w:noWrap/>
          </w:tcPr>
          <w:p w14:paraId="42085B12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t>Akcia</w:t>
            </w:r>
          </w:p>
        </w:tc>
        <w:tc>
          <w:tcPr>
            <w:tcW w:w="6515" w:type="dxa"/>
            <w:noWrap/>
            <w:vAlign w:val="center"/>
          </w:tcPr>
          <w:p w14:paraId="559A89FE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</w:tr>
      <w:tr w:rsidR="00AE57B4" w:rsidRPr="00AE57B4" w14:paraId="6AEE0248" w14:textId="77777777" w:rsidTr="00B66D2B">
        <w:tc>
          <w:tcPr>
            <w:tcW w:w="2552" w:type="dxa"/>
            <w:noWrap/>
          </w:tcPr>
          <w:p w14:paraId="137E3267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t>Opatrenie</w:t>
            </w:r>
          </w:p>
        </w:tc>
        <w:tc>
          <w:tcPr>
            <w:tcW w:w="6515" w:type="dxa"/>
            <w:noWrap/>
            <w:vAlign w:val="center"/>
          </w:tcPr>
          <w:p w14:paraId="6B605D73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bookmarkStart w:id="2" w:name="Szöveg9"/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  <w:bookmarkEnd w:id="2"/>
          </w:p>
        </w:tc>
      </w:tr>
    </w:tbl>
    <w:p w14:paraId="47DA6796" w14:textId="77777777" w:rsidR="00AE57B4" w:rsidRPr="00AE57B4" w:rsidRDefault="00AE57B4" w:rsidP="00AE57B4">
      <w:pPr>
        <w:pStyle w:val="Cmsor4"/>
      </w:pPr>
      <w:r w:rsidRPr="00AE57B4">
        <w:t>Údaje o partneroch</w:t>
      </w: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AE57B4" w:rsidRPr="00AE57B4" w14:paraId="587BCD6D" w14:textId="77777777" w:rsidTr="00B66D2B">
        <w:tc>
          <w:tcPr>
            <w:tcW w:w="2552" w:type="dxa"/>
          </w:tcPr>
          <w:p w14:paraId="20C4C0D5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t>Vedúci partner</w:t>
            </w:r>
          </w:p>
        </w:tc>
        <w:tc>
          <w:tcPr>
            <w:tcW w:w="6515" w:type="dxa"/>
            <w:vAlign w:val="center"/>
          </w:tcPr>
          <w:p w14:paraId="37266EF7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bookmarkStart w:id="3" w:name="Szöveg10"/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  <w:bookmarkEnd w:id="3"/>
          </w:p>
        </w:tc>
      </w:tr>
      <w:tr w:rsidR="00AE57B4" w:rsidRPr="00AE57B4" w14:paraId="78C6BCD2" w14:textId="77777777" w:rsidTr="00B66D2B">
        <w:tc>
          <w:tcPr>
            <w:tcW w:w="2552" w:type="dxa"/>
          </w:tcPr>
          <w:p w14:paraId="2084A451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t>NUTS3</w:t>
            </w:r>
          </w:p>
        </w:tc>
        <w:tc>
          <w:tcPr>
            <w:tcW w:w="6515" w:type="dxa"/>
            <w:vAlign w:val="center"/>
          </w:tcPr>
          <w:p w14:paraId="1BA0897A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</w:tr>
      <w:tr w:rsidR="00AE57B4" w:rsidRPr="00AE57B4" w14:paraId="4208A4C9" w14:textId="77777777" w:rsidTr="00B66D2B">
        <w:tc>
          <w:tcPr>
            <w:tcW w:w="2552" w:type="dxa"/>
          </w:tcPr>
          <w:p w14:paraId="7B46CAA2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65D89CEA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bookmarkStart w:id="4" w:name="Szöveg7"/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  <w:bookmarkEnd w:id="4"/>
          </w:p>
        </w:tc>
      </w:tr>
    </w:tbl>
    <w:p w14:paraId="60A67C73" w14:textId="77777777" w:rsidR="00AE57B4" w:rsidRPr="00AE57B4" w:rsidRDefault="00AE57B4" w:rsidP="00AE57B4">
      <w:pPr>
        <w:spacing w:after="0" w:line="240" w:lineRule="auto"/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AE57B4" w:rsidRPr="00AE57B4" w14:paraId="6E853FA3" w14:textId="77777777" w:rsidTr="00B66D2B">
        <w:tc>
          <w:tcPr>
            <w:tcW w:w="2552" w:type="dxa"/>
            <w:vAlign w:val="center"/>
          </w:tcPr>
          <w:p w14:paraId="6E0121EA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t xml:space="preserve">Partner1 </w:t>
            </w:r>
          </w:p>
        </w:tc>
        <w:tc>
          <w:tcPr>
            <w:tcW w:w="6515" w:type="dxa"/>
            <w:vAlign w:val="center"/>
          </w:tcPr>
          <w:p w14:paraId="3C7EFB8E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</w:tr>
      <w:tr w:rsidR="00AE57B4" w:rsidRPr="00AE57B4" w14:paraId="28B3880D" w14:textId="77777777" w:rsidTr="00B66D2B">
        <w:tc>
          <w:tcPr>
            <w:tcW w:w="2552" w:type="dxa"/>
          </w:tcPr>
          <w:p w14:paraId="08E7543E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t>NUTS3</w:t>
            </w:r>
          </w:p>
        </w:tc>
        <w:tc>
          <w:tcPr>
            <w:tcW w:w="6515" w:type="dxa"/>
            <w:vAlign w:val="center"/>
          </w:tcPr>
          <w:p w14:paraId="2D978419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</w:tr>
      <w:tr w:rsidR="00AE57B4" w:rsidRPr="00AE57B4" w14:paraId="47EAFF08" w14:textId="77777777" w:rsidTr="00B66D2B">
        <w:tc>
          <w:tcPr>
            <w:tcW w:w="2552" w:type="dxa"/>
          </w:tcPr>
          <w:p w14:paraId="0A7733D1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1A0B8B48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</w:tr>
    </w:tbl>
    <w:p w14:paraId="1D46A063" w14:textId="77777777" w:rsidR="00AE57B4" w:rsidRPr="00AE57B4" w:rsidRDefault="00AE57B4" w:rsidP="00AE57B4">
      <w:pPr>
        <w:spacing w:after="0" w:line="240" w:lineRule="auto"/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AE57B4" w:rsidRPr="00AE57B4" w14:paraId="4C2CA8C3" w14:textId="77777777" w:rsidTr="00B66D2B">
        <w:tc>
          <w:tcPr>
            <w:tcW w:w="2552" w:type="dxa"/>
            <w:vAlign w:val="center"/>
          </w:tcPr>
          <w:p w14:paraId="3983BE92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t xml:space="preserve">Partner2 </w:t>
            </w:r>
          </w:p>
        </w:tc>
        <w:tc>
          <w:tcPr>
            <w:tcW w:w="6515" w:type="dxa"/>
            <w:vAlign w:val="center"/>
          </w:tcPr>
          <w:p w14:paraId="0E32C142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</w:tr>
      <w:tr w:rsidR="00AE57B4" w:rsidRPr="00AE57B4" w14:paraId="6922823B" w14:textId="77777777" w:rsidTr="00B66D2B">
        <w:tc>
          <w:tcPr>
            <w:tcW w:w="2552" w:type="dxa"/>
          </w:tcPr>
          <w:p w14:paraId="68532BFC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t>NUTS3</w:t>
            </w:r>
          </w:p>
        </w:tc>
        <w:tc>
          <w:tcPr>
            <w:tcW w:w="6515" w:type="dxa"/>
            <w:vAlign w:val="center"/>
          </w:tcPr>
          <w:p w14:paraId="59CB5902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</w:tr>
      <w:tr w:rsidR="00AE57B4" w:rsidRPr="00AE57B4" w14:paraId="1E6DCFA1" w14:textId="77777777" w:rsidTr="00B66D2B">
        <w:tc>
          <w:tcPr>
            <w:tcW w:w="2552" w:type="dxa"/>
          </w:tcPr>
          <w:p w14:paraId="6BEB0FD6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33CB6EFE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</w:tr>
    </w:tbl>
    <w:p w14:paraId="75C326A8" w14:textId="77777777" w:rsidR="00AE57B4" w:rsidRPr="00AE57B4" w:rsidRDefault="00AE57B4" w:rsidP="00AE57B4">
      <w:pPr>
        <w:spacing w:after="0" w:line="240" w:lineRule="auto"/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AE57B4" w:rsidRPr="00AE57B4" w14:paraId="451DBC11" w14:textId="77777777" w:rsidTr="00B66D2B">
        <w:tc>
          <w:tcPr>
            <w:tcW w:w="2552" w:type="dxa"/>
            <w:vAlign w:val="center"/>
          </w:tcPr>
          <w:p w14:paraId="5AAEECB2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t xml:space="preserve">Partner3 </w:t>
            </w:r>
          </w:p>
        </w:tc>
        <w:tc>
          <w:tcPr>
            <w:tcW w:w="6515" w:type="dxa"/>
            <w:vAlign w:val="center"/>
          </w:tcPr>
          <w:p w14:paraId="03BB57A3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</w:tr>
      <w:tr w:rsidR="00AE57B4" w:rsidRPr="00AE57B4" w14:paraId="79C4BF11" w14:textId="77777777" w:rsidTr="00B66D2B">
        <w:tc>
          <w:tcPr>
            <w:tcW w:w="2552" w:type="dxa"/>
          </w:tcPr>
          <w:p w14:paraId="20C4A654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t>NUTS3</w:t>
            </w:r>
          </w:p>
        </w:tc>
        <w:tc>
          <w:tcPr>
            <w:tcW w:w="6515" w:type="dxa"/>
            <w:vAlign w:val="center"/>
          </w:tcPr>
          <w:p w14:paraId="332DA94D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</w:tr>
      <w:tr w:rsidR="00AE57B4" w:rsidRPr="00AE57B4" w14:paraId="0A96ED4E" w14:textId="77777777" w:rsidTr="00B66D2B">
        <w:tc>
          <w:tcPr>
            <w:tcW w:w="2552" w:type="dxa"/>
          </w:tcPr>
          <w:p w14:paraId="0BE2F60D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1D060267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</w:tr>
    </w:tbl>
    <w:p w14:paraId="5B1A928A" w14:textId="77777777" w:rsidR="00AE57B4" w:rsidRPr="00AE57B4" w:rsidRDefault="00AE57B4" w:rsidP="00AE57B4">
      <w:pPr>
        <w:spacing w:after="0" w:line="240" w:lineRule="auto"/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AE57B4" w:rsidRPr="00AE57B4" w14:paraId="2B170677" w14:textId="77777777" w:rsidTr="00B66D2B">
        <w:tc>
          <w:tcPr>
            <w:tcW w:w="2552" w:type="dxa"/>
            <w:vAlign w:val="center"/>
          </w:tcPr>
          <w:p w14:paraId="2574A3BB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t xml:space="preserve">Partner4 </w:t>
            </w:r>
          </w:p>
        </w:tc>
        <w:tc>
          <w:tcPr>
            <w:tcW w:w="6515" w:type="dxa"/>
            <w:vAlign w:val="center"/>
          </w:tcPr>
          <w:p w14:paraId="06BA107C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</w:tr>
      <w:tr w:rsidR="00AE57B4" w:rsidRPr="00AE57B4" w14:paraId="1C63E55A" w14:textId="77777777" w:rsidTr="00B66D2B">
        <w:tc>
          <w:tcPr>
            <w:tcW w:w="2552" w:type="dxa"/>
          </w:tcPr>
          <w:p w14:paraId="2D5FDD85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t>NUTS3</w:t>
            </w:r>
          </w:p>
        </w:tc>
        <w:tc>
          <w:tcPr>
            <w:tcW w:w="6515" w:type="dxa"/>
            <w:vAlign w:val="center"/>
          </w:tcPr>
          <w:p w14:paraId="51C20C6F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</w:tr>
      <w:tr w:rsidR="00AE57B4" w:rsidRPr="00AE57B4" w14:paraId="4C16681B" w14:textId="77777777" w:rsidTr="00B66D2B">
        <w:tc>
          <w:tcPr>
            <w:tcW w:w="2552" w:type="dxa"/>
          </w:tcPr>
          <w:p w14:paraId="3F627E2B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408F149B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</w:tr>
    </w:tbl>
    <w:p w14:paraId="12A4BFEF" w14:textId="77777777" w:rsidR="00AE57B4" w:rsidRPr="00AE57B4" w:rsidRDefault="00AE57B4" w:rsidP="00AE57B4">
      <w:pPr>
        <w:spacing w:after="0" w:line="240" w:lineRule="auto"/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AE57B4" w:rsidRPr="00AE57B4" w14:paraId="679CC151" w14:textId="77777777" w:rsidTr="00B66D2B">
        <w:tc>
          <w:tcPr>
            <w:tcW w:w="2552" w:type="dxa"/>
            <w:vAlign w:val="center"/>
          </w:tcPr>
          <w:p w14:paraId="5563EB6C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t xml:space="preserve">Partner5 </w:t>
            </w:r>
          </w:p>
        </w:tc>
        <w:tc>
          <w:tcPr>
            <w:tcW w:w="6515" w:type="dxa"/>
            <w:vAlign w:val="center"/>
          </w:tcPr>
          <w:p w14:paraId="754B5F87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</w:tr>
      <w:tr w:rsidR="00AE57B4" w:rsidRPr="00AE57B4" w14:paraId="1A040326" w14:textId="77777777" w:rsidTr="00B66D2B">
        <w:tc>
          <w:tcPr>
            <w:tcW w:w="2552" w:type="dxa"/>
          </w:tcPr>
          <w:p w14:paraId="03B12343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t>NUTS3</w:t>
            </w:r>
          </w:p>
        </w:tc>
        <w:tc>
          <w:tcPr>
            <w:tcW w:w="6515" w:type="dxa"/>
            <w:vAlign w:val="center"/>
          </w:tcPr>
          <w:p w14:paraId="3DA264DB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</w:tr>
      <w:tr w:rsidR="00AE57B4" w:rsidRPr="00AE57B4" w14:paraId="65C292BB" w14:textId="77777777" w:rsidTr="00B66D2B">
        <w:tc>
          <w:tcPr>
            <w:tcW w:w="2552" w:type="dxa"/>
          </w:tcPr>
          <w:p w14:paraId="26F97743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4B61107E" w14:textId="77777777" w:rsidR="00AE57B4" w:rsidRPr="00AE57B4" w:rsidRDefault="00AE57B4" w:rsidP="00B66D2B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</w:tr>
    </w:tbl>
    <w:bookmarkEnd w:id="0"/>
    <w:p w14:paraId="5975D474" w14:textId="77777777" w:rsidR="00AE57B4" w:rsidRPr="00AE57B4" w:rsidRDefault="00AE57B4" w:rsidP="00AE57B4">
      <w:pPr>
        <w:pStyle w:val="Cmsor1"/>
        <w:rPr>
          <w:lang w:val="en-GB"/>
        </w:rPr>
      </w:pPr>
      <w:r w:rsidRPr="00AE57B4">
        <w:rPr>
          <w:lang w:val="en-GB"/>
        </w:rPr>
        <w:lastRenderedPageBreak/>
        <w:t>Súhrn</w:t>
      </w:r>
    </w:p>
    <w:p w14:paraId="186451E4" w14:textId="77777777" w:rsidR="00AE57B4" w:rsidRPr="00AE57B4" w:rsidRDefault="00AE57B4" w:rsidP="00AE57B4">
      <w:pPr>
        <w:pStyle w:val="Cmsor4"/>
        <w:rPr>
          <w:i/>
          <w:iCs/>
        </w:rPr>
      </w:pPr>
      <w:r w:rsidRPr="00AE57B4">
        <w:t>Stručne zhrňte ciele projektu, plánované aktivity a očakávané výsledky!</w:t>
      </w:r>
    </w:p>
    <w:p w14:paraId="5BA652F2" w14:textId="760509AC" w:rsidR="00AE57B4" w:rsidRPr="00AE57B4" w:rsidRDefault="00AE57B4" w:rsidP="00AE57B4">
      <w:pPr>
        <w:pStyle w:val="Description"/>
      </w:pPr>
      <w:r w:rsidRPr="00AE57B4">
        <w:t>Zhrnutie nemá byť analýzou situácie. Zamerajte sa na ciele, aktivity a očakávané výsledky. Cieľom zhrnutia je, aby hodnotiteľ okamžite získal jasný obraz o kľúčových prvkoch projektu a mohol správne interpretovať ďalšie kapitoly. (Maximálne 3000 znakov)</w:t>
      </w:r>
      <w:r w:rsidRPr="00AE57B4">
        <w:br/>
      </w:r>
      <w:r w:rsidR="00496768">
        <w:pict w14:anchorId="52D1E61D">
          <v:rect id="_x0000_i1025" style="width:0;height:1.5pt" o:hralign="center" o:hrstd="t" o:hr="t" fillcolor="#a0a0a0" stroked="f"/>
        </w:pict>
      </w:r>
    </w:p>
    <w:p w14:paraId="5005AE77" w14:textId="05E0EBEC" w:rsidR="00DB5E99" w:rsidRPr="00AE57B4" w:rsidRDefault="00DB5E99" w:rsidP="00496768">
      <w:pPr>
        <w:ind w:left="357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47AB6C49" w14:textId="77777777" w:rsidR="00F709D9" w:rsidRPr="00AE57B4" w:rsidRDefault="00F709D9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AE57B4">
        <w:br w:type="page"/>
      </w:r>
    </w:p>
    <w:p w14:paraId="3CB50FF2" w14:textId="49E4412B" w:rsidR="00F709D9" w:rsidRPr="00AE57B4" w:rsidRDefault="007D6A7F" w:rsidP="004624BF">
      <w:pPr>
        <w:pStyle w:val="Cmsor1"/>
        <w:rPr>
          <w:lang w:val="en-GB"/>
        </w:rPr>
      </w:pPr>
      <w:r w:rsidRPr="00AE57B4">
        <w:rPr>
          <w:lang w:val="en-GB"/>
        </w:rPr>
        <w:lastRenderedPageBreak/>
        <w:t>R</w:t>
      </w:r>
      <w:r w:rsidR="00972D37" w:rsidRPr="00AE57B4">
        <w:rPr>
          <w:lang w:val="en-GB"/>
        </w:rPr>
        <w:t>elevanc</w:t>
      </w:r>
      <w:r w:rsidR="00922438" w:rsidRPr="00AE57B4">
        <w:rPr>
          <w:lang w:val="en-GB"/>
        </w:rPr>
        <w:t>ia</w:t>
      </w:r>
    </w:p>
    <w:p w14:paraId="4675BC92" w14:textId="6B3912C0" w:rsidR="004E5F8D" w:rsidRPr="00AE57B4" w:rsidRDefault="00AE57B4" w:rsidP="004E5F8D">
      <w:pPr>
        <w:pStyle w:val="Cmsor4"/>
      </w:pPr>
      <w:r w:rsidRPr="00AE57B4">
        <w:t>Opíšte úlohu a význam rodinných a komunitných zdravotníckych služieb vo všeobecnosti.</w:t>
      </w:r>
    </w:p>
    <w:p w14:paraId="2DD01A70" w14:textId="7684103A" w:rsidR="004E5F8D" w:rsidRPr="00AE57B4" w:rsidRDefault="00AE57B4" w:rsidP="004E5F8D">
      <w:pPr>
        <w:pStyle w:val="Description"/>
      </w:pPr>
      <w:r w:rsidRPr="00AE57B4">
        <w:t>Vysvetlite, čo sú to rodinné a komunitné zdravotné služby a prečo sú dôležité</w:t>
      </w:r>
      <w:r w:rsidR="00361D39">
        <w:t xml:space="preserve">. </w:t>
      </w:r>
      <w:r w:rsidR="00361D39" w:rsidRPr="00361D39">
        <w:t>Účelom tejto časti je preukázať hodnotiteľovi váš profesionálny prístup.</w:t>
      </w:r>
      <w:r w:rsidRPr="00AE57B4">
        <w:t xml:space="preserve"> (do 1500 znakov)</w:t>
      </w:r>
      <w:r w:rsidR="004E5F8D" w:rsidRPr="00AE57B4">
        <w:br/>
      </w:r>
      <w:r w:rsidR="00496768">
        <w:pict w14:anchorId="5115A55D">
          <v:rect id="_x0000_i1026" style="width:0;height:1.5pt" o:hralign="center" o:hrstd="t" o:hr="t" fillcolor="#a0a0a0" stroked="f"/>
        </w:pict>
      </w:r>
    </w:p>
    <w:p w14:paraId="3C8A2F9C" w14:textId="5EECA6E8" w:rsidR="00E9349E" w:rsidRPr="00AE57B4" w:rsidRDefault="00551ECD" w:rsidP="00496768">
      <w:pPr>
        <w:ind w:left="357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6B44A9AC" w14:textId="2CE4A9F2" w:rsidR="004E5F8D" w:rsidRPr="00AE57B4" w:rsidRDefault="00C1103E" w:rsidP="004E5F8D">
      <w:pPr>
        <w:pStyle w:val="Cmsor4"/>
      </w:pPr>
      <w:r w:rsidRPr="00C1103E">
        <w:t>Uveďte ciele projektu! (je možné uviesť viacero odpovedí)</w:t>
      </w:r>
    </w:p>
    <w:p w14:paraId="004B853C" w14:textId="598B02DF" w:rsidR="00670E27" w:rsidRPr="00AE57B4" w:rsidRDefault="00670E27" w:rsidP="00670E27">
      <w:pPr>
        <w:ind w:left="705" w:hanging="345"/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 w:rsidR="00AE57B4" w:rsidRPr="00AE57B4">
        <w:t>Podpora rodinnej zdravotnej starostlivosti definovanej týmito charakteristikami:</w:t>
      </w:r>
    </w:p>
    <w:p w14:paraId="4BDB05B0" w14:textId="77777777" w:rsidR="00AE57B4" w:rsidRDefault="00670E27" w:rsidP="00AE57B4">
      <w:pPr>
        <w:ind w:left="1398" w:hanging="345"/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 w:rsidR="00AE57B4">
        <w:t>komplexná starostlivosť o všetkých členov rodiny vo všetkých vekových kategóriách</w:t>
      </w:r>
    </w:p>
    <w:p w14:paraId="2C761FE8" w14:textId="7B6D0E0F" w:rsidR="00AE57B4" w:rsidRDefault="00AE57B4" w:rsidP="00AE57B4">
      <w:pPr>
        <w:ind w:left="1398" w:hanging="345"/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>
        <w:t>prevencia a včasná intervencia, napríklad očkovanie</w:t>
      </w:r>
    </w:p>
    <w:p w14:paraId="4AB2E17F" w14:textId="05989DA2" w:rsidR="00AE57B4" w:rsidRDefault="00AE57B4" w:rsidP="00AE57B4">
      <w:pPr>
        <w:ind w:left="1398" w:hanging="345"/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>
        <w:t>zdravotné služby pre matky a deti</w:t>
      </w:r>
    </w:p>
    <w:p w14:paraId="4B819349" w14:textId="0C8B583C" w:rsidR="00AE57B4" w:rsidRDefault="00AE57B4" w:rsidP="00AE57B4">
      <w:pPr>
        <w:ind w:left="1398" w:hanging="345"/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>
        <w:t xml:space="preserve">zdravotná výchova prispôsobená </w:t>
      </w:r>
      <w:r w:rsidR="00361D39">
        <w:t>rodine</w:t>
      </w:r>
    </w:p>
    <w:p w14:paraId="1E575842" w14:textId="05C6D024" w:rsidR="00670E27" w:rsidRPr="00AE57B4" w:rsidRDefault="00AE57B4" w:rsidP="00AE57B4">
      <w:pPr>
        <w:ind w:left="1398" w:hanging="345"/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>
        <w:t>podpora zvládania chronických ochorení v domácom prostredí.</w:t>
      </w:r>
    </w:p>
    <w:p w14:paraId="2A51119B" w14:textId="317746C1" w:rsidR="00402682" w:rsidRPr="00AE57B4" w:rsidRDefault="004F4F61" w:rsidP="000C0DB4">
      <w:pPr>
        <w:ind w:left="705" w:hanging="345"/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 w:rsidR="00AE57B4" w:rsidRPr="00AE57B4">
        <w:t>Podpora komunitných zdravotníckych služieb:</w:t>
      </w:r>
    </w:p>
    <w:p w14:paraId="21D995D2" w14:textId="77777777" w:rsidR="00AE57B4" w:rsidRDefault="00402682" w:rsidP="00AE57B4">
      <w:pPr>
        <w:ind w:left="1398" w:hanging="345"/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 w:rsidR="00670E27" w:rsidRPr="00AE57B4">
        <w:tab/>
      </w:r>
      <w:r w:rsidR="00AE57B4">
        <w:t>zapojenie komunitných zdravotníckych pracovníkov alebo dobrovoľníkov, ktorí absolvovali školenie v oblasti primárnej starostlivosti</w:t>
      </w:r>
    </w:p>
    <w:p w14:paraId="33556BC9" w14:textId="6CC7E160" w:rsidR="00AE57B4" w:rsidRDefault="00AE57B4" w:rsidP="00AE57B4">
      <w:pPr>
        <w:ind w:left="1398" w:hanging="345"/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>
        <w:t>prostredníctvom programov verejného zdravia, ako sú očkovacie kampane, hygienická a epidemiologická kontrola</w:t>
      </w:r>
    </w:p>
    <w:p w14:paraId="6F14D755" w14:textId="0BB02023" w:rsidR="00AE57B4" w:rsidRDefault="00AE57B4" w:rsidP="00AE57B4">
      <w:pPr>
        <w:ind w:left="1398" w:hanging="345"/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>
        <w:t>aktivity na podporu zdravia, ako sú informačné kampane, skríningové a výživové programy</w:t>
      </w:r>
    </w:p>
    <w:p w14:paraId="69C34E77" w14:textId="65F475DE" w:rsidR="00670E27" w:rsidRPr="00AE57B4" w:rsidRDefault="00AE57B4" w:rsidP="00AE57B4">
      <w:pPr>
        <w:ind w:left="1398" w:hanging="345"/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>
        <w:t>zamerané na rovnosť, oslovenie skupín s nedostatočnou starostlivosťou a zraniteľných skupín.</w:t>
      </w:r>
    </w:p>
    <w:p w14:paraId="4F3675B8" w14:textId="77777777" w:rsidR="00AE57B4" w:rsidRPr="00695B3D" w:rsidRDefault="00AE57B4" w:rsidP="00AE57B4">
      <w:pPr>
        <w:pStyle w:val="Cmsor4"/>
      </w:pPr>
      <w:r w:rsidRPr="00695B3D">
        <w:t>Opíšte, ako ciele projektu zapadajú do cieľov výzvy!</w:t>
      </w:r>
    </w:p>
    <w:p w14:paraId="774EF493" w14:textId="3A510611" w:rsidR="00AE57B4" w:rsidRPr="00695B3D" w:rsidRDefault="00AE57B4" w:rsidP="00AE57B4">
      <w:pPr>
        <w:pStyle w:val="Description"/>
      </w:pPr>
      <w:r w:rsidRPr="00695B3D">
        <w:t>Vysvetlite, ako projektové ciele prispievajú k cieľom výzvy. Uveďte, ak</w:t>
      </w:r>
      <w:r w:rsidR="00361D39">
        <w:t>ým spôsobom</w:t>
      </w:r>
      <w:r w:rsidRPr="00695B3D">
        <w:t xml:space="preserve"> projekt </w:t>
      </w:r>
      <w:r w:rsidR="00361D39">
        <w:t xml:space="preserve">prispieva k očakávanej zmene v programovej oblasti, o ktorú sa Program usiluje. </w:t>
      </w:r>
      <w:r w:rsidRPr="00695B3D">
        <w:t>. (Maximálne 1500 znakov)</w:t>
      </w:r>
      <w:r w:rsidRPr="00695B3D">
        <w:br/>
      </w:r>
      <w:r w:rsidR="00496768">
        <w:pict w14:anchorId="671296F7">
          <v:rect id="_x0000_i1027" style="width:0;height:1.5pt" o:hralign="center" o:hrstd="t" o:hr="t" fillcolor="#a0a0a0" stroked="f"/>
        </w:pict>
      </w:r>
    </w:p>
    <w:p w14:paraId="53DF9B21" w14:textId="2FFFB638" w:rsidR="00551ECD" w:rsidRPr="00AE57B4" w:rsidRDefault="00BA5FD0" w:rsidP="00496768">
      <w:pPr>
        <w:ind w:left="357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44713951" w14:textId="77777777" w:rsidR="00AE57B4" w:rsidRPr="00695B3D" w:rsidRDefault="00AE57B4" w:rsidP="00AE57B4">
      <w:pPr>
        <w:pStyle w:val="Cmsor4"/>
      </w:pPr>
      <w:r w:rsidRPr="00695B3D">
        <w:t>Opíšte, ako projekt zapadá do politík a stratégií EÚ a národných stratégií!</w:t>
      </w:r>
    </w:p>
    <w:p w14:paraId="46B0C0CD" w14:textId="77777777" w:rsidR="00AE57B4" w:rsidRPr="00695B3D" w:rsidRDefault="00AE57B4" w:rsidP="00AE57B4">
      <w:pPr>
        <w:pStyle w:val="Description"/>
      </w:pPr>
      <w:r w:rsidRPr="00695B3D">
        <w:t>Uveďte hlavné ciele a priority príslušných politík a stratégií na úrovni EÚ a na národnej úrovni. Opíšte, ktoré z týchto cieľov projekt podporuje. (Maximálne 1 500 znakov)</w:t>
      </w:r>
      <w:r w:rsidRPr="00695B3D">
        <w:br/>
      </w:r>
      <w:r w:rsidR="00496768">
        <w:pict w14:anchorId="5A59DC9C">
          <v:rect id="_x0000_i1028" style="width:0;height:1.5pt" o:hralign="center" o:hrstd="t" o:hr="t" fillcolor="#a0a0a0" stroked="f"/>
        </w:pict>
      </w:r>
    </w:p>
    <w:p w14:paraId="0284FE9E" w14:textId="4BA12411" w:rsidR="004F4F61" w:rsidRPr="00AE57B4" w:rsidRDefault="00A0238F" w:rsidP="00496768">
      <w:pPr>
        <w:ind w:left="357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5D0F9D02" w14:textId="77777777" w:rsidR="00AE57B4" w:rsidRPr="00695B3D" w:rsidRDefault="00AE57B4" w:rsidP="00AE57B4">
      <w:pPr>
        <w:pStyle w:val="Cmsor4"/>
      </w:pPr>
      <w:r w:rsidRPr="00695B3D">
        <w:lastRenderedPageBreak/>
        <w:t>Opíšte, ako projekt zapadá do príslušných územných stratégií!</w:t>
      </w:r>
    </w:p>
    <w:p w14:paraId="3B0749F1" w14:textId="51629A4F" w:rsidR="00AE57B4" w:rsidRPr="00695B3D" w:rsidRDefault="00AE57B4" w:rsidP="00AE57B4">
      <w:pPr>
        <w:pStyle w:val="Description"/>
      </w:pPr>
      <w:r w:rsidRPr="00695B3D">
        <w:t xml:space="preserve">Uveďte hlavné strategické ciele regiónu na úrovni NUTS3, v ktorom sa projekt realizuje. Vysvetlite, ktoré z týchto cieľov projekt podporuje. (Maximálne 1500 znakov) </w:t>
      </w:r>
      <w:r w:rsidR="00496768">
        <w:pict w14:anchorId="5B72C580">
          <v:rect id="_x0000_i1029" style="width:0;height:1.5pt" o:hralign="center" o:hrstd="t" o:hr="t" fillcolor="#a0a0a0" stroked="f"/>
        </w:pict>
      </w:r>
    </w:p>
    <w:p w14:paraId="6EA56653" w14:textId="02FC3E3E" w:rsidR="002E272F" w:rsidRPr="00AE57B4" w:rsidRDefault="008D57F2" w:rsidP="00496768">
      <w:pPr>
        <w:ind w:left="357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44D2E969" w14:textId="77777777" w:rsidR="00AE57B4" w:rsidRPr="00695B3D" w:rsidRDefault="00AE57B4" w:rsidP="00AE57B4">
      <w:pPr>
        <w:pStyle w:val="Cmsor4"/>
      </w:pPr>
      <w:r w:rsidRPr="00695B3D">
        <w:t>Opíšte, ako projekt nadväzuje na existujúce výsledky!</w:t>
      </w:r>
    </w:p>
    <w:p w14:paraId="6A5139C8" w14:textId="4EC6A443" w:rsidR="00AE57B4" w:rsidRPr="00695B3D" w:rsidRDefault="00AE57B4" w:rsidP="00AE57B4">
      <w:pPr>
        <w:pStyle w:val="Description"/>
      </w:pPr>
      <w:r w:rsidRPr="00695B3D">
        <w:t>Uveďte najdôležitejšie nedávne rozvojové aktivity kraja NUTS3, v ktorom sa projekt realizuje. Opíšte, ako projekt nadväzuje na predchádzajúce výsledky dosiahnuté v kraji NUTS3, kde sa projekt realizuje! (Maximálne 1500 znakov)</w:t>
      </w:r>
      <w:r w:rsidRPr="00695B3D">
        <w:br/>
      </w:r>
      <w:r w:rsidR="00496768">
        <w:pict w14:anchorId="418C778B">
          <v:rect id="_x0000_i1030" style="width:0;height:1.5pt" o:hralign="center" o:hrstd="t" o:hr="t" fillcolor="#a0a0a0" stroked="f"/>
        </w:pict>
      </w:r>
    </w:p>
    <w:p w14:paraId="079343F6" w14:textId="25475B86" w:rsidR="00A223B4" w:rsidRPr="00AE57B4" w:rsidRDefault="00A223B4" w:rsidP="00496768">
      <w:pPr>
        <w:ind w:left="357"/>
        <w:jc w:val="both"/>
        <w:rPr>
          <w:b/>
          <w:bCs/>
        </w:rPr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  <w:r w:rsidRPr="00AE57B4">
        <w:br w:type="page"/>
      </w:r>
    </w:p>
    <w:p w14:paraId="7B5EA5C8" w14:textId="77777777" w:rsidR="00AE57B4" w:rsidRPr="00695B3D" w:rsidRDefault="00AE57B4" w:rsidP="00AE57B4">
      <w:pPr>
        <w:pStyle w:val="Cmsor1"/>
        <w:rPr>
          <w:lang w:val="en-GB"/>
        </w:rPr>
      </w:pPr>
      <w:r w:rsidRPr="00695B3D">
        <w:rPr>
          <w:lang w:val="en-GB"/>
        </w:rPr>
        <w:lastRenderedPageBreak/>
        <w:t>Cieľové skupiny</w:t>
      </w:r>
    </w:p>
    <w:p w14:paraId="197AD613" w14:textId="3C7A8105" w:rsidR="004E5F8D" w:rsidRPr="00AE57B4" w:rsidRDefault="00AE57B4" w:rsidP="00AE57B4">
      <w:pPr>
        <w:pStyle w:val="Cmsor4"/>
      </w:pPr>
      <w:r w:rsidRPr="00695B3D">
        <w:t>Uveďte hlavné cieľové skupiny projektu (</w:t>
      </w:r>
      <w:r w:rsidR="00361D39">
        <w:t>možnosť vyznačenia viacerých odpovedí</w:t>
      </w:r>
      <w:r w:rsidRPr="00695B3D">
        <w:t>)!</w:t>
      </w:r>
    </w:p>
    <w:p w14:paraId="651B4EA9" w14:textId="77777777" w:rsidR="00AE57B4" w:rsidRPr="00AE57B4" w:rsidRDefault="00670E27" w:rsidP="00AE57B4">
      <w:pPr>
        <w:ind w:left="705" w:hanging="345"/>
        <w:rPr>
          <w:lang w:val="hu-HU"/>
        </w:rPr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 w:rsidRPr="00AE57B4">
        <w:tab/>
      </w:r>
      <w:r w:rsidR="00AE57B4" w:rsidRPr="00AE57B4">
        <w:rPr>
          <w:lang w:val="hu-HU"/>
        </w:rPr>
        <w:t>poskytovatelia zdravotnej starostlivosti (súkromní alebo financovaní z verejných zdrojov)</w:t>
      </w:r>
    </w:p>
    <w:p w14:paraId="63A588ED" w14:textId="3E6332EC" w:rsidR="00AE57B4" w:rsidRPr="00AE57B4" w:rsidRDefault="00AE57B4" w:rsidP="00AE57B4">
      <w:pPr>
        <w:ind w:left="705" w:hanging="345"/>
        <w:rPr>
          <w:lang w:val="hu-HU"/>
        </w:rPr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 w:rsidRPr="00AE57B4">
        <w:tab/>
      </w:r>
      <w:r w:rsidRPr="00AE57B4">
        <w:rPr>
          <w:lang w:val="hu-HU"/>
        </w:rPr>
        <w:t>lekári a zdravotnícki pracovníci</w:t>
      </w:r>
    </w:p>
    <w:p w14:paraId="6082DCA3" w14:textId="139B5265" w:rsidR="00AE57B4" w:rsidRPr="00AE57B4" w:rsidRDefault="00AE57B4" w:rsidP="00AE57B4">
      <w:pPr>
        <w:ind w:left="705" w:hanging="345"/>
        <w:rPr>
          <w:lang w:val="hu-HU"/>
        </w:rPr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 w:rsidRPr="00AE57B4">
        <w:tab/>
      </w:r>
      <w:r w:rsidRPr="00AE57B4">
        <w:rPr>
          <w:lang w:val="hu-HU"/>
        </w:rPr>
        <w:t>pacienti a chronicky chorí</w:t>
      </w:r>
      <w:r w:rsidR="00361D39">
        <w:rPr>
          <w:lang w:val="hu-HU"/>
        </w:rPr>
        <w:t xml:space="preserve"> pacienti</w:t>
      </w:r>
    </w:p>
    <w:p w14:paraId="175752AD" w14:textId="55E5B3BF" w:rsidR="00AE57B4" w:rsidRPr="00AE57B4" w:rsidRDefault="00AE57B4" w:rsidP="00AE57B4">
      <w:pPr>
        <w:ind w:left="705" w:hanging="345"/>
        <w:rPr>
          <w:lang w:val="hu-HU"/>
        </w:rPr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 w:rsidRPr="00AE57B4">
        <w:tab/>
      </w:r>
      <w:r w:rsidRPr="00AE57B4">
        <w:rPr>
          <w:lang w:val="hu-HU"/>
        </w:rPr>
        <w:t>starší ľudia</w:t>
      </w:r>
    </w:p>
    <w:p w14:paraId="0C0B7B30" w14:textId="42B464F9" w:rsidR="00AE57B4" w:rsidRPr="00AE57B4" w:rsidRDefault="00AE57B4" w:rsidP="00AE57B4">
      <w:pPr>
        <w:ind w:left="705" w:hanging="345"/>
        <w:rPr>
          <w:lang w:val="hu-HU"/>
        </w:rPr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 w:rsidRPr="00AE57B4">
        <w:tab/>
      </w:r>
      <w:r w:rsidR="00361D39">
        <w:rPr>
          <w:lang w:val="hu-HU"/>
        </w:rPr>
        <w:t>osoby s ťažkým zdravotným postihnutím</w:t>
      </w:r>
    </w:p>
    <w:p w14:paraId="2F8186BA" w14:textId="2BFEEFB5" w:rsidR="00AE57B4" w:rsidRPr="00AE57B4" w:rsidRDefault="00AE57B4" w:rsidP="00AE57B4">
      <w:pPr>
        <w:ind w:left="705" w:hanging="345"/>
        <w:rPr>
          <w:lang w:val="hu-HU"/>
        </w:rPr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 w:rsidRPr="00AE57B4">
        <w:tab/>
      </w:r>
      <w:r w:rsidRPr="00AE57B4">
        <w:rPr>
          <w:lang w:val="hu-HU"/>
        </w:rPr>
        <w:t>marginalizované komunity</w:t>
      </w:r>
    </w:p>
    <w:p w14:paraId="171A6072" w14:textId="23C6F8FC" w:rsidR="00AE57B4" w:rsidRPr="00AE57B4" w:rsidRDefault="00AE57B4" w:rsidP="00AE57B4">
      <w:pPr>
        <w:ind w:left="705" w:hanging="345"/>
        <w:rPr>
          <w:lang w:val="hu-HU"/>
        </w:rPr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 w:rsidRPr="00AE57B4">
        <w:tab/>
      </w:r>
      <w:r w:rsidRPr="00AE57B4">
        <w:rPr>
          <w:lang w:val="hu-HU"/>
        </w:rPr>
        <w:t>ostatní</w:t>
      </w:r>
    </w:p>
    <w:p w14:paraId="33DFE17D" w14:textId="178E2096" w:rsidR="00AE57B4" w:rsidRPr="00695B3D" w:rsidRDefault="00AE57B4" w:rsidP="00AE57B4">
      <w:pPr>
        <w:pStyle w:val="Cmsor4"/>
      </w:pPr>
      <w:r w:rsidRPr="00695B3D">
        <w:t>Popíšte, ak</w:t>
      </w:r>
      <w:r w:rsidR="00361D39">
        <w:t>ý prospech</w:t>
      </w:r>
      <w:r w:rsidRPr="00695B3D">
        <w:t xml:space="preserve"> budú mať primárne cieľové skupiny z výsledkov projektu!</w:t>
      </w:r>
    </w:p>
    <w:p w14:paraId="2EDA57CC" w14:textId="359876D5" w:rsidR="00AE57B4" w:rsidRPr="00695B3D" w:rsidRDefault="00AE57B4" w:rsidP="00AE57B4">
      <w:pPr>
        <w:pStyle w:val="Description"/>
      </w:pPr>
      <w:r w:rsidRPr="00695B3D">
        <w:t>Uveďte, ako výsledky projektu reagujú na potreby cieľových skupín. (Maximálne 1500 znakov)</w:t>
      </w:r>
      <w:r w:rsidRPr="00695B3D">
        <w:br/>
      </w:r>
      <w:r w:rsidR="00496768">
        <w:pict w14:anchorId="7A47E9C3">
          <v:rect id="_x0000_i1031" style="width:0;height:1.5pt" o:hralign="center" o:hrstd="t" o:hr="t" fillcolor="#a0a0a0" stroked="f"/>
        </w:pict>
      </w:r>
    </w:p>
    <w:p w14:paraId="72BBFF66" w14:textId="6FBF94ED" w:rsidR="00CC7668" w:rsidRPr="00AE57B4" w:rsidRDefault="00CC7668" w:rsidP="00496768">
      <w:pPr>
        <w:ind w:left="357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480BDD6B" w14:textId="77777777" w:rsidR="00CC7668" w:rsidRPr="00AE57B4" w:rsidRDefault="00CC7668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AE57B4">
        <w:br w:type="page"/>
      </w:r>
    </w:p>
    <w:p w14:paraId="63184B1A" w14:textId="4691078E" w:rsidR="00E9349E" w:rsidRPr="00AE57B4" w:rsidRDefault="00AC535B" w:rsidP="004624BF">
      <w:pPr>
        <w:pStyle w:val="Cmsor1"/>
        <w:rPr>
          <w:lang w:val="en-GB"/>
        </w:rPr>
      </w:pPr>
      <w:bookmarkStart w:id="5" w:name="_Hlk204445109"/>
      <w:r w:rsidRPr="00AE57B4">
        <w:rPr>
          <w:lang w:val="en-GB"/>
        </w:rPr>
        <w:lastRenderedPageBreak/>
        <w:t>Probl</w:t>
      </w:r>
      <w:r w:rsidR="00F77967">
        <w:rPr>
          <w:lang w:val="en-GB"/>
        </w:rPr>
        <w:t>émy</w:t>
      </w:r>
    </w:p>
    <w:p w14:paraId="770A9573" w14:textId="77777777" w:rsidR="00AE57B4" w:rsidRPr="00695B3D" w:rsidRDefault="00AE57B4" w:rsidP="00AE57B4">
      <w:pPr>
        <w:pStyle w:val="Cmsor4"/>
      </w:pPr>
      <w:r w:rsidRPr="00695B3D">
        <w:t>Opíšte najdôležitejšie sociálno-ekonomické problémy týkajúce sa cieľovej skupiny.</w:t>
      </w:r>
    </w:p>
    <w:p w14:paraId="6C14606D" w14:textId="357B809E" w:rsidR="00AE57B4" w:rsidRPr="00695B3D" w:rsidRDefault="00AE57B4" w:rsidP="00AE57B4">
      <w:pPr>
        <w:pStyle w:val="Description"/>
        <w:rPr>
          <w:szCs w:val="22"/>
        </w:rPr>
      </w:pPr>
      <w:r w:rsidRPr="00695B3D">
        <w:t>Opíšte vonkajšie faktory, ktoré negatívne ovplyvňujú cieľov</w:t>
      </w:r>
      <w:r w:rsidR="00361D39">
        <w:t>ú</w:t>
      </w:r>
      <w:r w:rsidRPr="00695B3D">
        <w:t xml:space="preserve"> skupin</w:t>
      </w:r>
      <w:r w:rsidR="00361D39">
        <w:t>u</w:t>
      </w:r>
      <w:r w:rsidRPr="00695B3D">
        <w:t>. (Maximálne 1500 znakov)</w:t>
      </w:r>
      <w:r w:rsidRPr="00695B3D">
        <w:br/>
      </w:r>
      <w:r w:rsidR="00496768">
        <w:pict w14:anchorId="2B2CF6F3">
          <v:rect id="_x0000_i1032" style="width:0;height:1.5pt" o:hralign="center" o:hrstd="t" o:hr="t" fillcolor="#a0a0a0" stroked="f"/>
        </w:pict>
      </w:r>
    </w:p>
    <w:bookmarkEnd w:id="5"/>
    <w:p w14:paraId="6969D421" w14:textId="3BB46B2E" w:rsidR="00381DD9" w:rsidRPr="00AE57B4" w:rsidRDefault="00381DD9" w:rsidP="00496768">
      <w:pPr>
        <w:ind w:left="357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71907EF3" w14:textId="1D9C32C2" w:rsidR="004E5F8D" w:rsidRPr="00AE57B4" w:rsidRDefault="00AE57B4" w:rsidP="004E5F8D">
      <w:pPr>
        <w:pStyle w:val="Cmsor4"/>
      </w:pPr>
      <w:r w:rsidRPr="00AE57B4">
        <w:t>Opíšte hlavné problémy rodinného a komunitného systému zdravotnej starostlivosti, ktoré sa týkajú cieľovej skupiny.</w:t>
      </w:r>
    </w:p>
    <w:p w14:paraId="4F631A13" w14:textId="36AA6488" w:rsidR="004E5F8D" w:rsidRPr="00AE57B4" w:rsidRDefault="00AE57B4" w:rsidP="004E5F8D">
      <w:pPr>
        <w:pStyle w:val="Description"/>
      </w:pPr>
      <w:r w:rsidRPr="00AE57B4">
        <w:t>Opíšte vnútorné faktory, ktoré negatívne ovplyvňujú cieľovú skupinu. Opíšte hlavné inštitucionálne a prevádzkové problémy, ktorým čelia rodinné a komunitné zdravotnícke služby</w:t>
      </w:r>
      <w:r w:rsidR="00361D39">
        <w:t>.</w:t>
      </w:r>
      <w:r w:rsidRPr="00AE57B4">
        <w:t xml:space="preserve"> (do 1500 znakov).</w:t>
      </w:r>
      <w:r w:rsidR="004E5F8D" w:rsidRPr="00AE57B4">
        <w:br/>
      </w:r>
      <w:r w:rsidR="00496768">
        <w:pict w14:anchorId="5DE33C63">
          <v:rect id="_x0000_i1033" style="width:0;height:1.5pt" o:hralign="center" o:hrstd="t" o:hr="t" fillcolor="#a0a0a0" stroked="f"/>
        </w:pict>
      </w:r>
    </w:p>
    <w:p w14:paraId="741D96DC" w14:textId="6661E80B" w:rsidR="00491932" w:rsidRPr="00AE57B4" w:rsidRDefault="00491932" w:rsidP="00496768">
      <w:pPr>
        <w:ind w:left="357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2F89B8B1" w14:textId="77777777" w:rsidR="00AE57B4" w:rsidRPr="00695B3D" w:rsidRDefault="00AE57B4" w:rsidP="00AE57B4">
      <w:pPr>
        <w:pStyle w:val="Cmsor4"/>
      </w:pPr>
      <w:r w:rsidRPr="00613812">
        <w:t>Opíšte najdôležitejšie problémy súvisiace s infraštruktúrnym zázemím cieľovej skupiny.</w:t>
      </w:r>
    </w:p>
    <w:p w14:paraId="7B7E629E" w14:textId="2DEB22DD" w:rsidR="004E5F8D" w:rsidRPr="00AE57B4" w:rsidRDefault="00AE57B4" w:rsidP="004E5F8D">
      <w:pPr>
        <w:pStyle w:val="Description"/>
      </w:pPr>
      <w:r w:rsidRPr="00AE57B4">
        <w:t>Opíšte faktory infraštruktúry, ktoré negatívne ovplyvňujú cieľovú skupinu. Opíšte najdôležitejšie problémy spôsobené úrovňou a kvalitou infraštruktúry rodinných a komunitných zdravotníckych služieb</w:t>
      </w:r>
      <w:r w:rsidR="00361D39">
        <w:t>.</w:t>
      </w:r>
      <w:r w:rsidRPr="00AE57B4">
        <w:t xml:space="preserve"> (maximálne 1500 znakov)</w:t>
      </w:r>
      <w:r w:rsidR="004E5F8D" w:rsidRPr="00AE57B4">
        <w:br/>
      </w:r>
      <w:r w:rsidR="00496768">
        <w:pict w14:anchorId="5DC5A60B">
          <v:rect id="_x0000_i1034" style="width:0;height:1.5pt" o:hralign="center" o:hrstd="t" o:hr="t" fillcolor="#a0a0a0" stroked="f"/>
        </w:pict>
      </w:r>
    </w:p>
    <w:p w14:paraId="47C1F4DF" w14:textId="4284270C" w:rsidR="00551ECD" w:rsidRPr="00AE57B4" w:rsidRDefault="00C14A96" w:rsidP="00496768">
      <w:pPr>
        <w:ind w:left="357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474E9956" w14:textId="77777777" w:rsidR="00EB1A84" w:rsidRPr="00AE57B4" w:rsidRDefault="00EB1A84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AE57B4">
        <w:br w:type="page"/>
      </w:r>
    </w:p>
    <w:p w14:paraId="2197163A" w14:textId="77777777" w:rsidR="00AE57B4" w:rsidRPr="00695B3D" w:rsidRDefault="00AE57B4" w:rsidP="00AE57B4">
      <w:pPr>
        <w:pStyle w:val="Cmsor1"/>
        <w:rPr>
          <w:lang w:val="en-GB"/>
        </w:rPr>
      </w:pPr>
      <w:bookmarkStart w:id="6" w:name="_Hlk204445192"/>
      <w:r w:rsidRPr="00695B3D">
        <w:rPr>
          <w:lang w:val="en-GB"/>
        </w:rPr>
        <w:lastRenderedPageBreak/>
        <w:t>Partner</w:t>
      </w:r>
      <w:r>
        <w:rPr>
          <w:lang w:val="en-GB"/>
        </w:rPr>
        <w:t>i</w:t>
      </w:r>
    </w:p>
    <w:p w14:paraId="3C3C695D" w14:textId="77777777" w:rsidR="00AE57B4" w:rsidRPr="00695B3D" w:rsidRDefault="00AE57B4" w:rsidP="00AE57B4">
      <w:pPr>
        <w:pStyle w:val="Cmsor4"/>
      </w:pPr>
      <w:r w:rsidRPr="00613812">
        <w:t>Predstavte projektových partnerov!</w:t>
      </w:r>
    </w:p>
    <w:p w14:paraId="74A2FAC2" w14:textId="351390B6" w:rsidR="00AE57B4" w:rsidRPr="00695B3D" w:rsidRDefault="00AE57B4" w:rsidP="00AE57B4">
      <w:pPr>
        <w:pStyle w:val="Description"/>
      </w:pPr>
      <w:r w:rsidRPr="00613812">
        <w:t>Opíšte odborné skúsenosti a súčasné aktivity partnerov projektu</w:t>
      </w:r>
      <w:r w:rsidR="00361D39">
        <w:t>.</w:t>
      </w:r>
      <w:r w:rsidRPr="00613812">
        <w:t xml:space="preserve"> (maximálne 1500 znakov na partnera)</w:t>
      </w:r>
      <w:r w:rsidRPr="00695B3D">
        <w:br/>
      </w:r>
      <w:r w:rsidR="00496768">
        <w:pict w14:anchorId="69529E7D">
          <v:rect id="_x0000_i1035" style="width:0;height:1.5pt" o:hralign="center" o:hrstd="t" o:hr="t" fillcolor="#a0a0a0" stroked="f"/>
        </w:pict>
      </w:r>
    </w:p>
    <w:p w14:paraId="2B7AECD9" w14:textId="77777777" w:rsidR="00AE57B4" w:rsidRPr="00695B3D" w:rsidRDefault="00AE57B4" w:rsidP="00AE57B4">
      <w:pPr>
        <w:pStyle w:val="Cmsor5"/>
        <w:rPr>
          <w:lang w:val="en-GB"/>
        </w:rPr>
      </w:pPr>
      <w:r w:rsidRPr="00695B3D">
        <w:rPr>
          <w:lang w:val="en-GB"/>
        </w:rPr>
        <w:t>Ve</w:t>
      </w:r>
      <w:r>
        <w:rPr>
          <w:lang w:val="en-GB"/>
        </w:rPr>
        <w:t xml:space="preserve">dúci </w:t>
      </w:r>
      <w:r w:rsidRPr="00695B3D">
        <w:rPr>
          <w:lang w:val="en-GB"/>
        </w:rPr>
        <w:t>Partner</w:t>
      </w:r>
    </w:p>
    <w:bookmarkEnd w:id="6"/>
    <w:p w14:paraId="78B8BA39" w14:textId="771E427C" w:rsidR="00C14A96" w:rsidRPr="00AE57B4" w:rsidRDefault="00C14A96" w:rsidP="00496768">
      <w:pPr>
        <w:ind w:left="708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61CD16D7" w14:textId="4AA36CF5" w:rsidR="00C14A96" w:rsidRPr="00AE57B4" w:rsidRDefault="00C14A96" w:rsidP="004624BF">
      <w:pPr>
        <w:pStyle w:val="Cmsor5"/>
        <w:rPr>
          <w:lang w:val="en-GB"/>
        </w:rPr>
      </w:pPr>
      <w:r w:rsidRPr="00AE57B4">
        <w:rPr>
          <w:lang w:val="en-GB"/>
        </w:rPr>
        <w:t>P</w:t>
      </w:r>
      <w:r w:rsidR="004624BF" w:rsidRPr="00AE57B4">
        <w:rPr>
          <w:lang w:val="en-GB"/>
        </w:rPr>
        <w:t>artner</w:t>
      </w:r>
      <w:r w:rsidR="00496768">
        <w:rPr>
          <w:lang w:val="en-GB"/>
        </w:rPr>
        <w:t xml:space="preserve"> </w:t>
      </w:r>
      <w:r w:rsidRPr="00AE57B4">
        <w:rPr>
          <w:lang w:val="en-GB"/>
        </w:rPr>
        <w:t>1</w:t>
      </w:r>
    </w:p>
    <w:p w14:paraId="13F212F2" w14:textId="7CE4D3F5" w:rsidR="00C14A96" w:rsidRPr="00AE57B4" w:rsidRDefault="00C14A96" w:rsidP="00496768">
      <w:pPr>
        <w:ind w:left="708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48CD836A" w14:textId="7A97E0D8" w:rsidR="00C14A96" w:rsidRPr="00AE57B4" w:rsidRDefault="00C14A96" w:rsidP="004624BF">
      <w:pPr>
        <w:pStyle w:val="Cmsor5"/>
        <w:rPr>
          <w:lang w:val="en-GB"/>
        </w:rPr>
      </w:pPr>
      <w:r w:rsidRPr="00AE57B4">
        <w:rPr>
          <w:lang w:val="en-GB"/>
        </w:rPr>
        <w:t>P</w:t>
      </w:r>
      <w:r w:rsidR="004624BF" w:rsidRPr="00AE57B4">
        <w:rPr>
          <w:lang w:val="en-GB"/>
        </w:rPr>
        <w:t>artner</w:t>
      </w:r>
      <w:r w:rsidR="00496768">
        <w:rPr>
          <w:lang w:val="en-GB"/>
        </w:rPr>
        <w:t xml:space="preserve"> </w:t>
      </w:r>
      <w:r w:rsidRPr="00AE57B4">
        <w:rPr>
          <w:lang w:val="en-GB"/>
        </w:rPr>
        <w:t>2</w:t>
      </w:r>
    </w:p>
    <w:p w14:paraId="0F374783" w14:textId="7FA865D0" w:rsidR="00C14A96" w:rsidRPr="00AE57B4" w:rsidRDefault="00C14A96" w:rsidP="00496768">
      <w:pPr>
        <w:ind w:left="708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56BF2370" w14:textId="2F99C99D" w:rsidR="00C14A96" w:rsidRPr="00AE57B4" w:rsidRDefault="00C14A96" w:rsidP="004624BF">
      <w:pPr>
        <w:pStyle w:val="Cmsor5"/>
        <w:rPr>
          <w:lang w:val="en-GB"/>
        </w:rPr>
      </w:pPr>
      <w:r w:rsidRPr="00AE57B4">
        <w:rPr>
          <w:lang w:val="en-GB"/>
        </w:rPr>
        <w:t>P</w:t>
      </w:r>
      <w:r w:rsidR="004624BF" w:rsidRPr="00AE57B4">
        <w:rPr>
          <w:lang w:val="en-GB"/>
        </w:rPr>
        <w:t>artner</w:t>
      </w:r>
      <w:r w:rsidR="00496768">
        <w:rPr>
          <w:lang w:val="en-GB"/>
        </w:rPr>
        <w:t xml:space="preserve"> </w:t>
      </w:r>
      <w:r w:rsidRPr="00AE57B4">
        <w:rPr>
          <w:lang w:val="en-GB"/>
        </w:rPr>
        <w:t>3</w:t>
      </w:r>
    </w:p>
    <w:p w14:paraId="7DBF5806" w14:textId="0A088888" w:rsidR="00C14A96" w:rsidRPr="00AE57B4" w:rsidRDefault="00C14A96" w:rsidP="00496768">
      <w:pPr>
        <w:ind w:left="708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30A0E44D" w14:textId="39D84B5A" w:rsidR="00C14A96" w:rsidRPr="00AE57B4" w:rsidRDefault="00C14A96" w:rsidP="004624BF">
      <w:pPr>
        <w:pStyle w:val="Cmsor5"/>
        <w:rPr>
          <w:lang w:val="en-GB"/>
        </w:rPr>
      </w:pPr>
      <w:r w:rsidRPr="00AE57B4">
        <w:rPr>
          <w:lang w:val="en-GB"/>
        </w:rPr>
        <w:t>P</w:t>
      </w:r>
      <w:r w:rsidR="004624BF" w:rsidRPr="00AE57B4">
        <w:rPr>
          <w:lang w:val="en-GB"/>
        </w:rPr>
        <w:t>artner</w:t>
      </w:r>
      <w:r w:rsidR="00496768">
        <w:rPr>
          <w:lang w:val="en-GB"/>
        </w:rPr>
        <w:t xml:space="preserve"> </w:t>
      </w:r>
      <w:r w:rsidRPr="00AE57B4">
        <w:rPr>
          <w:lang w:val="en-GB"/>
        </w:rPr>
        <w:t>4</w:t>
      </w:r>
    </w:p>
    <w:p w14:paraId="27633D35" w14:textId="421996D0" w:rsidR="00C14A96" w:rsidRPr="00AE57B4" w:rsidRDefault="00C14A96" w:rsidP="00496768">
      <w:pPr>
        <w:ind w:left="708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252FEEED" w14:textId="39CF81D4" w:rsidR="00C14A96" w:rsidRPr="00AE57B4" w:rsidRDefault="00C14A96" w:rsidP="004624BF">
      <w:pPr>
        <w:pStyle w:val="Cmsor5"/>
        <w:rPr>
          <w:lang w:val="en-GB"/>
        </w:rPr>
      </w:pPr>
      <w:r w:rsidRPr="00AE57B4">
        <w:rPr>
          <w:lang w:val="en-GB"/>
        </w:rPr>
        <w:t>P</w:t>
      </w:r>
      <w:r w:rsidR="004624BF" w:rsidRPr="00AE57B4">
        <w:rPr>
          <w:lang w:val="en-GB"/>
        </w:rPr>
        <w:t>artner</w:t>
      </w:r>
      <w:r w:rsidR="00496768">
        <w:rPr>
          <w:lang w:val="en-GB"/>
        </w:rPr>
        <w:t xml:space="preserve"> </w:t>
      </w:r>
      <w:r w:rsidRPr="00AE57B4">
        <w:rPr>
          <w:lang w:val="en-GB"/>
        </w:rPr>
        <w:t>5</w:t>
      </w:r>
    </w:p>
    <w:p w14:paraId="3AEDB751" w14:textId="673919AE" w:rsidR="0078531F" w:rsidRPr="00AE57B4" w:rsidRDefault="00C14A96" w:rsidP="00496768">
      <w:pPr>
        <w:ind w:left="708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34D02E18" w14:textId="77777777" w:rsidR="00AE57B4" w:rsidRPr="00695B3D" w:rsidRDefault="00AE57B4" w:rsidP="00AE57B4">
      <w:pPr>
        <w:pStyle w:val="Cmsor5"/>
        <w:rPr>
          <w:lang w:val="en-GB"/>
        </w:rPr>
      </w:pPr>
      <w:bookmarkStart w:id="7" w:name="_Hlk204258964"/>
      <w:r w:rsidRPr="00695B3D">
        <w:rPr>
          <w:lang w:val="en-GB"/>
        </w:rPr>
        <w:t>Partner bez finančnej podpory 1</w:t>
      </w:r>
    </w:p>
    <w:bookmarkEnd w:id="7"/>
    <w:p w14:paraId="57F07032" w14:textId="652145FC" w:rsidR="002C7114" w:rsidRPr="00AE57B4" w:rsidRDefault="002C7114" w:rsidP="00496768">
      <w:pPr>
        <w:ind w:left="708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44DD5FA7" w14:textId="0251B931" w:rsidR="00AE57B4" w:rsidRPr="00695B3D" w:rsidRDefault="00AE57B4" w:rsidP="00AE57B4">
      <w:pPr>
        <w:pStyle w:val="Cmsor5"/>
        <w:rPr>
          <w:lang w:val="en-GB"/>
        </w:rPr>
      </w:pPr>
      <w:r w:rsidRPr="00695B3D">
        <w:rPr>
          <w:lang w:val="en-GB"/>
        </w:rPr>
        <w:t>Partner bez finančnej podpory</w:t>
      </w:r>
      <w:r>
        <w:rPr>
          <w:lang w:val="en-GB"/>
        </w:rPr>
        <w:t xml:space="preserve"> 2</w:t>
      </w:r>
    </w:p>
    <w:p w14:paraId="4F57A811" w14:textId="6B089FE7" w:rsidR="002C7114" w:rsidRPr="00AE57B4" w:rsidRDefault="002C7114" w:rsidP="00496768">
      <w:pPr>
        <w:ind w:left="708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566A1B24" w14:textId="77777777" w:rsidR="0078531F" w:rsidRPr="00AE57B4" w:rsidRDefault="0078531F">
      <w:pPr>
        <w:spacing w:after="0" w:line="240" w:lineRule="auto"/>
      </w:pPr>
      <w:r w:rsidRPr="00AE57B4">
        <w:br w:type="page"/>
      </w:r>
    </w:p>
    <w:p w14:paraId="217B955A" w14:textId="77777777" w:rsidR="00AE57B4" w:rsidRPr="00C466D4" w:rsidRDefault="00AE57B4" w:rsidP="00AE57B4">
      <w:pPr>
        <w:pStyle w:val="Cmsor1"/>
      </w:pPr>
      <w:bookmarkStart w:id="8" w:name="_Hlk204445223"/>
      <w:bookmarkStart w:id="9" w:name="_Hlk202460365"/>
      <w:r w:rsidRPr="00C466D4">
        <w:lastRenderedPageBreak/>
        <w:t>Realizácia</w:t>
      </w:r>
    </w:p>
    <w:p w14:paraId="1D1D5465" w14:textId="0CEE1714" w:rsidR="00AE57B4" w:rsidRPr="00E3417F" w:rsidRDefault="00AE57B4" w:rsidP="00AE57B4">
      <w:pPr>
        <w:pStyle w:val="Cmsor4"/>
      </w:pPr>
      <w:r w:rsidRPr="00C466D4">
        <w:t xml:space="preserve">Označte hlavné </w:t>
      </w:r>
      <w:r>
        <w:t xml:space="preserve">aktivity </w:t>
      </w:r>
      <w:r w:rsidRPr="00C466D4">
        <w:t>projektu! (</w:t>
      </w:r>
      <w:r w:rsidR="00361D39">
        <w:t>možnosť vyznačenia viacerých</w:t>
      </w:r>
      <w:r w:rsidRPr="00C466D4">
        <w:t>odpovedí)</w:t>
      </w:r>
    </w:p>
    <w:bookmarkEnd w:id="8"/>
    <w:p w14:paraId="6F6A3856" w14:textId="77777777" w:rsidR="00AE57B4" w:rsidRPr="00AE57B4" w:rsidRDefault="00670E27" w:rsidP="00AE57B4">
      <w:pPr>
        <w:ind w:left="705" w:hanging="345"/>
        <w:rPr>
          <w:lang w:val="hu-HU"/>
        </w:rPr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 w:rsidRPr="00AE57B4">
        <w:tab/>
      </w:r>
      <w:r w:rsidR="00AE57B4" w:rsidRPr="00AE57B4">
        <w:rPr>
          <w:lang w:val="hu-HU"/>
        </w:rPr>
        <w:t>Posilniť cezhraničnú inštitucionálnu spoluprácu medzi príslušnými organizáciami a inštitúciami</w:t>
      </w:r>
    </w:p>
    <w:p w14:paraId="59002FC1" w14:textId="1EF57801" w:rsidR="00AE57B4" w:rsidRPr="00AE57B4" w:rsidRDefault="00AE57B4" w:rsidP="00AE57B4">
      <w:pPr>
        <w:ind w:left="705" w:hanging="345"/>
        <w:rPr>
          <w:lang w:val="hu-HU"/>
        </w:rPr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 w:rsidRPr="00AE57B4">
        <w:rPr>
          <w:lang w:val="hu-HU"/>
        </w:rPr>
        <w:t>Podporovať elektronické začlenenie a elektronické zdravotníctvo a využívať existujúce technologické a IKT inovácie</w:t>
      </w:r>
    </w:p>
    <w:p w14:paraId="7734EA55" w14:textId="6A362ABF" w:rsidR="00AE57B4" w:rsidRPr="00AE57B4" w:rsidRDefault="00AE57B4" w:rsidP="00AE57B4">
      <w:pPr>
        <w:ind w:left="705" w:hanging="345"/>
        <w:rPr>
          <w:lang w:val="hu-HU"/>
        </w:rPr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>
        <w:t>Z</w:t>
      </w:r>
      <w:r w:rsidRPr="00AE57B4">
        <w:rPr>
          <w:lang w:val="hu-HU"/>
        </w:rPr>
        <w:t xml:space="preserve">aviesť inovatívne komunitné zdravotné služby </w:t>
      </w:r>
    </w:p>
    <w:p w14:paraId="440EBC4F" w14:textId="5DE024EA" w:rsidR="00AE57B4" w:rsidRPr="00AE57B4" w:rsidRDefault="00AE57B4" w:rsidP="00AE57B4">
      <w:pPr>
        <w:ind w:left="705" w:hanging="345"/>
        <w:rPr>
          <w:lang w:val="hu-HU"/>
        </w:rPr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 w:rsidR="00361D39">
        <w:rPr>
          <w:lang w:val="hu-HU"/>
        </w:rPr>
        <w:t xml:space="preserve"> Vypracovanie</w:t>
      </w:r>
      <w:r w:rsidR="00F46634">
        <w:rPr>
          <w:lang w:val="hu-HU"/>
        </w:rPr>
        <w:t xml:space="preserve"> spoločných programov na uľahčenie dlhodobej starostlivosti o chronicky chorých a geriatrických pacientov a zavedenie inovatívnych terapeutických metód na rozvoj motorických, senzorických a kognitívnych schopností u starších osôb.</w:t>
      </w:r>
    </w:p>
    <w:p w14:paraId="102E1A78" w14:textId="46CC64D3" w:rsidR="006D1ECE" w:rsidRPr="006D1ECE" w:rsidRDefault="00AE57B4" w:rsidP="006D1ECE">
      <w:pPr>
        <w:ind w:left="705" w:hanging="345"/>
        <w:rPr>
          <w:lang w:val="hu-HU"/>
        </w:rPr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 w:rsidR="006D1ECE" w:rsidRPr="006D1ECE">
        <w:rPr>
          <w:lang w:val="hu-HU"/>
        </w:rPr>
        <w:t xml:space="preserve">Výmena poznatkov a vzdelávacie aktivity na zlepšenie vedomostí o verejnom zdraví a kampane na zvýšenie povedomia v oblasti prevencie chorôb, včasnej diagnostiky a rehabilitácie </w:t>
      </w:r>
    </w:p>
    <w:p w14:paraId="53BA3407" w14:textId="462E22AA" w:rsidR="006D1ECE" w:rsidRPr="006D1ECE" w:rsidRDefault="006D1ECE" w:rsidP="006D1ECE">
      <w:pPr>
        <w:ind w:left="705" w:hanging="345"/>
        <w:rPr>
          <w:lang w:val="hu-HU"/>
        </w:rPr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 w:rsidRPr="006D1ECE">
        <w:rPr>
          <w:lang w:val="hu-HU"/>
        </w:rPr>
        <w:t xml:space="preserve">Motivačné a stimulačné programy na zníženie nedostatku zdravotníckych pracovníkov, čím sa zlepší prístup k starostlivosti na oboch stranách hranice </w:t>
      </w:r>
    </w:p>
    <w:p w14:paraId="296AC07E" w14:textId="264E8092" w:rsidR="006D1ECE" w:rsidRPr="006D1ECE" w:rsidRDefault="006D1ECE" w:rsidP="006D1ECE">
      <w:pPr>
        <w:ind w:left="705" w:hanging="345"/>
        <w:rPr>
          <w:lang w:val="hu-HU"/>
        </w:rPr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 w:rsidRPr="006D1ECE">
        <w:rPr>
          <w:lang w:val="hu-HU"/>
        </w:rPr>
        <w:t xml:space="preserve">Zlepšenie služieb, ktoré umožňujú osobám pracujúcim mimo zdravotníckych zariadení poskytovať služby na </w:t>
      </w:r>
      <w:r w:rsidR="00F46634">
        <w:rPr>
          <w:lang w:val="hu-HU"/>
        </w:rPr>
        <w:t>individuálnej, rodinnej alebo komunitnej úrovni</w:t>
      </w:r>
    </w:p>
    <w:p w14:paraId="15B94199" w14:textId="47896B2D" w:rsidR="00AE57B4" w:rsidRPr="00AE57B4" w:rsidRDefault="006D1ECE" w:rsidP="006D1ECE">
      <w:pPr>
        <w:ind w:left="705" w:hanging="345"/>
        <w:rPr>
          <w:lang w:val="hu-HU"/>
        </w:rPr>
      </w:pPr>
      <w:r w:rsidRPr="00AE57B4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E57B4">
        <w:instrText xml:space="preserve"> FORMCHECKBOX </w:instrText>
      </w:r>
      <w:r w:rsidRPr="00AE57B4">
        <w:fldChar w:fldCharType="separate"/>
      </w:r>
      <w:r w:rsidRPr="00AE57B4">
        <w:fldChar w:fldCharType="end"/>
      </w:r>
      <w:r w:rsidRPr="00AE57B4">
        <w:tab/>
      </w:r>
      <w:r w:rsidRPr="006D1ECE">
        <w:rPr>
          <w:lang w:val="hu-HU"/>
        </w:rPr>
        <w:t>Iné</w:t>
      </w:r>
    </w:p>
    <w:p w14:paraId="2C795AED" w14:textId="7F164AA4" w:rsidR="0034098F" w:rsidRPr="00AE57B4" w:rsidRDefault="0034098F" w:rsidP="00AE57B4">
      <w:pPr>
        <w:ind w:left="705" w:hanging="345"/>
      </w:pPr>
    </w:p>
    <w:bookmarkEnd w:id="9"/>
    <w:p w14:paraId="328D74C7" w14:textId="77777777" w:rsidR="0034098F" w:rsidRPr="00AE57B4" w:rsidRDefault="0034098F">
      <w:pPr>
        <w:spacing w:after="0" w:line="240" w:lineRule="auto"/>
        <w:rPr>
          <w:b/>
          <w:bCs/>
        </w:rPr>
      </w:pPr>
      <w:r w:rsidRPr="00AE57B4">
        <w:br w:type="page"/>
      </w:r>
    </w:p>
    <w:p w14:paraId="168022F7" w14:textId="68B47C74" w:rsidR="006D1ECE" w:rsidRPr="00695B3D" w:rsidRDefault="006D1ECE" w:rsidP="006D1ECE">
      <w:pPr>
        <w:pStyle w:val="Cmsor4"/>
      </w:pPr>
      <w:bookmarkStart w:id="10" w:name="_Hlk204445296"/>
      <w:r w:rsidRPr="00695B3D">
        <w:lastRenderedPageBreak/>
        <w:t xml:space="preserve">Popíšte, ako projektoví partneri spolupracovali </w:t>
      </w:r>
      <w:r w:rsidR="00F46634">
        <w:t xml:space="preserve"> počas</w:t>
      </w:r>
      <w:r w:rsidRPr="00695B3D">
        <w:t xml:space="preserve"> prípravnej fáz</w:t>
      </w:r>
      <w:r w:rsidR="00F46634">
        <w:t>y</w:t>
      </w:r>
      <w:r w:rsidRPr="00695B3D">
        <w:t>! (Maximálne 1500 znakov)</w:t>
      </w:r>
      <w:bookmarkEnd w:id="10"/>
    </w:p>
    <w:p w14:paraId="55D3E0A9" w14:textId="08E0F419" w:rsidR="00FA0360" w:rsidRPr="00AE57B4" w:rsidRDefault="00FA0360" w:rsidP="00496768">
      <w:pPr>
        <w:ind w:left="357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41CF365E" w14:textId="77777777" w:rsidR="006D1ECE" w:rsidRPr="00E3417F" w:rsidRDefault="006D1ECE" w:rsidP="006D1ECE">
      <w:pPr>
        <w:pStyle w:val="Cmsor4"/>
      </w:pPr>
      <w:bookmarkStart w:id="11" w:name="_Hlk204445305"/>
      <w:r w:rsidRPr="00C466D4">
        <w:t>Popíšte, ako boli rôzne cieľové skupiny zapojené do plánovania projektu!</w:t>
      </w:r>
    </w:p>
    <w:p w14:paraId="45657E07" w14:textId="77777777" w:rsidR="006D1ECE" w:rsidRPr="00E3417F" w:rsidRDefault="006D1ECE" w:rsidP="006D1ECE">
      <w:pPr>
        <w:pStyle w:val="Description"/>
      </w:pPr>
      <w:r w:rsidRPr="00C466D4">
        <w:t>Zapojenie cieľových skupín do plánovania projektu je základom úspešnej realizácie. Opíšte, ako prebiehalo zapojenie cieľových skupín do plánovania, a uveďte, akým spôsobom prispeli k finálnej podobe predloženej žiadosti. (Maximálne 1 500 znakov)</w:t>
      </w:r>
      <w:r w:rsidRPr="00E3417F">
        <w:br/>
      </w:r>
      <w:r w:rsidR="00496768">
        <w:pict w14:anchorId="3080371E">
          <v:rect id="_x0000_i1036" style="width:0;height:1.5pt" o:hralign="center" o:hrstd="t" o:hr="t" fillcolor="#a0a0a0" stroked="f"/>
        </w:pict>
      </w:r>
    </w:p>
    <w:bookmarkEnd w:id="11"/>
    <w:p w14:paraId="4240D59A" w14:textId="0CC9B780" w:rsidR="00FA0360" w:rsidRPr="00AE57B4" w:rsidRDefault="00FA0360" w:rsidP="00496768">
      <w:pPr>
        <w:ind w:left="357"/>
        <w:jc w:val="both"/>
        <w:rPr>
          <w:b/>
          <w:bCs/>
        </w:rPr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27EAB276" w14:textId="76510B89" w:rsidR="006D1ECE" w:rsidRPr="00E3417F" w:rsidRDefault="006D1ECE" w:rsidP="006D1ECE">
      <w:pPr>
        <w:pStyle w:val="Cmsor4"/>
      </w:pPr>
      <w:bookmarkStart w:id="12" w:name="_Hlk204445316"/>
      <w:r w:rsidRPr="00C466D4">
        <w:t xml:space="preserve">Predstavte </w:t>
      </w:r>
      <w:r w:rsidR="00F46634">
        <w:t xml:space="preserve">príklady </w:t>
      </w:r>
      <w:r w:rsidRPr="00C466D4">
        <w:t>dobr</w:t>
      </w:r>
      <w:r w:rsidR="00F46634">
        <w:t>ej</w:t>
      </w:r>
      <w:r w:rsidRPr="00C466D4">
        <w:t xml:space="preserve"> prax</w:t>
      </w:r>
      <w:r w:rsidR="00F46634">
        <w:t>e</w:t>
      </w:r>
      <w:r w:rsidRPr="00C466D4">
        <w:t>, ktor</w:t>
      </w:r>
      <w:r w:rsidR="00F46634">
        <w:t>é</w:t>
      </w:r>
      <w:r w:rsidRPr="00C466D4">
        <w:t xml:space="preserve"> bol</w:t>
      </w:r>
      <w:r w:rsidR="00F46634">
        <w:t>i</w:t>
      </w:r>
      <w:r w:rsidRPr="00C466D4">
        <w:t xml:space="preserve"> inšpiráciou pre projekt! (voliteľné)</w:t>
      </w:r>
    </w:p>
    <w:p w14:paraId="71CD2AFC" w14:textId="6F175131" w:rsidR="006D1ECE" w:rsidRPr="00E3417F" w:rsidRDefault="006D1ECE" w:rsidP="006D1ECE">
      <w:pPr>
        <w:pStyle w:val="Description"/>
        <w:rPr>
          <w:b/>
          <w:bCs/>
        </w:rPr>
      </w:pPr>
      <w:r w:rsidRPr="00C466D4">
        <w:t xml:space="preserve">Ak </w:t>
      </w:r>
      <w:r>
        <w:t>relevantné,</w:t>
      </w:r>
      <w:r w:rsidRPr="00C466D4">
        <w:t xml:space="preserve"> uveďte dobrý príklad, ktorý slúžil ako inšpirácia pri plánovaní projektu alebo ktorý chcú partneri prevziať. (Maximálne 1500 znakov)</w:t>
      </w:r>
      <w:r w:rsidRPr="00E3417F">
        <w:br/>
      </w:r>
      <w:r w:rsidR="00496768">
        <w:pict w14:anchorId="180C38C6">
          <v:rect id="_x0000_i1037" style="width:0;height:1.5pt" o:hralign="center" o:hrstd="t" o:hr="t" fillcolor="#a0a0a0" stroked="f"/>
        </w:pict>
      </w:r>
    </w:p>
    <w:bookmarkEnd w:id="12"/>
    <w:p w14:paraId="4B61C8EF" w14:textId="042006FE" w:rsidR="00CC7668" w:rsidRPr="00AE57B4" w:rsidRDefault="00CC7668" w:rsidP="00496768">
      <w:pPr>
        <w:ind w:left="357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01666626" w14:textId="77777777" w:rsidR="00CC7668" w:rsidRPr="00AE57B4" w:rsidRDefault="00CC7668" w:rsidP="00CC7668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AE57B4">
        <w:br w:type="page"/>
      </w:r>
    </w:p>
    <w:p w14:paraId="5C47369C" w14:textId="77777777" w:rsidR="006D1ECE" w:rsidRPr="00E3417F" w:rsidRDefault="006D1ECE" w:rsidP="006D1ECE">
      <w:pPr>
        <w:pStyle w:val="Cmsor4"/>
      </w:pPr>
      <w:bookmarkStart w:id="13" w:name="_Hlk204445328"/>
      <w:r>
        <w:lastRenderedPageBreak/>
        <w:t>P</w:t>
      </w:r>
      <w:r w:rsidRPr="00C466D4">
        <w:t>opíšte priebeh realizácie projektu!</w:t>
      </w:r>
    </w:p>
    <w:p w14:paraId="3306EBFE" w14:textId="6C92C9F2" w:rsidR="006D1ECE" w:rsidRPr="00E3417F" w:rsidRDefault="006D1ECE" w:rsidP="006D1ECE">
      <w:pPr>
        <w:pStyle w:val="Description"/>
      </w:pPr>
      <w:r w:rsidRPr="00C466D4">
        <w:t>Popíšte hlavné činnosti a úlohy projektu v chronologickom poradí, s dôrazom na míľniky a úlohy jednotlivých partnerov. (Maximálne 3000 znakov)</w:t>
      </w:r>
      <w:r w:rsidRPr="00E3417F">
        <w:br/>
      </w:r>
      <w:r w:rsidR="00496768">
        <w:pict w14:anchorId="668A2200">
          <v:rect id="_x0000_i1038" style="width:0;height:1.5pt" o:hralign="center" o:hrstd="t" o:hr="t" fillcolor="#a0a0a0" stroked="f"/>
        </w:pict>
      </w:r>
    </w:p>
    <w:bookmarkEnd w:id="13"/>
    <w:p w14:paraId="2B8A565F" w14:textId="34627567" w:rsidR="00F45185" w:rsidRPr="00AE57B4" w:rsidRDefault="0034098F" w:rsidP="00496768">
      <w:pPr>
        <w:ind w:left="357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7D25F34A" w14:textId="77777777" w:rsidR="0085058A" w:rsidRPr="00AE57B4" w:rsidRDefault="0085058A">
      <w:pPr>
        <w:spacing w:after="0" w:line="240" w:lineRule="auto"/>
        <w:rPr>
          <w:b/>
          <w:bCs/>
        </w:rPr>
      </w:pPr>
      <w:r w:rsidRPr="00AE57B4">
        <w:br w:type="page"/>
      </w:r>
    </w:p>
    <w:p w14:paraId="411C2989" w14:textId="77777777" w:rsidR="006D1ECE" w:rsidRPr="00E3417F" w:rsidRDefault="006D1ECE" w:rsidP="006D1ECE">
      <w:pPr>
        <w:pStyle w:val="Cmsor4"/>
      </w:pPr>
      <w:bookmarkStart w:id="14" w:name="_Hlk204445338"/>
      <w:r w:rsidRPr="00C466D4">
        <w:lastRenderedPageBreak/>
        <w:t>Popíšte, ako sa cieľové skupiny budú podieľať na realizácii projektu!</w:t>
      </w:r>
    </w:p>
    <w:p w14:paraId="70724C73" w14:textId="77777777" w:rsidR="006D1ECE" w:rsidRPr="00695B3D" w:rsidRDefault="006D1ECE" w:rsidP="006D1ECE">
      <w:pPr>
        <w:pStyle w:val="Description"/>
      </w:pPr>
      <w:r w:rsidRPr="00ED342C">
        <w:t>Zapojenie cieľovej skupiny do realizácie projektu je nevyhnutné pre úspech projektu. Opíšte, ako sa cieľové skupiny budú podieľať na realizácii projektu a akým spôsobom prispejú k dosiahnutiu výsledkov. (Maximálne 1500 znakov)</w:t>
      </w:r>
      <w:r w:rsidRPr="00E3417F">
        <w:br/>
      </w:r>
      <w:r w:rsidR="00496768">
        <w:pict w14:anchorId="725EFCFB">
          <v:rect id="_x0000_i1039" style="width:0;height:1.5pt" o:hralign="center" o:hrstd="t" o:hr="t" fillcolor="#a0a0a0" stroked="f"/>
        </w:pict>
      </w:r>
    </w:p>
    <w:bookmarkEnd w:id="14"/>
    <w:p w14:paraId="701D7F9B" w14:textId="1C8AEDF7" w:rsidR="00F45185" w:rsidRPr="00AE57B4" w:rsidRDefault="00F85D09" w:rsidP="00496768">
      <w:pPr>
        <w:ind w:left="357"/>
        <w:jc w:val="both"/>
        <w:rPr>
          <w:b/>
          <w:bCs/>
        </w:rPr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1F0768BB" w14:textId="77777777" w:rsidR="006D1ECE" w:rsidRPr="00695B3D" w:rsidRDefault="006D1ECE" w:rsidP="006D1ECE">
      <w:pPr>
        <w:pStyle w:val="Cmsor4"/>
      </w:pPr>
      <w:bookmarkStart w:id="15" w:name="_Hlk204445353"/>
      <w:r w:rsidRPr="00ED342C">
        <w:t>Popíšte, ako budú projektoví partneri spolupracovať v realizačnej fáze projektu!  (Maximálne 1500 znakov)</w:t>
      </w:r>
      <w:r w:rsidRPr="0019085C">
        <w:t xml:space="preserve"> </w:t>
      </w:r>
    </w:p>
    <w:bookmarkEnd w:id="15"/>
    <w:p w14:paraId="1732680A" w14:textId="3AF779AF" w:rsidR="00CC7668" w:rsidRPr="00AE57B4" w:rsidRDefault="00CC7668" w:rsidP="00496768">
      <w:pPr>
        <w:ind w:left="357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03CE0A40" w14:textId="77777777" w:rsidR="00CC7668" w:rsidRPr="00AE57B4" w:rsidRDefault="00CC7668" w:rsidP="00CC7668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AE57B4">
        <w:br w:type="page"/>
      </w:r>
    </w:p>
    <w:p w14:paraId="18BF62E2" w14:textId="77777777" w:rsidR="006D1ECE" w:rsidRPr="00E3417F" w:rsidRDefault="006D1ECE" w:rsidP="006D1ECE">
      <w:pPr>
        <w:pStyle w:val="Cmsor4"/>
      </w:pPr>
      <w:bookmarkStart w:id="16" w:name="_Hlk204445364"/>
      <w:r w:rsidRPr="00ED342C">
        <w:lastRenderedPageBreak/>
        <w:t>Popíšte inovatívny charakter projektu!</w:t>
      </w:r>
    </w:p>
    <w:p w14:paraId="014126B6" w14:textId="77777777" w:rsidR="006D1ECE" w:rsidRPr="00E3417F" w:rsidRDefault="006D1ECE" w:rsidP="006D1ECE">
      <w:pPr>
        <w:pStyle w:val="Description"/>
      </w:pPr>
      <w:r w:rsidRPr="00ED342C">
        <w:t>Popíšte inovatívne prvky projektu! Ak projekt obsahuje inovatívne alebo nové prvky, ktoré vyvíjajú partneri, popíšte typ projektu, napr.: experimentálny projekt, projekt pripravený na rozšírenie alebo projekt pripravený na odovzdanie! (Maximálne 1500 znakov)</w:t>
      </w:r>
      <w:r>
        <w:t xml:space="preserve"> </w:t>
      </w:r>
      <w:r w:rsidRPr="00E3417F">
        <w:br/>
      </w:r>
      <w:r w:rsidR="00496768">
        <w:pict w14:anchorId="272A31A6">
          <v:rect id="_x0000_i1040" style="width:0;height:1.5pt" o:hralign="center" o:hrstd="t" o:hr="t" fillcolor="#a0a0a0" stroked="f"/>
        </w:pict>
      </w:r>
    </w:p>
    <w:bookmarkEnd w:id="16"/>
    <w:p w14:paraId="668449C9" w14:textId="18396984" w:rsidR="00F45185" w:rsidRPr="00AE57B4" w:rsidRDefault="008D57F2" w:rsidP="00496768">
      <w:pPr>
        <w:ind w:left="357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1FAE1BEA" w14:textId="77777777" w:rsidR="006D1ECE" w:rsidRPr="00E3417F" w:rsidRDefault="006D1ECE" w:rsidP="006D1ECE">
      <w:pPr>
        <w:pStyle w:val="Cmsor4"/>
      </w:pPr>
      <w:bookmarkStart w:id="17" w:name="_Hlk204445376"/>
      <w:r w:rsidRPr="00ED342C">
        <w:t>Uveďte presné umiestnenie plánovaných investícií (zoznam)!</w:t>
      </w:r>
    </w:p>
    <w:p w14:paraId="75719428" w14:textId="77777777" w:rsidR="006D1ECE" w:rsidRPr="00E3417F" w:rsidRDefault="006D1ECE" w:rsidP="006D1ECE">
      <w:pPr>
        <w:pStyle w:val="Description"/>
      </w:pPr>
      <w:r w:rsidRPr="00ED342C">
        <w:t>Ak žiadosť zahŕňa aj nákup veľkých zariadení, uveďte presné miesto inštalácie týchto zariadení. Ak žiadosť zahŕňa aj stavebné alebo renovačné práce, uveďte presnú polohu dotknutých nehnuteľností</w:t>
      </w:r>
      <w:bookmarkEnd w:id="17"/>
      <w:r w:rsidRPr="00ED342C">
        <w:t>.</w:t>
      </w:r>
    </w:p>
    <w:p w14:paraId="200A73D0" w14:textId="18B73E98" w:rsidR="0078531F" w:rsidRPr="00AE57B4" w:rsidRDefault="00D26D67" w:rsidP="00496768">
      <w:pPr>
        <w:pStyle w:val="Listaszerbekezds"/>
        <w:numPr>
          <w:ilvl w:val="0"/>
          <w:numId w:val="46"/>
        </w:numPr>
      </w:pPr>
      <w:r w:rsidRPr="00AE57B4"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16F16763" w14:textId="77777777" w:rsidR="00262FC1" w:rsidRPr="00AE57B4" w:rsidRDefault="00262FC1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AE57B4">
        <w:br w:type="page"/>
      </w:r>
    </w:p>
    <w:p w14:paraId="7F044385" w14:textId="77777777" w:rsidR="006D1ECE" w:rsidRPr="00E3417F" w:rsidRDefault="006D1ECE" w:rsidP="006D1ECE">
      <w:pPr>
        <w:pStyle w:val="Cmsor1"/>
      </w:pPr>
      <w:bookmarkStart w:id="18" w:name="_Hlk204263948"/>
      <w:r w:rsidRPr="00ED342C">
        <w:lastRenderedPageBreak/>
        <w:t>Výsledky</w:t>
      </w:r>
    </w:p>
    <w:p w14:paraId="619F30B0" w14:textId="77777777" w:rsidR="006D1ECE" w:rsidRPr="00E3417F" w:rsidRDefault="006D1ECE" w:rsidP="006D1ECE">
      <w:pPr>
        <w:pStyle w:val="Cmsor4"/>
      </w:pPr>
      <w:r w:rsidRPr="00ED342C">
        <w:t>Popíšte krátkodobé výsledky projektu!</w:t>
      </w:r>
      <w:r w:rsidRPr="00E3417F">
        <w:t xml:space="preserve"> </w:t>
      </w:r>
    </w:p>
    <w:p w14:paraId="331BB504" w14:textId="77777777" w:rsidR="006D1ECE" w:rsidRPr="00E3417F" w:rsidRDefault="006D1ECE" w:rsidP="006D1ECE">
      <w:pPr>
        <w:pStyle w:val="Description"/>
      </w:pPr>
      <w:r w:rsidRPr="00ED342C">
        <w:t>Popíšte výsledky a krátkodobé účinky, ktoré boli dosiahnuté počas realizácie projektu a bezprostredne po ňom. (Maximálne 1500 znakov)</w:t>
      </w:r>
      <w:r w:rsidRPr="00E3417F">
        <w:br/>
      </w:r>
      <w:r w:rsidR="00496768">
        <w:pict w14:anchorId="2B2329B8">
          <v:rect id="_x0000_i1041" style="width:0;height:1.5pt" o:hralign="center" o:hrstd="t" o:hr="t" fillcolor="#a0a0a0" stroked="f"/>
        </w:pict>
      </w:r>
    </w:p>
    <w:bookmarkEnd w:id="18"/>
    <w:p w14:paraId="763B38DA" w14:textId="4047D0E8" w:rsidR="00545FEA" w:rsidRPr="00AE57B4" w:rsidRDefault="00D26D67" w:rsidP="00496768">
      <w:pPr>
        <w:ind w:left="357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2B316856" w14:textId="77777777" w:rsidR="006D1ECE" w:rsidRPr="00E3417F" w:rsidRDefault="006D1ECE" w:rsidP="006D1ECE">
      <w:pPr>
        <w:pStyle w:val="Cmsor4"/>
      </w:pPr>
      <w:bookmarkStart w:id="19" w:name="_Hlk204445400"/>
      <w:r w:rsidRPr="00ED342C">
        <w:t>Popíšte dlhodobé výsledky projektu!</w:t>
      </w:r>
    </w:p>
    <w:p w14:paraId="217C7A98" w14:textId="565A4093" w:rsidR="006D1ECE" w:rsidRPr="00E3417F" w:rsidRDefault="006D1ECE" w:rsidP="006D1ECE">
      <w:pPr>
        <w:pStyle w:val="Description"/>
      </w:pPr>
      <w:r w:rsidRPr="00ED342C">
        <w:t>Popíšte dlhodobé výsledky projektu, ktoré sa dosiahnu v prvom roku po realizácii projektu. (Maximálne 1500 znakov)</w:t>
      </w:r>
      <w:r w:rsidRPr="00E3417F">
        <w:br/>
      </w:r>
      <w:r w:rsidR="00496768">
        <w:pict w14:anchorId="2A8AD59B">
          <v:rect id="_x0000_i1042" style="width:0;height:1.5pt" o:hralign="center" o:hrstd="t" o:hr="t" fillcolor="#a0a0a0" stroked="f"/>
        </w:pict>
      </w:r>
    </w:p>
    <w:bookmarkEnd w:id="19"/>
    <w:p w14:paraId="19C59ACD" w14:textId="37D84E57" w:rsidR="00D26D67" w:rsidRPr="00AE57B4" w:rsidRDefault="00D26D67" w:rsidP="00496768">
      <w:pPr>
        <w:ind w:left="357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298555EB" w14:textId="77777777" w:rsidR="006D1ECE" w:rsidRPr="00E3417F" w:rsidRDefault="006D1ECE" w:rsidP="006D1ECE">
      <w:pPr>
        <w:pStyle w:val="Cmsor4"/>
      </w:pPr>
      <w:bookmarkStart w:id="20" w:name="_Hlk204445409"/>
      <w:r w:rsidRPr="00ED342C">
        <w:t>Vysvetlite, ako infraštruktúrne prvky projektu prispievajú k celkovému výsledku projektu! (Maximálne 1</w:t>
      </w:r>
      <w:r>
        <w:t xml:space="preserve"> </w:t>
      </w:r>
      <w:r w:rsidRPr="00ED342C">
        <w:t>500 znakov)</w:t>
      </w:r>
    </w:p>
    <w:bookmarkEnd w:id="20"/>
    <w:p w14:paraId="1C1030D6" w14:textId="2543C73B" w:rsidR="00545FEA" w:rsidRPr="00AE57B4" w:rsidRDefault="00A95018" w:rsidP="00496768">
      <w:pPr>
        <w:ind w:left="357"/>
        <w:jc w:val="both"/>
        <w:rPr>
          <w:b/>
          <w:bCs/>
        </w:rPr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73A90B64" w14:textId="6979858B" w:rsidR="006D1ECE" w:rsidRPr="00E3417F" w:rsidRDefault="005D66EB" w:rsidP="00B66D2B">
      <w:pPr>
        <w:pStyle w:val="Cmsor4"/>
      </w:pPr>
      <w:bookmarkStart w:id="21" w:name="_Hlk204445417"/>
      <w:r>
        <w:t>Definujte</w:t>
      </w:r>
      <w:r w:rsidRPr="00ED342C">
        <w:t xml:space="preserve"> </w:t>
      </w:r>
      <w:r w:rsidR="006D1ECE" w:rsidRPr="00ED342C">
        <w:t xml:space="preserve">ukazovatele vplyvu, ktoré </w:t>
      </w:r>
      <w:r>
        <w:t xml:space="preserve">najvýstižnejšie popisujú </w:t>
      </w:r>
      <w:r w:rsidR="006D1ECE" w:rsidRPr="00ED342C">
        <w:t xml:space="preserve"> očakávan</w:t>
      </w:r>
      <w:r>
        <w:t>ý</w:t>
      </w:r>
      <w:r w:rsidR="006D1ECE" w:rsidRPr="00ED342C">
        <w:t xml:space="preserve"> výsled</w:t>
      </w:r>
      <w:r>
        <w:t>o</w:t>
      </w:r>
      <w:r w:rsidR="006D1ECE" w:rsidRPr="00ED342C">
        <w:t>k projektu!</w:t>
      </w:r>
    </w:p>
    <w:p w14:paraId="3726DE4F" w14:textId="77777777" w:rsidR="006D1ECE" w:rsidRPr="00E3417F" w:rsidRDefault="006D1ECE" w:rsidP="006D1ECE">
      <w:pPr>
        <w:pStyle w:val="Description"/>
      </w:pPr>
      <w:r w:rsidRPr="00ED342C">
        <w:t>Určite kvantitatívne ukazovatele opisujúce očakávané výstupy a výsledky projektu a stanovte ich očakávané cieľové hodnoty, ktoré je potrebné dosiahnuť v prvom roku po realizácii projektu.</w:t>
      </w:r>
      <w:r w:rsidRPr="00E3417F">
        <w:t xml:space="preserve"> </w:t>
      </w:r>
      <w:r w:rsidRPr="00E3417F">
        <w:br/>
      </w:r>
      <w:r w:rsidR="00496768">
        <w:pict w14:anchorId="7FDD9BA5">
          <v:rect id="_x0000_i1043" style="width:0;height:1.5pt" o:hralign="center" o:hrstd="t" o:hr="t" fillcolor="#a0a0a0" stroked="f"/>
        </w:pict>
      </w:r>
    </w:p>
    <w:tbl>
      <w:tblPr>
        <w:tblStyle w:val="Rcsostblzat"/>
        <w:tblW w:w="8783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6662"/>
        <w:gridCol w:w="2121"/>
      </w:tblGrid>
      <w:tr w:rsidR="006D1ECE" w:rsidRPr="00AE57B4" w14:paraId="2ECA08E7" w14:textId="77777777" w:rsidTr="006523C2">
        <w:tc>
          <w:tcPr>
            <w:tcW w:w="6662" w:type="dxa"/>
            <w:vAlign w:val="center"/>
          </w:tcPr>
          <w:bookmarkEnd w:id="21"/>
          <w:p w14:paraId="58CC9F6C" w14:textId="2689AD59" w:rsidR="006D1ECE" w:rsidRPr="00AE57B4" w:rsidRDefault="006D1ECE" w:rsidP="006D1ECE">
            <w:pPr>
              <w:pStyle w:val="Nincstrkz"/>
              <w:rPr>
                <w:b/>
                <w:bCs/>
                <w:noProof/>
                <w:lang w:val="en-GB"/>
              </w:rPr>
            </w:pPr>
            <w:r w:rsidRPr="00E3417F">
              <w:rPr>
                <w:b/>
                <w:bCs/>
                <w:noProof/>
              </w:rPr>
              <w:t>Indi</w:t>
            </w:r>
            <w:r>
              <w:rPr>
                <w:b/>
                <w:bCs/>
                <w:noProof/>
              </w:rPr>
              <w:t>kátor</w:t>
            </w:r>
          </w:p>
        </w:tc>
        <w:tc>
          <w:tcPr>
            <w:tcW w:w="2121" w:type="dxa"/>
            <w:vAlign w:val="center"/>
          </w:tcPr>
          <w:p w14:paraId="3D0CCABA" w14:textId="4CFC5786" w:rsidR="006D1ECE" w:rsidRPr="00AE57B4" w:rsidRDefault="006D1ECE" w:rsidP="006D1ECE">
            <w:pPr>
              <w:pStyle w:val="Nincstrkz"/>
              <w:rPr>
                <w:b/>
                <w:bCs/>
                <w:noProof/>
                <w:lang w:val="en-GB"/>
              </w:rPr>
            </w:pPr>
            <w:r>
              <w:rPr>
                <w:b/>
                <w:bCs/>
                <w:noProof/>
              </w:rPr>
              <w:t>Cie</w:t>
            </w:r>
            <w:r w:rsidRPr="00ED342C">
              <w:rPr>
                <w:b/>
                <w:bCs/>
                <w:noProof/>
              </w:rPr>
              <w:t>ľ</w:t>
            </w:r>
            <w:r>
              <w:rPr>
                <w:b/>
                <w:bCs/>
                <w:noProof/>
              </w:rPr>
              <w:t>ová hodnota</w:t>
            </w:r>
          </w:p>
        </w:tc>
      </w:tr>
      <w:tr w:rsidR="006523C2" w:rsidRPr="00AE57B4" w14:paraId="2B2557B0" w14:textId="77777777" w:rsidTr="006523C2">
        <w:tc>
          <w:tcPr>
            <w:tcW w:w="6662" w:type="dxa"/>
            <w:vAlign w:val="center"/>
          </w:tcPr>
          <w:p w14:paraId="6FBAB9FE" w14:textId="168560A7" w:rsidR="006523C2" w:rsidRPr="00AE57B4" w:rsidRDefault="006523C2" w:rsidP="008D57F2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697E3E35" w14:textId="77777777" w:rsidR="006523C2" w:rsidRPr="00AE57B4" w:rsidRDefault="006523C2" w:rsidP="008D57F2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</w:tr>
      <w:tr w:rsidR="006523C2" w:rsidRPr="00AE57B4" w14:paraId="6E4622E9" w14:textId="77777777" w:rsidTr="006523C2">
        <w:tc>
          <w:tcPr>
            <w:tcW w:w="6662" w:type="dxa"/>
            <w:vAlign w:val="center"/>
          </w:tcPr>
          <w:p w14:paraId="52A1CC02" w14:textId="4431825A" w:rsidR="006523C2" w:rsidRPr="00AE57B4" w:rsidRDefault="006523C2" w:rsidP="008D57F2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241C5719" w14:textId="77777777" w:rsidR="006523C2" w:rsidRPr="00AE57B4" w:rsidRDefault="006523C2" w:rsidP="008D57F2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</w:tr>
      <w:tr w:rsidR="006523C2" w:rsidRPr="00AE57B4" w14:paraId="44F8610D" w14:textId="77777777" w:rsidTr="006523C2">
        <w:tc>
          <w:tcPr>
            <w:tcW w:w="6662" w:type="dxa"/>
            <w:vAlign w:val="center"/>
          </w:tcPr>
          <w:p w14:paraId="13B633C4" w14:textId="4E9E532A" w:rsidR="006523C2" w:rsidRPr="00AE57B4" w:rsidRDefault="006523C2" w:rsidP="008D57F2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4FECA810" w14:textId="77777777" w:rsidR="006523C2" w:rsidRPr="00AE57B4" w:rsidRDefault="006523C2" w:rsidP="008D57F2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</w:tr>
      <w:tr w:rsidR="006523C2" w:rsidRPr="00AE57B4" w14:paraId="67B44E99" w14:textId="77777777" w:rsidTr="006523C2">
        <w:tc>
          <w:tcPr>
            <w:tcW w:w="6662" w:type="dxa"/>
            <w:vAlign w:val="center"/>
          </w:tcPr>
          <w:p w14:paraId="07B01781" w14:textId="7690D2AF" w:rsidR="006523C2" w:rsidRPr="00AE57B4" w:rsidRDefault="006523C2" w:rsidP="008D57F2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098252EF" w14:textId="77777777" w:rsidR="006523C2" w:rsidRPr="00AE57B4" w:rsidRDefault="006523C2" w:rsidP="008D57F2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</w:tr>
      <w:tr w:rsidR="00FA0360" w:rsidRPr="00AE57B4" w14:paraId="7805767F" w14:textId="77777777" w:rsidTr="006523C2">
        <w:tc>
          <w:tcPr>
            <w:tcW w:w="6662" w:type="dxa"/>
            <w:vAlign w:val="center"/>
          </w:tcPr>
          <w:p w14:paraId="7AD9C1C4" w14:textId="08319286" w:rsidR="00FA0360" w:rsidRPr="00AE57B4" w:rsidRDefault="00FA0360" w:rsidP="00FA0360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0EEB681A" w14:textId="70CEE256" w:rsidR="00FA0360" w:rsidRPr="00AE57B4" w:rsidRDefault="00FA0360" w:rsidP="00FA0360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</w:tr>
      <w:tr w:rsidR="00FA0360" w:rsidRPr="00AE57B4" w14:paraId="338FE4F3" w14:textId="77777777" w:rsidTr="006523C2">
        <w:tc>
          <w:tcPr>
            <w:tcW w:w="6662" w:type="dxa"/>
            <w:vAlign w:val="center"/>
          </w:tcPr>
          <w:p w14:paraId="0A647A5A" w14:textId="7F1BBA4F" w:rsidR="00FA0360" w:rsidRPr="00AE57B4" w:rsidRDefault="00FA0360" w:rsidP="00FA0360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4BB6816C" w14:textId="65C77470" w:rsidR="00FA0360" w:rsidRPr="00AE57B4" w:rsidRDefault="00FA0360" w:rsidP="00FA0360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</w:tr>
      <w:tr w:rsidR="00FA0360" w:rsidRPr="00AE57B4" w14:paraId="6C872BEA" w14:textId="77777777" w:rsidTr="006523C2">
        <w:tc>
          <w:tcPr>
            <w:tcW w:w="6662" w:type="dxa"/>
            <w:vAlign w:val="center"/>
          </w:tcPr>
          <w:p w14:paraId="0B383121" w14:textId="43BB048A" w:rsidR="00FA0360" w:rsidRPr="00AE57B4" w:rsidRDefault="00FA0360" w:rsidP="00FA0360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05C187E6" w14:textId="77777777" w:rsidR="00FA0360" w:rsidRPr="00AE57B4" w:rsidRDefault="00FA0360" w:rsidP="00FA0360">
            <w:pPr>
              <w:pStyle w:val="Nincstrkz"/>
              <w:rPr>
                <w:noProof/>
                <w:lang w:val="en-GB"/>
              </w:rPr>
            </w:pPr>
            <w:r w:rsidRPr="00AE57B4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AE57B4">
              <w:rPr>
                <w:noProof/>
                <w:lang w:val="en-GB"/>
              </w:rPr>
              <w:instrText xml:space="preserve"> FORMTEXT </w:instrText>
            </w:r>
            <w:r w:rsidRPr="00AE57B4">
              <w:rPr>
                <w:noProof/>
                <w:lang w:val="en-GB"/>
              </w:rPr>
            </w:r>
            <w:r w:rsidRPr="00AE57B4">
              <w:rPr>
                <w:noProof/>
                <w:lang w:val="en-GB"/>
              </w:rPr>
              <w:fldChar w:fldCharType="separate"/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t> </w:t>
            </w:r>
            <w:r w:rsidRPr="00AE57B4">
              <w:rPr>
                <w:noProof/>
                <w:lang w:val="en-GB"/>
              </w:rPr>
              <w:fldChar w:fldCharType="end"/>
            </w:r>
          </w:p>
        </w:tc>
      </w:tr>
    </w:tbl>
    <w:p w14:paraId="284FF67F" w14:textId="77777777" w:rsidR="00972D37" w:rsidRPr="00AE57B4" w:rsidRDefault="00972D37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AE57B4">
        <w:br w:type="page"/>
      </w:r>
    </w:p>
    <w:p w14:paraId="4319D983" w14:textId="77777777" w:rsidR="006D1ECE" w:rsidRPr="00E3417F" w:rsidRDefault="006D1ECE" w:rsidP="006D1ECE">
      <w:pPr>
        <w:pStyle w:val="Cmsor1"/>
      </w:pPr>
      <w:bookmarkStart w:id="22" w:name="_Hlk204445431"/>
      <w:r w:rsidRPr="00ED342C">
        <w:lastRenderedPageBreak/>
        <w:t>Udržateľnosť</w:t>
      </w:r>
    </w:p>
    <w:p w14:paraId="51BA4111" w14:textId="5F6C2463" w:rsidR="006D1ECE" w:rsidRPr="00695B3D" w:rsidRDefault="006D1ECE" w:rsidP="006D1ECE">
      <w:pPr>
        <w:pStyle w:val="Cmsor4"/>
      </w:pPr>
      <w:r w:rsidRPr="00ED342C">
        <w:t>Popíšte, ako partneri zabezpečia využitie výsledkov projektu po jeho realizácii. (Maximálne 3000 znakov)</w:t>
      </w:r>
    </w:p>
    <w:bookmarkEnd w:id="22"/>
    <w:p w14:paraId="1E6E1A3E" w14:textId="370DD0B0" w:rsidR="007D6A7F" w:rsidRPr="00AE57B4" w:rsidRDefault="00A57E10" w:rsidP="00496768">
      <w:pPr>
        <w:ind w:left="357"/>
        <w:jc w:val="both"/>
      </w:pPr>
      <w:r w:rsidRPr="00AE57B4">
        <w:rPr>
          <w:b/>
          <w:bCs/>
        </w:rP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AE57B4">
        <w:rPr>
          <w:b/>
          <w:bCs/>
        </w:rPr>
        <w:instrText xml:space="preserve"> FORMTEXT </w:instrText>
      </w:r>
      <w:r w:rsidRPr="00AE57B4">
        <w:rPr>
          <w:b/>
          <w:bCs/>
        </w:rPr>
      </w:r>
      <w:r w:rsidRPr="00AE57B4">
        <w:rPr>
          <w:b/>
          <w:bCs/>
        </w:rPr>
        <w:fldChar w:fldCharType="separate"/>
      </w:r>
      <w:r w:rsidR="00496768">
        <w:rPr>
          <w:b/>
          <w:bCs/>
        </w:rPr>
        <w:t> </w:t>
      </w:r>
      <w:r w:rsidR="00496768">
        <w:rPr>
          <w:b/>
          <w:bCs/>
        </w:rPr>
        <w:t> </w:t>
      </w:r>
      <w:r w:rsidR="00496768">
        <w:rPr>
          <w:b/>
          <w:bCs/>
        </w:rPr>
        <w:t> </w:t>
      </w:r>
      <w:r w:rsidR="00496768">
        <w:rPr>
          <w:b/>
          <w:bCs/>
        </w:rPr>
        <w:t> </w:t>
      </w:r>
      <w:r w:rsidR="00496768">
        <w:rPr>
          <w:b/>
          <w:bCs/>
        </w:rPr>
        <w:t> </w:t>
      </w:r>
      <w:r w:rsidRPr="00AE57B4">
        <w:rPr>
          <w:b/>
          <w:bCs/>
        </w:rPr>
        <w:fldChar w:fldCharType="end"/>
      </w:r>
    </w:p>
    <w:p w14:paraId="53EDD8E4" w14:textId="77777777" w:rsidR="007D6A7F" w:rsidRPr="00AE57B4" w:rsidRDefault="007D6A7F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AE57B4">
        <w:br w:type="page"/>
      </w:r>
    </w:p>
    <w:p w14:paraId="17B17550" w14:textId="52BCD3C3" w:rsidR="006D1ECE" w:rsidRPr="00E3417F" w:rsidRDefault="006D1ECE" w:rsidP="006D1ECE">
      <w:pPr>
        <w:pStyle w:val="Cmsor4"/>
      </w:pPr>
      <w:bookmarkStart w:id="23" w:name="_Hlk204445444"/>
      <w:r w:rsidRPr="00ED342C">
        <w:lastRenderedPageBreak/>
        <w:t>Popíšte, ako budú projektoví partneri spolupracovať po realizácii projektu! (Maximálne 1500 znakov)</w:t>
      </w:r>
    </w:p>
    <w:bookmarkEnd w:id="23"/>
    <w:p w14:paraId="42C4584F" w14:textId="035296CD" w:rsidR="00CC7668" w:rsidRPr="00AE57B4" w:rsidRDefault="00CC7668" w:rsidP="00496768">
      <w:pPr>
        <w:ind w:left="357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017C93F0" w14:textId="77777777" w:rsidR="00CC7668" w:rsidRPr="00AE57B4" w:rsidRDefault="00CC7668" w:rsidP="00CC7668">
      <w:pPr>
        <w:spacing w:after="0" w:line="240" w:lineRule="auto"/>
      </w:pPr>
      <w:r w:rsidRPr="00AE57B4">
        <w:br w:type="page"/>
      </w:r>
    </w:p>
    <w:p w14:paraId="710B7665" w14:textId="77777777" w:rsidR="006D1ECE" w:rsidRDefault="006D1ECE" w:rsidP="006D1ECE">
      <w:pPr>
        <w:pStyle w:val="Cmsor4"/>
      </w:pPr>
      <w:bookmarkStart w:id="24" w:name="_Hlk204445455"/>
      <w:r w:rsidRPr="00ED342C">
        <w:lastRenderedPageBreak/>
        <w:t>Informovanie a zabezpečenie publicity</w:t>
      </w:r>
    </w:p>
    <w:p w14:paraId="5FC9ECE3" w14:textId="77777777" w:rsidR="006D1ECE" w:rsidRPr="00E3417F" w:rsidRDefault="006D1ECE" w:rsidP="006D1ECE">
      <w:pPr>
        <w:pStyle w:val="Description"/>
      </w:pPr>
      <w:r w:rsidRPr="00ED342C">
        <w:t>Opíšte, ako plánujete zverejniť výsledky projektu cieľovým skupinám, miestnym komunitám a ďalším subjektom v odvetví! (Maximálne 2000 znakov)</w:t>
      </w:r>
      <w:r>
        <w:br/>
      </w:r>
      <w:r w:rsidR="00496768">
        <w:pict w14:anchorId="5C9F945C">
          <v:rect id="_x0000_i1044" style="width:0;height:1.5pt" o:hralign="center" o:hrstd="t" o:hr="t" fillcolor="#a0a0a0" stroked="f"/>
        </w:pict>
      </w:r>
    </w:p>
    <w:bookmarkEnd w:id="24"/>
    <w:p w14:paraId="152E4F71" w14:textId="70B32951" w:rsidR="000C0DB4" w:rsidRPr="00AE57B4" w:rsidRDefault="000C0DB4" w:rsidP="00496768">
      <w:pPr>
        <w:ind w:left="357"/>
        <w:jc w:val="both"/>
      </w:pPr>
      <w:r w:rsidRPr="00AE57B4">
        <w:fldChar w:fldCharType="begin">
          <w:ffData>
            <w:name w:val=""/>
            <w:enabled/>
            <w:calcOnExit w:val="0"/>
            <w:textInput>
              <w:maxLength w:val="2000"/>
            </w:textInput>
          </w:ffData>
        </w:fldChar>
      </w:r>
      <w:r w:rsidRPr="00AE57B4">
        <w:instrText xml:space="preserve"> FORMTEXT </w:instrText>
      </w:r>
      <w:r w:rsidRPr="00AE57B4">
        <w:fldChar w:fldCharType="separate"/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="00496768">
        <w:t> </w:t>
      </w:r>
      <w:r w:rsidRPr="00AE57B4">
        <w:fldChar w:fldCharType="end"/>
      </w:r>
    </w:p>
    <w:p w14:paraId="56A88419" w14:textId="1346BD4D" w:rsidR="007D6A7F" w:rsidRPr="004E5F8D" w:rsidRDefault="007D6A7F" w:rsidP="000C0DB4"/>
    <w:sectPr w:rsidR="007D6A7F" w:rsidRPr="004E5F8D" w:rsidSect="004E0196">
      <w:headerReference w:type="default" r:id="rId8"/>
      <w:footerReference w:type="default" r:id="rId9"/>
      <w:pgSz w:w="11906" w:h="16838"/>
      <w:pgMar w:top="1985" w:right="1418" w:bottom="1588" w:left="1418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F77FC" w14:textId="77777777" w:rsidR="00581A5A" w:rsidRPr="00AE57B4" w:rsidRDefault="00581A5A" w:rsidP="00AC208D">
      <w:pPr>
        <w:spacing w:after="0" w:line="240" w:lineRule="auto"/>
      </w:pPr>
      <w:r w:rsidRPr="00AE57B4">
        <w:separator/>
      </w:r>
    </w:p>
    <w:p w14:paraId="194AF2B0" w14:textId="77777777" w:rsidR="00581A5A" w:rsidRPr="00AE57B4" w:rsidRDefault="00581A5A"/>
  </w:endnote>
  <w:endnote w:type="continuationSeparator" w:id="0">
    <w:p w14:paraId="06C778F9" w14:textId="77777777" w:rsidR="00581A5A" w:rsidRPr="00AE57B4" w:rsidRDefault="00581A5A" w:rsidP="00AC208D">
      <w:pPr>
        <w:spacing w:after="0" w:line="240" w:lineRule="auto"/>
      </w:pPr>
      <w:r w:rsidRPr="00AE57B4">
        <w:continuationSeparator/>
      </w:r>
    </w:p>
    <w:p w14:paraId="2D7898A3" w14:textId="77777777" w:rsidR="00581A5A" w:rsidRPr="00AE57B4" w:rsidRDefault="00581A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hnschrift SemiBold SemiConden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-1526483510"/>
      <w:docPartObj>
        <w:docPartGallery w:val="Page Numbers (Bottom of Page)"/>
        <w:docPartUnique/>
      </w:docPartObj>
    </w:sdtPr>
    <w:sdtEndPr>
      <w:rPr>
        <w:rStyle w:val="Hiperhivatkozs"/>
        <w:color w:val="46BEAA"/>
        <w:u w:val="single"/>
      </w:rPr>
    </w:sdtEndPr>
    <w:sdtContent>
      <w:p w14:paraId="2F3C9B71" w14:textId="77777777" w:rsidR="004E0196" w:rsidRPr="00AE57B4" w:rsidRDefault="00782DB9">
        <w:pPr>
          <w:pStyle w:val="llb"/>
          <w:rPr>
            <w:sz w:val="16"/>
          </w:rPr>
        </w:pPr>
        <w:r w:rsidRPr="00AE57B4">
          <w:rPr>
            <w:sz w:val="16"/>
          </w:rPr>
          <w:t xml:space="preserve">Interreg Hungary - Slovakia </w:t>
        </w:r>
        <w:r w:rsidR="004E0196" w:rsidRPr="00AE57B4">
          <w:rPr>
            <w:sz w:val="16"/>
          </w:rPr>
          <w:t>Joint Secretariat</w:t>
        </w:r>
      </w:p>
      <w:p w14:paraId="4323FA71" w14:textId="77777777" w:rsidR="004E0196" w:rsidRPr="00AE57B4" w:rsidRDefault="004E0196">
        <w:pPr>
          <w:pStyle w:val="llb"/>
          <w:rPr>
            <w:sz w:val="16"/>
          </w:rPr>
        </w:pPr>
        <w:r w:rsidRPr="00AE57B4">
          <w:rPr>
            <w:sz w:val="16"/>
          </w:rPr>
          <w:t xml:space="preserve">1053 Budapest, Szép </w:t>
        </w:r>
        <w:r w:rsidR="00782DB9" w:rsidRPr="00AE57B4">
          <w:rPr>
            <w:sz w:val="16"/>
          </w:rPr>
          <w:t xml:space="preserve">utca </w:t>
        </w:r>
        <w:r w:rsidRPr="00AE57B4">
          <w:rPr>
            <w:sz w:val="16"/>
          </w:rPr>
          <w:t>2. | 4</w:t>
        </w:r>
        <w:r w:rsidR="00782DB9" w:rsidRPr="00AE57B4">
          <w:rPr>
            <w:sz w:val="16"/>
          </w:rPr>
          <w:t>. emelet</w:t>
        </w:r>
      </w:p>
      <w:p w14:paraId="564BAA53" w14:textId="4E09C19A" w:rsidR="00805810" w:rsidRPr="00AE57B4" w:rsidRDefault="004E0196" w:rsidP="004E0196">
        <w:pPr>
          <w:pStyle w:val="llb"/>
          <w:rPr>
            <w:rStyle w:val="Hiperhivatkozs"/>
            <w:color w:val="46BEAA"/>
            <w:sz w:val="16"/>
          </w:rPr>
        </w:pPr>
        <w:r w:rsidRPr="00AE57B4">
          <w:rPr>
            <w:rStyle w:val="Hiperhivatkozs"/>
            <w:color w:val="46BEAA"/>
            <w:sz w:val="16"/>
          </w:rPr>
          <w:t>www.</w:t>
        </w:r>
        <w:r w:rsidR="0042379F" w:rsidRPr="00AE57B4">
          <w:rPr>
            <w:rStyle w:val="Hiperhivatkozs"/>
            <w:color w:val="46BEAA"/>
            <w:sz w:val="16"/>
          </w:rPr>
          <w:t>interreghusk</w:t>
        </w:r>
        <w:r w:rsidRPr="00AE57B4">
          <w:rPr>
            <w:rStyle w:val="Hiperhivatkozs"/>
            <w:color w:val="46BEAA"/>
            <w:sz w:val="16"/>
          </w:rPr>
          <w:t>.eu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EFFE9" w14:textId="77777777" w:rsidR="00581A5A" w:rsidRPr="00AE57B4" w:rsidRDefault="00581A5A" w:rsidP="00AC208D">
      <w:pPr>
        <w:spacing w:after="0" w:line="240" w:lineRule="auto"/>
      </w:pPr>
      <w:r w:rsidRPr="00AE57B4">
        <w:separator/>
      </w:r>
    </w:p>
    <w:p w14:paraId="1B8C4804" w14:textId="77777777" w:rsidR="00581A5A" w:rsidRPr="00AE57B4" w:rsidRDefault="00581A5A"/>
  </w:footnote>
  <w:footnote w:type="continuationSeparator" w:id="0">
    <w:p w14:paraId="55769F27" w14:textId="77777777" w:rsidR="00581A5A" w:rsidRPr="00AE57B4" w:rsidRDefault="00581A5A" w:rsidP="00AC208D">
      <w:pPr>
        <w:spacing w:after="0" w:line="240" w:lineRule="auto"/>
      </w:pPr>
      <w:r w:rsidRPr="00AE57B4">
        <w:continuationSeparator/>
      </w:r>
    </w:p>
    <w:p w14:paraId="42C48BEF" w14:textId="77777777" w:rsidR="00581A5A" w:rsidRPr="00AE57B4" w:rsidRDefault="00581A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0485" w14:textId="77777777" w:rsidR="00805810" w:rsidRPr="00AE57B4" w:rsidRDefault="00805810">
    <w:pPr>
      <w:pStyle w:val="lfej"/>
    </w:pPr>
    <w:r w:rsidRPr="00AE57B4">
      <w:rPr>
        <w:lang w:eastAsia="hu-HU"/>
      </w:rPr>
      <w:drawing>
        <wp:anchor distT="0" distB="0" distL="0" distR="0" simplePos="0" relativeHeight="251657728" behindDoc="0" locked="0" layoutInCell="1" allowOverlap="1" wp14:anchorId="1F8D7B46" wp14:editId="11BEF078">
          <wp:simplePos x="0" y="0"/>
          <wp:positionH relativeFrom="column">
            <wp:posOffset>-288290</wp:posOffset>
          </wp:positionH>
          <wp:positionV relativeFrom="paragraph">
            <wp:posOffset>-3810</wp:posOffset>
          </wp:positionV>
          <wp:extent cx="3600450" cy="463550"/>
          <wp:effectExtent l="0" t="0" r="0" b="0"/>
          <wp:wrapSquare wrapText="bothSides"/>
          <wp:docPr id="2" name="Kép 2" descr="husk2127_full-logo-EN_v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usk2127_full-logo-EN_v1-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B3339D" w14:textId="77777777" w:rsidR="00805810" w:rsidRPr="00AE57B4" w:rsidRDefault="008058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70FE"/>
    <w:multiLevelType w:val="hybridMultilevel"/>
    <w:tmpl w:val="CC54618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31C5E"/>
    <w:multiLevelType w:val="hybridMultilevel"/>
    <w:tmpl w:val="03BCB486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344035F"/>
    <w:multiLevelType w:val="multilevel"/>
    <w:tmpl w:val="FD788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F17C6B"/>
    <w:multiLevelType w:val="hybridMultilevel"/>
    <w:tmpl w:val="930A734A"/>
    <w:lvl w:ilvl="0" w:tplc="270A0046">
      <w:start w:val="1"/>
      <w:numFmt w:val="bullet"/>
      <w:pStyle w:val="Felsorolas1"/>
      <w:lvlText w:val=""/>
      <w:lvlJc w:val="left"/>
      <w:pPr>
        <w:ind w:left="4581" w:hanging="360"/>
      </w:pPr>
      <w:rPr>
        <w:rFonts w:ascii="Symbol" w:hAnsi="Symbol" w:hint="default"/>
      </w:rPr>
    </w:lvl>
    <w:lvl w:ilvl="1" w:tplc="F342EBB0">
      <w:start w:val="1"/>
      <w:numFmt w:val="bullet"/>
      <w:pStyle w:val="Felsorolas5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9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62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341" w:hanging="360"/>
      </w:pPr>
      <w:rPr>
        <w:rFonts w:ascii="Wingdings" w:hAnsi="Wingdings" w:hint="default"/>
      </w:rPr>
    </w:lvl>
  </w:abstractNum>
  <w:abstractNum w:abstractNumId="4" w15:restartNumberingAfterBreak="0">
    <w:nsid w:val="0EFA4256"/>
    <w:multiLevelType w:val="hybridMultilevel"/>
    <w:tmpl w:val="41EE97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1925B9"/>
    <w:multiLevelType w:val="hybridMultilevel"/>
    <w:tmpl w:val="B59CAE00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9042F1"/>
    <w:multiLevelType w:val="hybridMultilevel"/>
    <w:tmpl w:val="6CD4793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42565"/>
    <w:multiLevelType w:val="hybridMultilevel"/>
    <w:tmpl w:val="B6B484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914E6"/>
    <w:multiLevelType w:val="multilevel"/>
    <w:tmpl w:val="F924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565334"/>
    <w:multiLevelType w:val="hybridMultilevel"/>
    <w:tmpl w:val="6CD4793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C4F89"/>
    <w:multiLevelType w:val="multilevel"/>
    <w:tmpl w:val="F2509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A7706E"/>
    <w:multiLevelType w:val="hybridMultilevel"/>
    <w:tmpl w:val="824AC28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441AE"/>
    <w:multiLevelType w:val="multilevel"/>
    <w:tmpl w:val="F3D49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690266"/>
    <w:multiLevelType w:val="hybridMultilevel"/>
    <w:tmpl w:val="DAD23712"/>
    <w:lvl w:ilvl="0" w:tplc="0B8AF61E">
      <w:start w:val="1"/>
      <w:numFmt w:val="decimal"/>
      <w:pStyle w:val="Cmsor4"/>
      <w:lvlText w:val="%1)"/>
      <w:lvlJc w:val="left"/>
      <w:pPr>
        <w:ind w:left="8015" w:hanging="360"/>
      </w:pPr>
      <w:rPr>
        <w:b/>
        <w:bCs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8A412F"/>
    <w:multiLevelType w:val="multilevel"/>
    <w:tmpl w:val="C57C9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07141C"/>
    <w:multiLevelType w:val="multilevel"/>
    <w:tmpl w:val="3A44A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BE3613"/>
    <w:multiLevelType w:val="hybridMultilevel"/>
    <w:tmpl w:val="01567F5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E97238"/>
    <w:multiLevelType w:val="multilevel"/>
    <w:tmpl w:val="7818BB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D41AF1"/>
    <w:multiLevelType w:val="multilevel"/>
    <w:tmpl w:val="A380D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D9342F"/>
    <w:multiLevelType w:val="hybridMultilevel"/>
    <w:tmpl w:val="78388EAA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58523D"/>
    <w:multiLevelType w:val="hybridMultilevel"/>
    <w:tmpl w:val="4F780AC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2420EF"/>
    <w:multiLevelType w:val="hybridMultilevel"/>
    <w:tmpl w:val="F4364D38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C444FD3A">
      <w:start w:val="1"/>
      <w:numFmt w:val="bullet"/>
      <w:lvlText w:val="•"/>
      <w:lvlJc w:val="left"/>
      <w:pPr>
        <w:ind w:left="2340" w:hanging="360"/>
      </w:pPr>
      <w:rPr>
        <w:rFonts w:ascii="Arial Nova" w:eastAsia="Calibri" w:hAnsi="Arial Nova" w:cs="Calibri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70D61"/>
    <w:multiLevelType w:val="hybridMultilevel"/>
    <w:tmpl w:val="D17C2762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661D10"/>
    <w:multiLevelType w:val="hybridMultilevel"/>
    <w:tmpl w:val="353235AA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4C7A4A"/>
    <w:multiLevelType w:val="hybridMultilevel"/>
    <w:tmpl w:val="6F22D5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5A4B1C"/>
    <w:multiLevelType w:val="hybridMultilevel"/>
    <w:tmpl w:val="BE7C18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FC4838"/>
    <w:multiLevelType w:val="multilevel"/>
    <w:tmpl w:val="B3F2E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3B3566"/>
    <w:multiLevelType w:val="multilevel"/>
    <w:tmpl w:val="82B27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9B3401"/>
    <w:multiLevelType w:val="hybridMultilevel"/>
    <w:tmpl w:val="0F801E68"/>
    <w:lvl w:ilvl="0" w:tplc="C088C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1F760B"/>
    <w:multiLevelType w:val="hybridMultilevel"/>
    <w:tmpl w:val="B7909500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7ED8050A"/>
    <w:multiLevelType w:val="hybridMultilevel"/>
    <w:tmpl w:val="FF003D76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80953451">
    <w:abstractNumId w:val="17"/>
  </w:num>
  <w:num w:numId="2" w16cid:durableId="874271313">
    <w:abstractNumId w:val="21"/>
  </w:num>
  <w:num w:numId="3" w16cid:durableId="386031968">
    <w:abstractNumId w:val="28"/>
  </w:num>
  <w:num w:numId="4" w16cid:durableId="671372878">
    <w:abstractNumId w:val="9"/>
  </w:num>
  <w:num w:numId="5" w16cid:durableId="804008746">
    <w:abstractNumId w:val="6"/>
  </w:num>
  <w:num w:numId="6" w16cid:durableId="395008948">
    <w:abstractNumId w:val="16"/>
  </w:num>
  <w:num w:numId="7" w16cid:durableId="1677269824">
    <w:abstractNumId w:val="0"/>
  </w:num>
  <w:num w:numId="8" w16cid:durableId="1130588456">
    <w:abstractNumId w:val="11"/>
  </w:num>
  <w:num w:numId="9" w16cid:durableId="2117946594">
    <w:abstractNumId w:val="20"/>
  </w:num>
  <w:num w:numId="10" w16cid:durableId="892349925">
    <w:abstractNumId w:val="25"/>
  </w:num>
  <w:num w:numId="11" w16cid:durableId="823550465">
    <w:abstractNumId w:val="2"/>
  </w:num>
  <w:num w:numId="12" w16cid:durableId="376702192">
    <w:abstractNumId w:val="13"/>
  </w:num>
  <w:num w:numId="13" w16cid:durableId="911499791">
    <w:abstractNumId w:val="13"/>
  </w:num>
  <w:num w:numId="14" w16cid:durableId="1966613764">
    <w:abstractNumId w:val="4"/>
  </w:num>
  <w:num w:numId="15" w16cid:durableId="834882894">
    <w:abstractNumId w:val="13"/>
  </w:num>
  <w:num w:numId="16" w16cid:durableId="289669305">
    <w:abstractNumId w:val="22"/>
  </w:num>
  <w:num w:numId="17" w16cid:durableId="1683047849">
    <w:abstractNumId w:val="30"/>
  </w:num>
  <w:num w:numId="18" w16cid:durableId="1108239888">
    <w:abstractNumId w:val="23"/>
  </w:num>
  <w:num w:numId="19" w16cid:durableId="1279876328">
    <w:abstractNumId w:val="29"/>
  </w:num>
  <w:num w:numId="20" w16cid:durableId="560097974">
    <w:abstractNumId w:val="13"/>
  </w:num>
  <w:num w:numId="21" w16cid:durableId="1072431945">
    <w:abstractNumId w:val="13"/>
  </w:num>
  <w:num w:numId="22" w16cid:durableId="625769654">
    <w:abstractNumId w:val="13"/>
  </w:num>
  <w:num w:numId="23" w16cid:durableId="1199053766">
    <w:abstractNumId w:val="13"/>
  </w:num>
  <w:num w:numId="24" w16cid:durableId="128977188">
    <w:abstractNumId w:val="8"/>
  </w:num>
  <w:num w:numId="25" w16cid:durableId="1324510763">
    <w:abstractNumId w:val="13"/>
  </w:num>
  <w:num w:numId="26" w16cid:durableId="972516344">
    <w:abstractNumId w:val="13"/>
  </w:num>
  <w:num w:numId="27" w16cid:durableId="549539070">
    <w:abstractNumId w:val="26"/>
  </w:num>
  <w:num w:numId="28" w16cid:durableId="1495486145">
    <w:abstractNumId w:val="13"/>
  </w:num>
  <w:num w:numId="29" w16cid:durableId="2097748653">
    <w:abstractNumId w:val="13"/>
  </w:num>
  <w:num w:numId="30" w16cid:durableId="1345744794">
    <w:abstractNumId w:val="13"/>
  </w:num>
  <w:num w:numId="31" w16cid:durableId="454062104">
    <w:abstractNumId w:val="7"/>
  </w:num>
  <w:num w:numId="32" w16cid:durableId="2043438358">
    <w:abstractNumId w:val="13"/>
  </w:num>
  <w:num w:numId="33" w16cid:durableId="1976132851">
    <w:abstractNumId w:val="13"/>
  </w:num>
  <w:num w:numId="34" w16cid:durableId="700974787">
    <w:abstractNumId w:val="5"/>
  </w:num>
  <w:num w:numId="35" w16cid:durableId="317349578">
    <w:abstractNumId w:val="14"/>
  </w:num>
  <w:num w:numId="36" w16cid:durableId="180440427">
    <w:abstractNumId w:val="12"/>
  </w:num>
  <w:num w:numId="37" w16cid:durableId="16927672">
    <w:abstractNumId w:val="15"/>
  </w:num>
  <w:num w:numId="38" w16cid:durableId="81803370">
    <w:abstractNumId w:val="10"/>
  </w:num>
  <w:num w:numId="39" w16cid:durableId="397941876">
    <w:abstractNumId w:val="27"/>
  </w:num>
  <w:num w:numId="40" w16cid:durableId="491483403">
    <w:abstractNumId w:val="18"/>
  </w:num>
  <w:num w:numId="41" w16cid:durableId="864632443">
    <w:abstractNumId w:val="19"/>
  </w:num>
  <w:num w:numId="42" w16cid:durableId="156042626">
    <w:abstractNumId w:val="24"/>
  </w:num>
  <w:num w:numId="43" w16cid:durableId="2051488709">
    <w:abstractNumId w:val="13"/>
  </w:num>
  <w:num w:numId="44" w16cid:durableId="725032115">
    <w:abstractNumId w:val="13"/>
  </w:num>
  <w:num w:numId="45" w16cid:durableId="1056003065">
    <w:abstractNumId w:val="3"/>
  </w:num>
  <w:num w:numId="46" w16cid:durableId="759451686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edit="forms" w:formatting="1" w:enforcement="1"/>
  <w:defaultTabStop w:val="708"/>
  <w:autoHyphenation/>
  <w:hyphenationZone w:val="425"/>
  <w:characterSpacingControl w:val="doNotCompress"/>
  <w:hdrShapeDefaults>
    <o:shapedefaults v:ext="edit" spidmax="20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DD3"/>
    <w:rsid w:val="00005A33"/>
    <w:rsid w:val="000123F9"/>
    <w:rsid w:val="00013AA1"/>
    <w:rsid w:val="000168BA"/>
    <w:rsid w:val="000178C8"/>
    <w:rsid w:val="000209CF"/>
    <w:rsid w:val="00022FCC"/>
    <w:rsid w:val="00026173"/>
    <w:rsid w:val="00035B30"/>
    <w:rsid w:val="00042C7C"/>
    <w:rsid w:val="000478FE"/>
    <w:rsid w:val="0005378F"/>
    <w:rsid w:val="00054C0A"/>
    <w:rsid w:val="000553D3"/>
    <w:rsid w:val="00056FDD"/>
    <w:rsid w:val="00060151"/>
    <w:rsid w:val="000636A3"/>
    <w:rsid w:val="00065C21"/>
    <w:rsid w:val="0006713D"/>
    <w:rsid w:val="0007357F"/>
    <w:rsid w:val="0007612C"/>
    <w:rsid w:val="00081AF2"/>
    <w:rsid w:val="000919D9"/>
    <w:rsid w:val="00095062"/>
    <w:rsid w:val="00097DDF"/>
    <w:rsid w:val="000A0150"/>
    <w:rsid w:val="000A6AB2"/>
    <w:rsid w:val="000B306A"/>
    <w:rsid w:val="000B5986"/>
    <w:rsid w:val="000C0DB4"/>
    <w:rsid w:val="00100436"/>
    <w:rsid w:val="00100CEA"/>
    <w:rsid w:val="00115778"/>
    <w:rsid w:val="00127696"/>
    <w:rsid w:val="00142656"/>
    <w:rsid w:val="00152801"/>
    <w:rsid w:val="0015407B"/>
    <w:rsid w:val="00161EEB"/>
    <w:rsid w:val="00162FF4"/>
    <w:rsid w:val="00164596"/>
    <w:rsid w:val="00166CC7"/>
    <w:rsid w:val="0017257F"/>
    <w:rsid w:val="00180873"/>
    <w:rsid w:val="00184598"/>
    <w:rsid w:val="001925F8"/>
    <w:rsid w:val="00194414"/>
    <w:rsid w:val="0019581D"/>
    <w:rsid w:val="00196F16"/>
    <w:rsid w:val="001A546E"/>
    <w:rsid w:val="001B2226"/>
    <w:rsid w:val="001C041F"/>
    <w:rsid w:val="001C065A"/>
    <w:rsid w:val="001C11CE"/>
    <w:rsid w:val="001D1268"/>
    <w:rsid w:val="001D365D"/>
    <w:rsid w:val="001E0DBA"/>
    <w:rsid w:val="0020749F"/>
    <w:rsid w:val="00214ABA"/>
    <w:rsid w:val="00222397"/>
    <w:rsid w:val="00222756"/>
    <w:rsid w:val="00223067"/>
    <w:rsid w:val="002330F1"/>
    <w:rsid w:val="00244054"/>
    <w:rsid w:val="00250728"/>
    <w:rsid w:val="00262703"/>
    <w:rsid w:val="00262FC1"/>
    <w:rsid w:val="00263D6F"/>
    <w:rsid w:val="0026605A"/>
    <w:rsid w:val="002803C4"/>
    <w:rsid w:val="00283725"/>
    <w:rsid w:val="0029079F"/>
    <w:rsid w:val="00290ED5"/>
    <w:rsid w:val="002A0B4F"/>
    <w:rsid w:val="002A222E"/>
    <w:rsid w:val="002A34B8"/>
    <w:rsid w:val="002A4089"/>
    <w:rsid w:val="002A6C0E"/>
    <w:rsid w:val="002B03CF"/>
    <w:rsid w:val="002C7114"/>
    <w:rsid w:val="002D47CA"/>
    <w:rsid w:val="002E272F"/>
    <w:rsid w:val="002F7300"/>
    <w:rsid w:val="002F7515"/>
    <w:rsid w:val="003032A4"/>
    <w:rsid w:val="00310724"/>
    <w:rsid w:val="00315F0F"/>
    <w:rsid w:val="00321A5E"/>
    <w:rsid w:val="00333D06"/>
    <w:rsid w:val="0033540C"/>
    <w:rsid w:val="0034098F"/>
    <w:rsid w:val="0034245C"/>
    <w:rsid w:val="00342EA9"/>
    <w:rsid w:val="003508A1"/>
    <w:rsid w:val="0035493C"/>
    <w:rsid w:val="003562F0"/>
    <w:rsid w:val="00361D39"/>
    <w:rsid w:val="003659FC"/>
    <w:rsid w:val="00366928"/>
    <w:rsid w:val="0037072E"/>
    <w:rsid w:val="00375B81"/>
    <w:rsid w:val="00381DD9"/>
    <w:rsid w:val="003855AB"/>
    <w:rsid w:val="00393F09"/>
    <w:rsid w:val="00394238"/>
    <w:rsid w:val="00394630"/>
    <w:rsid w:val="00395019"/>
    <w:rsid w:val="003A42E2"/>
    <w:rsid w:val="003C1DD3"/>
    <w:rsid w:val="003C62A9"/>
    <w:rsid w:val="003C7248"/>
    <w:rsid w:val="003D14DF"/>
    <w:rsid w:val="003E0877"/>
    <w:rsid w:val="003E20AE"/>
    <w:rsid w:val="003E33C6"/>
    <w:rsid w:val="003E3A24"/>
    <w:rsid w:val="003E65CA"/>
    <w:rsid w:val="003E6ECF"/>
    <w:rsid w:val="00402682"/>
    <w:rsid w:val="00412884"/>
    <w:rsid w:val="0042379F"/>
    <w:rsid w:val="004335A2"/>
    <w:rsid w:val="00444727"/>
    <w:rsid w:val="004475E5"/>
    <w:rsid w:val="00453332"/>
    <w:rsid w:val="00454260"/>
    <w:rsid w:val="004624BF"/>
    <w:rsid w:val="00462CCE"/>
    <w:rsid w:val="00464BE8"/>
    <w:rsid w:val="00466BE0"/>
    <w:rsid w:val="0047322E"/>
    <w:rsid w:val="004745A8"/>
    <w:rsid w:val="00491932"/>
    <w:rsid w:val="00493F3F"/>
    <w:rsid w:val="00496768"/>
    <w:rsid w:val="004A0E37"/>
    <w:rsid w:val="004A6FA0"/>
    <w:rsid w:val="004B3AE1"/>
    <w:rsid w:val="004B6F6F"/>
    <w:rsid w:val="004C1FD5"/>
    <w:rsid w:val="004C5572"/>
    <w:rsid w:val="004C5D21"/>
    <w:rsid w:val="004E0196"/>
    <w:rsid w:val="004E01F4"/>
    <w:rsid w:val="004E17AC"/>
    <w:rsid w:val="004E254C"/>
    <w:rsid w:val="004E5F8D"/>
    <w:rsid w:val="004F4F61"/>
    <w:rsid w:val="004F7A32"/>
    <w:rsid w:val="00502004"/>
    <w:rsid w:val="005042C3"/>
    <w:rsid w:val="00505157"/>
    <w:rsid w:val="005159F0"/>
    <w:rsid w:val="00523C11"/>
    <w:rsid w:val="00532714"/>
    <w:rsid w:val="005338F3"/>
    <w:rsid w:val="00535978"/>
    <w:rsid w:val="00542AAA"/>
    <w:rsid w:val="005447E0"/>
    <w:rsid w:val="00545FEA"/>
    <w:rsid w:val="00546991"/>
    <w:rsid w:val="00551ECD"/>
    <w:rsid w:val="00554A4B"/>
    <w:rsid w:val="005712D0"/>
    <w:rsid w:val="0057371D"/>
    <w:rsid w:val="00575CD1"/>
    <w:rsid w:val="00581A5A"/>
    <w:rsid w:val="00582132"/>
    <w:rsid w:val="00591190"/>
    <w:rsid w:val="005A7EFA"/>
    <w:rsid w:val="005B0C8A"/>
    <w:rsid w:val="005B307E"/>
    <w:rsid w:val="005B40CA"/>
    <w:rsid w:val="005B70BF"/>
    <w:rsid w:val="005D3D9C"/>
    <w:rsid w:val="005D657E"/>
    <w:rsid w:val="005D66EB"/>
    <w:rsid w:val="005E10C9"/>
    <w:rsid w:val="005E450D"/>
    <w:rsid w:val="0060007C"/>
    <w:rsid w:val="00612C9E"/>
    <w:rsid w:val="00621890"/>
    <w:rsid w:val="0062758D"/>
    <w:rsid w:val="00632482"/>
    <w:rsid w:val="006343F6"/>
    <w:rsid w:val="00650376"/>
    <w:rsid w:val="006523C2"/>
    <w:rsid w:val="00653BE7"/>
    <w:rsid w:val="006604C2"/>
    <w:rsid w:val="00662041"/>
    <w:rsid w:val="00670E27"/>
    <w:rsid w:val="006743DD"/>
    <w:rsid w:val="00676215"/>
    <w:rsid w:val="006A18CD"/>
    <w:rsid w:val="006B2159"/>
    <w:rsid w:val="006B327E"/>
    <w:rsid w:val="006C28A9"/>
    <w:rsid w:val="006C7CA0"/>
    <w:rsid w:val="006C7E27"/>
    <w:rsid w:val="006D1ECE"/>
    <w:rsid w:val="006D318E"/>
    <w:rsid w:val="006F4F33"/>
    <w:rsid w:val="00701421"/>
    <w:rsid w:val="007209EF"/>
    <w:rsid w:val="00722871"/>
    <w:rsid w:val="007249AA"/>
    <w:rsid w:val="00727F03"/>
    <w:rsid w:val="0073437D"/>
    <w:rsid w:val="0074441E"/>
    <w:rsid w:val="00744A7C"/>
    <w:rsid w:val="00753EFA"/>
    <w:rsid w:val="00756A9D"/>
    <w:rsid w:val="007666CE"/>
    <w:rsid w:val="00770D5C"/>
    <w:rsid w:val="00774B91"/>
    <w:rsid w:val="00782950"/>
    <w:rsid w:val="00782DB9"/>
    <w:rsid w:val="0078531F"/>
    <w:rsid w:val="00797554"/>
    <w:rsid w:val="007C0BED"/>
    <w:rsid w:val="007C25FD"/>
    <w:rsid w:val="007C5BFB"/>
    <w:rsid w:val="007C740C"/>
    <w:rsid w:val="007D24D5"/>
    <w:rsid w:val="007D6A7F"/>
    <w:rsid w:val="007D6C21"/>
    <w:rsid w:val="007F698F"/>
    <w:rsid w:val="00800FA5"/>
    <w:rsid w:val="00800FDB"/>
    <w:rsid w:val="0080418B"/>
    <w:rsid w:val="00805810"/>
    <w:rsid w:val="00812D71"/>
    <w:rsid w:val="00826A87"/>
    <w:rsid w:val="00826EA3"/>
    <w:rsid w:val="0084290B"/>
    <w:rsid w:val="0084312E"/>
    <w:rsid w:val="0085058A"/>
    <w:rsid w:val="00861461"/>
    <w:rsid w:val="008635E2"/>
    <w:rsid w:val="008762D7"/>
    <w:rsid w:val="008770F3"/>
    <w:rsid w:val="00886299"/>
    <w:rsid w:val="00887FAA"/>
    <w:rsid w:val="00892ACC"/>
    <w:rsid w:val="008D57F2"/>
    <w:rsid w:val="008E00D6"/>
    <w:rsid w:val="00906DAE"/>
    <w:rsid w:val="00910A46"/>
    <w:rsid w:val="00911AC3"/>
    <w:rsid w:val="00917DE0"/>
    <w:rsid w:val="00922438"/>
    <w:rsid w:val="0093301F"/>
    <w:rsid w:val="0093552F"/>
    <w:rsid w:val="00947CDB"/>
    <w:rsid w:val="009516B3"/>
    <w:rsid w:val="00951E4D"/>
    <w:rsid w:val="009531C2"/>
    <w:rsid w:val="009561A3"/>
    <w:rsid w:val="00972D37"/>
    <w:rsid w:val="00973F24"/>
    <w:rsid w:val="00981CAE"/>
    <w:rsid w:val="0098598E"/>
    <w:rsid w:val="0099510F"/>
    <w:rsid w:val="009A098F"/>
    <w:rsid w:val="009B17DF"/>
    <w:rsid w:val="009B2185"/>
    <w:rsid w:val="009C0B05"/>
    <w:rsid w:val="009D5EDC"/>
    <w:rsid w:val="009D7474"/>
    <w:rsid w:val="009E12A2"/>
    <w:rsid w:val="009E5EF3"/>
    <w:rsid w:val="009F0ADE"/>
    <w:rsid w:val="00A01EC4"/>
    <w:rsid w:val="00A0238F"/>
    <w:rsid w:val="00A05C0E"/>
    <w:rsid w:val="00A07DE1"/>
    <w:rsid w:val="00A223B4"/>
    <w:rsid w:val="00A247BB"/>
    <w:rsid w:val="00A36723"/>
    <w:rsid w:val="00A57412"/>
    <w:rsid w:val="00A57E10"/>
    <w:rsid w:val="00A641EB"/>
    <w:rsid w:val="00A667F9"/>
    <w:rsid w:val="00A715D5"/>
    <w:rsid w:val="00A943EB"/>
    <w:rsid w:val="00A95018"/>
    <w:rsid w:val="00A95525"/>
    <w:rsid w:val="00AA602F"/>
    <w:rsid w:val="00AA7426"/>
    <w:rsid w:val="00AB5B41"/>
    <w:rsid w:val="00AC208D"/>
    <w:rsid w:val="00AC535B"/>
    <w:rsid w:val="00AC66DB"/>
    <w:rsid w:val="00AD1358"/>
    <w:rsid w:val="00AD167B"/>
    <w:rsid w:val="00AE07FD"/>
    <w:rsid w:val="00AE1DF5"/>
    <w:rsid w:val="00AE57B4"/>
    <w:rsid w:val="00AF56EA"/>
    <w:rsid w:val="00B032BE"/>
    <w:rsid w:val="00B13CF9"/>
    <w:rsid w:val="00B15037"/>
    <w:rsid w:val="00B17858"/>
    <w:rsid w:val="00B20EDA"/>
    <w:rsid w:val="00B24B2B"/>
    <w:rsid w:val="00B365CF"/>
    <w:rsid w:val="00B421E1"/>
    <w:rsid w:val="00B61FB9"/>
    <w:rsid w:val="00B656C3"/>
    <w:rsid w:val="00B66DDB"/>
    <w:rsid w:val="00B7044B"/>
    <w:rsid w:val="00B8690B"/>
    <w:rsid w:val="00BA5FD0"/>
    <w:rsid w:val="00BA6D68"/>
    <w:rsid w:val="00BC0638"/>
    <w:rsid w:val="00BC3F1E"/>
    <w:rsid w:val="00BC7014"/>
    <w:rsid w:val="00BC7A25"/>
    <w:rsid w:val="00BD530D"/>
    <w:rsid w:val="00BE2BF3"/>
    <w:rsid w:val="00BE3286"/>
    <w:rsid w:val="00BE6BB3"/>
    <w:rsid w:val="00BF1CDF"/>
    <w:rsid w:val="00C022BE"/>
    <w:rsid w:val="00C1103E"/>
    <w:rsid w:val="00C14A96"/>
    <w:rsid w:val="00C26F6B"/>
    <w:rsid w:val="00C40569"/>
    <w:rsid w:val="00C4446B"/>
    <w:rsid w:val="00C4638A"/>
    <w:rsid w:val="00C503C2"/>
    <w:rsid w:val="00C545B7"/>
    <w:rsid w:val="00C54711"/>
    <w:rsid w:val="00C57F55"/>
    <w:rsid w:val="00C64CC5"/>
    <w:rsid w:val="00C6642D"/>
    <w:rsid w:val="00C66EEE"/>
    <w:rsid w:val="00C719CC"/>
    <w:rsid w:val="00C727FA"/>
    <w:rsid w:val="00C7373E"/>
    <w:rsid w:val="00C74FF5"/>
    <w:rsid w:val="00C82270"/>
    <w:rsid w:val="00C86573"/>
    <w:rsid w:val="00C87DB1"/>
    <w:rsid w:val="00C92D87"/>
    <w:rsid w:val="00C97BBE"/>
    <w:rsid w:val="00CB0878"/>
    <w:rsid w:val="00CB1CEF"/>
    <w:rsid w:val="00CB22FC"/>
    <w:rsid w:val="00CB4B0D"/>
    <w:rsid w:val="00CB57C1"/>
    <w:rsid w:val="00CC1F2A"/>
    <w:rsid w:val="00CC5D74"/>
    <w:rsid w:val="00CC7668"/>
    <w:rsid w:val="00CD76E0"/>
    <w:rsid w:val="00CE6FDE"/>
    <w:rsid w:val="00CF1718"/>
    <w:rsid w:val="00CF7758"/>
    <w:rsid w:val="00CF7A15"/>
    <w:rsid w:val="00D01AA4"/>
    <w:rsid w:val="00D033A1"/>
    <w:rsid w:val="00D07D5B"/>
    <w:rsid w:val="00D1228C"/>
    <w:rsid w:val="00D26D67"/>
    <w:rsid w:val="00D328A0"/>
    <w:rsid w:val="00D353F0"/>
    <w:rsid w:val="00D50190"/>
    <w:rsid w:val="00D52445"/>
    <w:rsid w:val="00D55A09"/>
    <w:rsid w:val="00D669E3"/>
    <w:rsid w:val="00D715CE"/>
    <w:rsid w:val="00D81366"/>
    <w:rsid w:val="00D948F0"/>
    <w:rsid w:val="00D953AB"/>
    <w:rsid w:val="00DA2159"/>
    <w:rsid w:val="00DA4B4C"/>
    <w:rsid w:val="00DB152F"/>
    <w:rsid w:val="00DB22DF"/>
    <w:rsid w:val="00DB56D3"/>
    <w:rsid w:val="00DB5E99"/>
    <w:rsid w:val="00DB6397"/>
    <w:rsid w:val="00DB78BD"/>
    <w:rsid w:val="00DD37A7"/>
    <w:rsid w:val="00DE2BF6"/>
    <w:rsid w:val="00E02355"/>
    <w:rsid w:val="00E14945"/>
    <w:rsid w:val="00E14FAA"/>
    <w:rsid w:val="00E26303"/>
    <w:rsid w:val="00E2674D"/>
    <w:rsid w:val="00E3776A"/>
    <w:rsid w:val="00E42EBC"/>
    <w:rsid w:val="00E52179"/>
    <w:rsid w:val="00E620C5"/>
    <w:rsid w:val="00E658D8"/>
    <w:rsid w:val="00E72105"/>
    <w:rsid w:val="00E8361D"/>
    <w:rsid w:val="00E86888"/>
    <w:rsid w:val="00E9349E"/>
    <w:rsid w:val="00E9393C"/>
    <w:rsid w:val="00E94031"/>
    <w:rsid w:val="00EA2E28"/>
    <w:rsid w:val="00EB1A84"/>
    <w:rsid w:val="00EB26C7"/>
    <w:rsid w:val="00EC711A"/>
    <w:rsid w:val="00ED4DE6"/>
    <w:rsid w:val="00ED6C5D"/>
    <w:rsid w:val="00EE302F"/>
    <w:rsid w:val="00EF326D"/>
    <w:rsid w:val="00F0348B"/>
    <w:rsid w:val="00F13CB2"/>
    <w:rsid w:val="00F2417C"/>
    <w:rsid w:val="00F24719"/>
    <w:rsid w:val="00F2796F"/>
    <w:rsid w:val="00F32404"/>
    <w:rsid w:val="00F3641B"/>
    <w:rsid w:val="00F37E9A"/>
    <w:rsid w:val="00F45150"/>
    <w:rsid w:val="00F45185"/>
    <w:rsid w:val="00F46634"/>
    <w:rsid w:val="00F47BA4"/>
    <w:rsid w:val="00F50F0F"/>
    <w:rsid w:val="00F62B76"/>
    <w:rsid w:val="00F63889"/>
    <w:rsid w:val="00F66D87"/>
    <w:rsid w:val="00F66EEA"/>
    <w:rsid w:val="00F709D9"/>
    <w:rsid w:val="00F768B3"/>
    <w:rsid w:val="00F77967"/>
    <w:rsid w:val="00F85D09"/>
    <w:rsid w:val="00FA0360"/>
    <w:rsid w:val="00FA1900"/>
    <w:rsid w:val="00FA1AC3"/>
    <w:rsid w:val="00FB1261"/>
    <w:rsid w:val="00FD1227"/>
    <w:rsid w:val="00FE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2"/>
    </o:shapelayout>
  </w:shapeDefaults>
  <w:decimalSymbol w:val=","/>
  <w:listSeparator w:val=";"/>
  <w14:docId w14:val="78E20BDD"/>
  <w15:chartTrackingRefBased/>
  <w15:docId w15:val="{56515784-600D-4738-A8BD-0B6B5574F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223B4"/>
    <w:pPr>
      <w:spacing w:after="160" w:line="288" w:lineRule="auto"/>
    </w:pPr>
    <w:rPr>
      <w:rFonts w:ascii="Arial Nova" w:hAnsi="Arial Nova"/>
      <w:noProof/>
      <w:szCs w:val="22"/>
      <w:lang w:val="en-GB" w:eastAsia="en-US"/>
    </w:rPr>
  </w:style>
  <w:style w:type="paragraph" w:styleId="Cmsor1">
    <w:name w:val="heading 1"/>
    <w:basedOn w:val="Cmsor2"/>
    <w:next w:val="Norml"/>
    <w:link w:val="Cmsor1Char"/>
    <w:uiPriority w:val="9"/>
    <w:qFormat/>
    <w:rsid w:val="00DB5E99"/>
    <w:pPr>
      <w:pBdr>
        <w:bottom w:val="single" w:sz="12" w:space="1" w:color="003399"/>
      </w:pBdr>
      <w:spacing w:after="240"/>
      <w:outlineLvl w:val="0"/>
    </w:pPr>
    <w:rPr>
      <w:b w:val="0"/>
      <w:bCs w:val="0"/>
      <w:color w:val="003399"/>
      <w:sz w:val="32"/>
      <w:lang w:val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624BF"/>
    <w:pPr>
      <w:keepNext/>
      <w:keepLines/>
      <w:spacing w:before="240" w:after="120"/>
      <w:outlineLvl w:val="1"/>
    </w:pPr>
    <w:rPr>
      <w:rFonts w:ascii="Bahnschrift SemiBold SemiConden" w:hAnsi="Bahnschrift SemiBold SemiConden" w:cs="Times New Roman"/>
      <w:b/>
      <w:bCs/>
      <w:color w:val="46BEAA"/>
      <w:sz w:val="28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87FAA"/>
    <w:pPr>
      <w:keepNext/>
      <w:keepLines/>
      <w:spacing w:before="240" w:after="120"/>
      <w:jc w:val="both"/>
      <w:outlineLvl w:val="2"/>
    </w:pPr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eastAsia="hu-HU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A223B4"/>
    <w:pPr>
      <w:keepNext/>
      <w:numPr>
        <w:numId w:val="12"/>
      </w:numPr>
      <w:spacing w:before="100" w:beforeAutospacing="1"/>
      <w:ind w:left="360"/>
      <w:contextualSpacing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315F0F"/>
    <w:pPr>
      <w:keepNext/>
      <w:ind w:left="708"/>
      <w:contextualSpacing/>
      <w:outlineLvl w:val="4"/>
    </w:pPr>
    <w:rPr>
      <w:rFonts w:eastAsia="Times New Roman" w:cs="Times New Roman"/>
      <w:b/>
      <w:bCs/>
      <w:szCs w:val="20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0238F"/>
    <w:pPr>
      <w:spacing w:after="240" w:line="240" w:lineRule="auto"/>
      <w:contextualSpacing/>
    </w:pPr>
    <w:rPr>
      <w:rFonts w:eastAsia="Times New Roman" w:cs="Times New Roman"/>
      <w:b/>
      <w:color w:val="003399"/>
      <w:spacing w:val="-10"/>
      <w:kern w:val="28"/>
      <w:sz w:val="52"/>
      <w:szCs w:val="56"/>
      <w:lang w:eastAsia="hu-HU"/>
    </w:rPr>
  </w:style>
  <w:style w:type="character" w:customStyle="1" w:styleId="CmChar">
    <w:name w:val="Cím Char"/>
    <w:link w:val="Cm"/>
    <w:uiPriority w:val="10"/>
    <w:rsid w:val="00A0238F"/>
    <w:rPr>
      <w:rFonts w:ascii="Arial Nova" w:eastAsia="Times New Roman" w:hAnsi="Arial Nova" w:cs="Times New Roman"/>
      <w:b/>
      <w:color w:val="003399"/>
      <w:spacing w:val="-10"/>
      <w:kern w:val="28"/>
      <w:sz w:val="52"/>
      <w:szCs w:val="56"/>
      <w:lang w:val="en-GB"/>
    </w:rPr>
  </w:style>
  <w:style w:type="character" w:customStyle="1" w:styleId="Cmsor1Char">
    <w:name w:val="Címsor 1 Char"/>
    <w:link w:val="Cmsor1"/>
    <w:uiPriority w:val="9"/>
    <w:rsid w:val="00DB5E99"/>
    <w:rPr>
      <w:rFonts w:ascii="Bahnschrift SemiBold SemiConden" w:hAnsi="Bahnschrift SemiBold SemiConden" w:cs="Times New Roman"/>
      <w:color w:val="003399"/>
      <w:sz w:val="32"/>
      <w:szCs w:val="26"/>
    </w:rPr>
  </w:style>
  <w:style w:type="character" w:customStyle="1" w:styleId="Cmsor2Char">
    <w:name w:val="Címsor 2 Char"/>
    <w:link w:val="Cmsor2"/>
    <w:uiPriority w:val="9"/>
    <w:rsid w:val="004624BF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customStyle="1" w:styleId="Cmsor3Char">
    <w:name w:val="Címsor 3 Char"/>
    <w:link w:val="Cmsor3"/>
    <w:uiPriority w:val="9"/>
    <w:rsid w:val="00887FAA"/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val="en-GB" w:eastAsia="hu-HU"/>
    </w:rPr>
  </w:style>
  <w:style w:type="paragraph" w:styleId="Alcm">
    <w:name w:val="Subtitle"/>
    <w:basedOn w:val="Cmsor2"/>
    <w:next w:val="Norml"/>
    <w:link w:val="AlcmChar"/>
    <w:uiPriority w:val="11"/>
    <w:qFormat/>
    <w:rsid w:val="00180873"/>
  </w:style>
  <w:style w:type="character" w:customStyle="1" w:styleId="AlcmChar">
    <w:name w:val="Alcím Char"/>
    <w:link w:val="Alcm"/>
    <w:uiPriority w:val="11"/>
    <w:rsid w:val="00180873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styleId="Kiemels2">
    <w:name w:val="Strong"/>
    <w:uiPriority w:val="22"/>
    <w:qFormat/>
    <w:rsid w:val="00D948F0"/>
    <w:rPr>
      <w:b/>
      <w:bCs/>
      <w:noProof w:val="0"/>
      <w:lang w:val="en-GB"/>
    </w:rPr>
  </w:style>
  <w:style w:type="paragraph" w:styleId="lfej">
    <w:name w:val="header"/>
    <w:basedOn w:val="Norml"/>
    <w:link w:val="lfejChar"/>
    <w:uiPriority w:val="99"/>
    <w:unhideWhenUsed/>
    <w:rsid w:val="00AC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AC208D"/>
    <w:rPr>
      <w:lang w:val="en-GB"/>
    </w:rPr>
  </w:style>
  <w:style w:type="paragraph" w:styleId="llb">
    <w:name w:val="footer"/>
    <w:basedOn w:val="Norml"/>
    <w:link w:val="llbChar"/>
    <w:uiPriority w:val="99"/>
    <w:unhideWhenUsed/>
    <w:rsid w:val="00CB4B0D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llbChar">
    <w:name w:val="Élőláb Char"/>
    <w:basedOn w:val="Bekezdsalapbettpusa"/>
    <w:link w:val="llb"/>
    <w:uiPriority w:val="99"/>
    <w:rsid w:val="00CB4B0D"/>
  </w:style>
  <w:style w:type="paragraph" w:styleId="Nincstrkz">
    <w:name w:val="No Spacing"/>
    <w:uiPriority w:val="1"/>
    <w:qFormat/>
    <w:rsid w:val="00910A46"/>
    <w:rPr>
      <w:rFonts w:ascii="Arial Nova" w:hAnsi="Arial Nova"/>
      <w:szCs w:val="22"/>
      <w:lang w:eastAsia="en-US"/>
    </w:rPr>
  </w:style>
  <w:style w:type="paragraph" w:styleId="Listaszerbekezds">
    <w:name w:val="List Paragraph"/>
    <w:aliases w:val="body,Odsek zoznamu2,List Paragraph (numbered (a)),Bullets,Dot pt,F5 List Paragraph,No Spacing1,List Paragraph Char Char Char,Indicator Text,Numbered Para 1,Bullet 1,Bullet Points,List Paragraph2,MAIN CONTENT,Normal numbered"/>
    <w:basedOn w:val="Norml"/>
    <w:link w:val="ListaszerbekezdsChar"/>
    <w:uiPriority w:val="34"/>
    <w:qFormat/>
    <w:rsid w:val="0062189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3301F"/>
    <w:rPr>
      <w:color w:val="0563C1" w:themeColor="hyperlink"/>
      <w:u w:val="single"/>
    </w:rPr>
  </w:style>
  <w:style w:type="paragraph" w:styleId="TJ1">
    <w:name w:val="toc 1"/>
    <w:basedOn w:val="Norml"/>
    <w:next w:val="Norml"/>
    <w:autoRedefine/>
    <w:uiPriority w:val="39"/>
    <w:unhideWhenUsed/>
    <w:rsid w:val="001A546E"/>
    <w:pPr>
      <w:spacing w:after="100"/>
    </w:pPr>
    <w:rPr>
      <w:b/>
    </w:rPr>
  </w:style>
  <w:style w:type="paragraph" w:styleId="TJ2">
    <w:name w:val="toc 2"/>
    <w:basedOn w:val="Norml"/>
    <w:next w:val="Norml"/>
    <w:autoRedefine/>
    <w:uiPriority w:val="39"/>
    <w:unhideWhenUsed/>
    <w:rsid w:val="00722871"/>
    <w:pPr>
      <w:spacing w:after="100"/>
      <w:ind w:left="200"/>
    </w:pPr>
    <w:rPr>
      <w:sz w:val="18"/>
    </w:rPr>
  </w:style>
  <w:style w:type="table" w:styleId="Rcsostblzat">
    <w:name w:val="Table Grid"/>
    <w:basedOn w:val="Normltblzat"/>
    <w:uiPriority w:val="39"/>
    <w:rsid w:val="00196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zat-Fejlc">
    <w:name w:val="Táblázat - Fejléc"/>
    <w:basedOn w:val="Norml"/>
    <w:rsid w:val="00196F16"/>
    <w:pPr>
      <w:spacing w:after="0"/>
      <w:jc w:val="center"/>
    </w:pPr>
    <w:rPr>
      <w:rFonts w:eastAsia="Times New Roman" w:cs="Times New Roman"/>
      <w:b/>
      <w:bCs/>
      <w:sz w:val="14"/>
      <w:szCs w:val="20"/>
    </w:rPr>
  </w:style>
  <w:style w:type="paragraph" w:customStyle="1" w:styleId="Tblzat-Szveg1">
    <w:name w:val="Táblázat - Szöveg1"/>
    <w:basedOn w:val="Norml"/>
    <w:rsid w:val="00805810"/>
    <w:pPr>
      <w:spacing w:after="0"/>
      <w:jc w:val="center"/>
    </w:pPr>
    <w:rPr>
      <w:rFonts w:eastAsia="Times New Roman" w:cs="Times New Roman"/>
      <w:sz w:val="16"/>
      <w:szCs w:val="20"/>
    </w:rPr>
  </w:style>
  <w:style w:type="paragraph" w:customStyle="1" w:styleId="Tblzat-Szveg2">
    <w:name w:val="Táblázat - Szöveg2"/>
    <w:basedOn w:val="Norml"/>
    <w:rsid w:val="00805810"/>
    <w:pPr>
      <w:spacing w:after="0"/>
    </w:pPr>
    <w:rPr>
      <w:rFonts w:eastAsia="Times New Roman" w:cs="Times New Roman"/>
      <w:sz w:val="16"/>
      <w:szCs w:val="20"/>
    </w:rPr>
  </w:style>
  <w:style w:type="character" w:customStyle="1" w:styleId="ListaszerbekezdsChar">
    <w:name w:val="Listaszerű bekezdés Char"/>
    <w:aliases w:val="body Char,Odsek zoznamu2 Char,List Paragraph (numbered (a)) Char,Bullets Char,Dot pt Char,F5 List Paragraph Char,No Spacing1 Char,List Paragraph Char Char Char Char,Indicator Text Char,Numbered Para 1 Char,Bullet 1 Char"/>
    <w:basedOn w:val="Bekezdsalapbettpusa"/>
    <w:link w:val="Listaszerbekezds"/>
    <w:uiPriority w:val="34"/>
    <w:qFormat/>
    <w:locked/>
    <w:rsid w:val="00554A4B"/>
    <w:rPr>
      <w:rFonts w:ascii="Arial Nova" w:hAnsi="Arial Nova"/>
      <w:szCs w:val="22"/>
      <w:lang w:val="en-GB"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99510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9510F"/>
    <w:pPr>
      <w:spacing w:line="240" w:lineRule="auto"/>
    </w:pPr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9510F"/>
    <w:rPr>
      <w:rFonts w:ascii="Arial Nova" w:hAnsi="Arial Nova"/>
      <w:lang w:val="en-GB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9510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9510F"/>
    <w:rPr>
      <w:rFonts w:ascii="Arial Nova" w:hAnsi="Arial Nova"/>
      <w:b/>
      <w:bCs/>
      <w:lang w:val="en-GB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5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510F"/>
    <w:rPr>
      <w:rFonts w:ascii="Segoe UI" w:hAnsi="Segoe UI" w:cs="Segoe UI"/>
      <w:sz w:val="18"/>
      <w:szCs w:val="18"/>
      <w:lang w:val="en-GB" w:eastAsia="en-US"/>
    </w:rPr>
  </w:style>
  <w:style w:type="character" w:customStyle="1" w:styleId="Cmsor4Char">
    <w:name w:val="Címsor 4 Char"/>
    <w:basedOn w:val="Bekezdsalapbettpusa"/>
    <w:link w:val="Cmsor4"/>
    <w:uiPriority w:val="9"/>
    <w:rsid w:val="00A223B4"/>
    <w:rPr>
      <w:rFonts w:ascii="Arial Nova" w:hAnsi="Arial Nova"/>
      <w:b/>
      <w:bCs/>
      <w:szCs w:val="22"/>
      <w:lang w:val="en-GB" w:eastAsia="en-US"/>
    </w:rPr>
  </w:style>
  <w:style w:type="character" w:styleId="Erskiemels">
    <w:name w:val="Intense Emphasis"/>
    <w:basedOn w:val="Bekezdsalapbettpusa"/>
    <w:uiPriority w:val="21"/>
    <w:qFormat/>
    <w:rsid w:val="003C1DD3"/>
    <w:rPr>
      <w:i/>
      <w:iCs/>
      <w:color w:val="5B9BD5" w:themeColor="accent1"/>
    </w:rPr>
  </w:style>
  <w:style w:type="character" w:styleId="Kiemels">
    <w:name w:val="Emphasis"/>
    <w:basedOn w:val="Bekezdsalapbettpusa"/>
    <w:uiPriority w:val="20"/>
    <w:qFormat/>
    <w:rsid w:val="003C1DD3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0553D3"/>
    <w:rPr>
      <w:color w:val="808080"/>
    </w:rPr>
  </w:style>
  <w:style w:type="paragraph" w:styleId="NormlWeb">
    <w:name w:val="Normal (Web)"/>
    <w:basedOn w:val="Norml"/>
    <w:uiPriority w:val="99"/>
    <w:semiHidden/>
    <w:unhideWhenUsed/>
    <w:rsid w:val="00F24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styleId="Vltozat">
    <w:name w:val="Revision"/>
    <w:hidden/>
    <w:uiPriority w:val="99"/>
    <w:semiHidden/>
    <w:rsid w:val="00632482"/>
    <w:rPr>
      <w:rFonts w:ascii="Arial Nova" w:hAnsi="Arial Nova"/>
      <w:szCs w:val="22"/>
      <w:lang w:val="en-GB" w:eastAsia="en-US"/>
    </w:rPr>
  </w:style>
  <w:style w:type="paragraph" w:customStyle="1" w:styleId="Description">
    <w:name w:val="Description"/>
    <w:basedOn w:val="Norml"/>
    <w:qFormat/>
    <w:rsid w:val="00222397"/>
    <w:pPr>
      <w:ind w:left="357"/>
    </w:pPr>
    <w:rPr>
      <w:i/>
      <w:iCs/>
      <w:sz w:val="18"/>
      <w:szCs w:val="20"/>
    </w:rPr>
  </w:style>
  <w:style w:type="paragraph" w:customStyle="1" w:styleId="Felsorolas1">
    <w:name w:val="Felsorolas 1"/>
    <w:basedOn w:val="Listaszerbekezds"/>
    <w:rsid w:val="00454260"/>
    <w:pPr>
      <w:numPr>
        <w:numId w:val="45"/>
      </w:numPr>
      <w:spacing w:after="120" w:line="300" w:lineRule="auto"/>
      <w:contextualSpacing w:val="0"/>
    </w:pPr>
    <w:rPr>
      <w:rFonts w:eastAsia="Times New Roman" w:cs="Times New Roman"/>
      <w:szCs w:val="20"/>
      <w:lang w:eastAsia="hu-HU"/>
    </w:rPr>
  </w:style>
  <w:style w:type="paragraph" w:customStyle="1" w:styleId="Felsorolas5">
    <w:name w:val="Felsorolas5"/>
    <w:basedOn w:val="Felsorolas1"/>
    <w:qFormat/>
    <w:rsid w:val="00454260"/>
    <w:pPr>
      <w:numPr>
        <w:ilvl w:val="1"/>
      </w:numPr>
    </w:pPr>
  </w:style>
  <w:style w:type="character" w:customStyle="1" w:styleId="Cmsor5Char">
    <w:name w:val="Címsor 5 Char"/>
    <w:basedOn w:val="Bekezdsalapbettpusa"/>
    <w:link w:val="Cmsor5"/>
    <w:uiPriority w:val="9"/>
    <w:rsid w:val="004624BF"/>
    <w:rPr>
      <w:rFonts w:ascii="Arial Nova" w:eastAsia="Times New Roman" w:hAnsi="Arial Nova"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8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75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620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1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1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7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4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2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7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8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2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13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opszilveszter\Documents\Egy&#233;ni%20Office-sablonok\Letter_HUSK_v1-01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2CF3C-BFC3-4D96-9506-CFAE259EA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Letter_HUSK_v1-01</Template>
  <TotalTime>5</TotalTime>
  <Pages>16</Pages>
  <Words>1307</Words>
  <Characters>9025</Characters>
  <Application>Microsoft Office Word</Application>
  <DocSecurity>0</DocSecurity>
  <Lines>75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Concept</vt:lpstr>
      <vt:lpstr>Concept</vt:lpstr>
    </vt:vector>
  </TitlesOfParts>
  <Company>HP Inc.</Company>
  <LinksUpToDate>false</LinksUpToDate>
  <CharactersWithSpaces>10312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</dc:title>
  <dc:subject/>
  <dc:creator>Holop Szilveszter</dc:creator>
  <cp:keywords>HUSK</cp:keywords>
  <dc:description/>
  <cp:lastModifiedBy>Holop Szilveszter</cp:lastModifiedBy>
  <cp:revision>2</cp:revision>
  <dcterms:created xsi:type="dcterms:W3CDTF">2025-07-30T10:36:00Z</dcterms:created>
  <dcterms:modified xsi:type="dcterms:W3CDTF">2025-07-30T10:36:00Z</dcterms:modified>
</cp:coreProperties>
</file>